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9" w:type="dxa"/>
        <w:tblInd w:w="-2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6186"/>
        <w:gridCol w:w="1855"/>
        <w:gridCol w:w="2268"/>
      </w:tblGrid>
      <w:tr w:rsidR="001A650F">
        <w:trPr>
          <w:gridBefore w:val="2"/>
          <w:wBefore w:w="8041" w:type="dxa"/>
          <w:trHeight w:val="309"/>
        </w:trPr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650F" w:rsidRPr="00D54871" w:rsidRDefault="001A650F" w:rsidP="0006795A">
            <w:pPr>
              <w:spacing w:after="40"/>
              <w:ind w:left="3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Всего листов </w:t>
            </w:r>
            <w:r w:rsidR="00D54871">
              <w:rPr>
                <w:sz w:val="22"/>
                <w:lang w:val="en-US"/>
              </w:rPr>
              <w:t>17</w:t>
            </w:r>
          </w:p>
        </w:tc>
      </w:tr>
      <w:tr w:rsidR="001A650F" w:rsidTr="00007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</w:trPr>
        <w:tc>
          <w:tcPr>
            <w:tcW w:w="10309" w:type="dxa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A650F" w:rsidRPr="00965A38" w:rsidRDefault="001A650F" w:rsidP="0006795A">
            <w:pPr>
              <w:pStyle w:val="a3"/>
              <w:jc w:val="center"/>
              <w:rPr>
                <w:b/>
                <w:caps/>
                <w:sz w:val="24"/>
                <w:szCs w:val="24"/>
              </w:rPr>
            </w:pPr>
            <w:r w:rsidRPr="00965A38">
              <w:rPr>
                <w:b/>
                <w:caps/>
                <w:sz w:val="24"/>
                <w:szCs w:val="24"/>
              </w:rPr>
              <w:t>КАРТА (ПЛАН)</w:t>
            </w:r>
          </w:p>
          <w:p w:rsidR="00D54871" w:rsidRPr="00965A38" w:rsidRDefault="00D54871" w:rsidP="0006795A">
            <w:pPr>
              <w:pStyle w:val="a3"/>
              <w:jc w:val="center"/>
              <w:rPr>
                <w:b/>
                <w:sz w:val="24"/>
                <w:szCs w:val="24"/>
                <w:u w:val="single"/>
              </w:rPr>
            </w:pPr>
            <w:r w:rsidRPr="00E660B4">
              <w:rPr>
                <w:b/>
                <w:sz w:val="24"/>
                <w:szCs w:val="24"/>
                <w:u w:val="single"/>
              </w:rPr>
              <w:t>Граница населенного пункта Подрезчиха Белохолуницкого района Кировской области</w:t>
            </w:r>
            <w:r w:rsidRPr="00965A3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1A650F" w:rsidRPr="00E660B4" w:rsidRDefault="001A650F" w:rsidP="00F276A1">
            <w:pPr>
              <w:pStyle w:val="a3"/>
              <w:jc w:val="center"/>
            </w:pPr>
            <w:r>
              <w:t>(наименование объекта землеустройства)</w:t>
            </w:r>
          </w:p>
        </w:tc>
      </w:tr>
      <w:tr w:rsidR="001A650F" w:rsidTr="00965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  <w:trHeight w:val="475"/>
        </w:trPr>
        <w:tc>
          <w:tcPr>
            <w:tcW w:w="10309" w:type="dxa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A650F" w:rsidRPr="00965A38" w:rsidRDefault="001A650F" w:rsidP="0006795A">
            <w:pPr>
              <w:pStyle w:val="1"/>
              <w:jc w:val="center"/>
              <w:rPr>
                <w:szCs w:val="24"/>
                <w:vertAlign w:val="superscript"/>
              </w:rPr>
            </w:pPr>
            <w:r w:rsidRPr="00965A38">
              <w:rPr>
                <w:b/>
                <w:szCs w:val="24"/>
              </w:rPr>
              <w:t>Титульный лист</w:t>
            </w:r>
          </w:p>
        </w:tc>
      </w:tr>
      <w:tr w:rsidR="001A65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</w:trPr>
        <w:tc>
          <w:tcPr>
            <w:tcW w:w="10309" w:type="dxa"/>
            <w:gridSpan w:val="3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A650F" w:rsidRPr="00965A38" w:rsidRDefault="001A650F" w:rsidP="0006795A">
            <w:pPr>
              <w:pStyle w:val="1"/>
              <w:spacing w:before="60" w:after="60"/>
              <w:rPr>
                <w:b/>
                <w:szCs w:val="24"/>
              </w:rPr>
            </w:pPr>
            <w:r w:rsidRPr="00965A38">
              <w:rPr>
                <w:b/>
                <w:szCs w:val="24"/>
              </w:rPr>
              <w:t xml:space="preserve">1. Сведения о заказчике землеустроительных работ: </w:t>
            </w:r>
          </w:p>
        </w:tc>
      </w:tr>
      <w:tr w:rsidR="001A65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  <w:trHeight w:val="363"/>
        </w:trPr>
        <w:tc>
          <w:tcPr>
            <w:tcW w:w="10309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1A650F" w:rsidRPr="00965A38" w:rsidRDefault="001A650F" w:rsidP="00C577DD">
            <w:pPr>
              <w:pStyle w:val="1"/>
              <w:rPr>
                <w:b/>
                <w:szCs w:val="24"/>
              </w:rPr>
            </w:pPr>
            <w:r w:rsidRPr="00965A38">
              <w:rPr>
                <w:b/>
                <w:szCs w:val="24"/>
              </w:rPr>
              <w:t>О физическом лице:</w:t>
            </w:r>
            <w:r w:rsidR="00350E54" w:rsidRPr="00A67A1C">
              <w:rPr>
                <w:b/>
                <w:szCs w:val="24"/>
              </w:rPr>
              <w:t xml:space="preserve"> </w:t>
            </w:r>
          </w:p>
        </w:tc>
      </w:tr>
      <w:tr w:rsidR="001A650F" w:rsidTr="00076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  <w:trHeight w:val="476"/>
        </w:trPr>
        <w:tc>
          <w:tcPr>
            <w:tcW w:w="10309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1A650F" w:rsidRPr="00350E54" w:rsidRDefault="001A650F" w:rsidP="00C639EC">
            <w:pPr>
              <w:pStyle w:val="1"/>
              <w:rPr>
                <w:szCs w:val="24"/>
              </w:rPr>
            </w:pPr>
            <w:r w:rsidRPr="00965A38">
              <w:rPr>
                <w:szCs w:val="24"/>
              </w:rPr>
              <w:t xml:space="preserve">Фамилия, имя, отчество </w:t>
            </w:r>
            <w:r w:rsidRPr="00F276A1">
              <w:rPr>
                <w:sz w:val="20"/>
              </w:rPr>
              <w:t>(отчество указывается при наличии)</w:t>
            </w:r>
            <w:r w:rsidR="00AE5D47" w:rsidRPr="00116C24">
              <w:rPr>
                <w:b/>
                <w:szCs w:val="24"/>
              </w:rPr>
              <w:t xml:space="preserve"> </w:t>
            </w:r>
            <w:r w:rsidR="000B10C5" w:rsidRPr="00965A38">
              <w:rPr>
                <w:b/>
                <w:szCs w:val="24"/>
                <w:u w:val="single"/>
              </w:rPr>
              <w:t>–</w:t>
            </w:r>
            <w:r w:rsidR="00646F40" w:rsidRPr="00646F40">
              <w:rPr>
                <w:b/>
                <w:szCs w:val="24"/>
                <w:u w:val="single"/>
              </w:rPr>
              <w:t xml:space="preserve"> </w:t>
            </w:r>
          </w:p>
        </w:tc>
      </w:tr>
      <w:tr w:rsidR="0007665C" w:rsidTr="00076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  <w:trHeight w:val="57"/>
        </w:trPr>
        <w:tc>
          <w:tcPr>
            <w:tcW w:w="10309" w:type="dxa"/>
            <w:gridSpan w:val="3"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07665C" w:rsidRPr="0007665C" w:rsidRDefault="0007665C" w:rsidP="00C639EC">
            <w:pPr>
              <w:pStyle w:val="1"/>
              <w:rPr>
                <w:b/>
                <w:sz w:val="2"/>
                <w:szCs w:val="16"/>
              </w:rPr>
            </w:pPr>
          </w:p>
        </w:tc>
      </w:tr>
      <w:tr w:rsidR="001A65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  <w:trHeight w:val="363"/>
        </w:trPr>
        <w:tc>
          <w:tcPr>
            <w:tcW w:w="10309" w:type="dxa"/>
            <w:gridSpan w:val="3"/>
            <w:tcBorders>
              <w:top w:val="single" w:sz="4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:rsidR="001A650F" w:rsidRPr="00965A38" w:rsidRDefault="001A650F" w:rsidP="002D4B34">
            <w:pPr>
              <w:pStyle w:val="1"/>
              <w:rPr>
                <w:szCs w:val="24"/>
              </w:rPr>
            </w:pPr>
            <w:r w:rsidRPr="00965A38">
              <w:rPr>
                <w:b/>
                <w:szCs w:val="24"/>
              </w:rPr>
              <w:t>О юридическом лице, органе государственной власти, органе местного самоуправления:</w:t>
            </w:r>
            <w:r w:rsidR="00AE4135" w:rsidRPr="00C158E8">
              <w:rPr>
                <w:b/>
                <w:szCs w:val="24"/>
              </w:rPr>
              <w:t xml:space="preserve"> </w:t>
            </w:r>
          </w:p>
        </w:tc>
      </w:tr>
      <w:tr w:rsidR="001A650F" w:rsidTr="00965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  <w:trHeight w:val="392"/>
        </w:trPr>
        <w:tc>
          <w:tcPr>
            <w:tcW w:w="10309" w:type="dxa"/>
            <w:gridSpan w:val="3"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A650F" w:rsidRPr="00116C24" w:rsidRDefault="001A650F" w:rsidP="00A91C00">
            <w:pPr>
              <w:pStyle w:val="1"/>
              <w:jc w:val="both"/>
              <w:rPr>
                <w:b/>
                <w:szCs w:val="24"/>
                <w:u w:val="single"/>
              </w:rPr>
            </w:pPr>
            <w:r w:rsidRPr="00965A38">
              <w:rPr>
                <w:szCs w:val="24"/>
              </w:rPr>
              <w:t>Полное наименование</w:t>
            </w:r>
            <w:r w:rsidR="00FC49B6" w:rsidRPr="00965A38">
              <w:rPr>
                <w:szCs w:val="24"/>
              </w:rPr>
              <w:t xml:space="preserve"> </w:t>
            </w:r>
            <w:r w:rsidR="000B10C5" w:rsidRPr="003E2DBE">
              <w:rPr>
                <w:b/>
                <w:szCs w:val="24"/>
                <w:u w:val="single"/>
              </w:rPr>
              <w:t>Администрация Подрезчихинского сельского поселения Белохолуницкого района</w:t>
            </w:r>
            <w:r w:rsidR="00116C24" w:rsidRPr="00116C24">
              <w:rPr>
                <w:b/>
                <w:szCs w:val="24"/>
              </w:rPr>
              <w:t xml:space="preserve"> </w:t>
            </w:r>
          </w:p>
        </w:tc>
      </w:tr>
      <w:tr w:rsidR="001A650F" w:rsidTr="00D2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  <w:trHeight w:val="315"/>
        </w:trPr>
        <w:tc>
          <w:tcPr>
            <w:tcW w:w="10309" w:type="dxa"/>
            <w:gridSpan w:val="3"/>
            <w:tcBorders>
              <w:top w:val="single" w:sz="4" w:space="0" w:color="auto"/>
              <w:left w:val="double" w:sz="6" w:space="0" w:color="auto"/>
              <w:right w:val="double" w:sz="6" w:space="0" w:color="auto"/>
            </w:tcBorders>
          </w:tcPr>
          <w:p w:rsidR="001A650F" w:rsidRPr="00965A38" w:rsidRDefault="001A650F" w:rsidP="00F25117">
            <w:pPr>
              <w:pStyle w:val="1"/>
              <w:rPr>
                <w:szCs w:val="24"/>
              </w:rPr>
            </w:pPr>
            <w:r w:rsidRPr="00965A38">
              <w:rPr>
                <w:szCs w:val="24"/>
              </w:rPr>
              <w:t xml:space="preserve">Страна регистрации (инкорпорации) </w:t>
            </w:r>
            <w:r w:rsidRPr="00F276A1">
              <w:rPr>
                <w:sz w:val="20"/>
              </w:rPr>
              <w:t>(указывается в отношении иностранного юридического лица)</w:t>
            </w:r>
            <w:r w:rsidRPr="00965A38">
              <w:rPr>
                <w:szCs w:val="24"/>
              </w:rPr>
              <w:t xml:space="preserve"> </w:t>
            </w:r>
            <w:r w:rsidR="000B10C5" w:rsidRPr="00965A38">
              <w:rPr>
                <w:b/>
                <w:szCs w:val="24"/>
                <w:u w:val="single"/>
              </w:rPr>
              <w:t>–</w:t>
            </w:r>
          </w:p>
        </w:tc>
      </w:tr>
      <w:tr w:rsidR="001A650F" w:rsidTr="00D2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  <w:trHeight w:val="704"/>
        </w:trPr>
        <w:tc>
          <w:tcPr>
            <w:tcW w:w="10309" w:type="dxa"/>
            <w:gridSpan w:val="3"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A650F" w:rsidRPr="00965A38" w:rsidRDefault="001A650F" w:rsidP="0006324B">
            <w:pPr>
              <w:rPr>
                <w:u w:val="single"/>
              </w:rPr>
            </w:pPr>
            <w:r w:rsidRPr="00965A38">
              <w:t xml:space="preserve">Фамилия и инициалы уполномоченного представителя, его должность, реквизиты доверенности </w:t>
            </w:r>
            <w:r w:rsidRPr="00F276A1">
              <w:rPr>
                <w:sz w:val="20"/>
                <w:szCs w:val="20"/>
              </w:rPr>
              <w:t>(если представитель действует по доверенности)</w:t>
            </w:r>
            <w:r w:rsidR="00521836">
              <w:rPr>
                <w:sz w:val="20"/>
                <w:szCs w:val="20"/>
              </w:rPr>
              <w:t xml:space="preserve"> </w:t>
            </w:r>
            <w:r w:rsidR="009E4624" w:rsidRPr="009E4624">
              <w:rPr>
                <w:b/>
                <w:u w:val="single"/>
              </w:rPr>
              <w:t>Шулаков А. А., глава администрации</w:t>
            </w:r>
            <w:r w:rsidR="009E4624" w:rsidRPr="009E4624">
              <w:t xml:space="preserve"> </w:t>
            </w:r>
            <w:r w:rsidR="00C639EC" w:rsidRPr="00C639EC">
              <w:rPr>
                <w:b/>
              </w:rPr>
              <w:t xml:space="preserve"> </w:t>
            </w:r>
            <w:r w:rsidR="00C639EC" w:rsidRPr="00965A38">
              <w:rPr>
                <w:u w:val="single"/>
              </w:rPr>
              <w:t xml:space="preserve"> </w:t>
            </w:r>
          </w:p>
        </w:tc>
      </w:tr>
      <w:tr w:rsidR="001A650F" w:rsidTr="00D2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</w:trPr>
        <w:tc>
          <w:tcPr>
            <w:tcW w:w="61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1A650F" w:rsidRPr="00965A38" w:rsidRDefault="00A313F4" w:rsidP="00FC49B6">
            <w:pPr>
              <w:pStyle w:val="1"/>
              <w:tabs>
                <w:tab w:val="left" w:pos="10142"/>
              </w:tabs>
              <w:spacing w:before="60" w:after="60"/>
              <w:rPr>
                <w:szCs w:val="24"/>
              </w:rPr>
            </w:pPr>
            <w:r w:rsidRPr="00B521BA">
              <w:rPr>
                <w:szCs w:val="24"/>
              </w:rPr>
              <w:t xml:space="preserve"> </w:t>
            </w:r>
            <w:r w:rsidR="001A650F" w:rsidRPr="00965A38">
              <w:rPr>
                <w:szCs w:val="24"/>
              </w:rPr>
              <w:t>Подпись ___</w:t>
            </w:r>
            <w:r w:rsidR="00FC49B6" w:rsidRPr="00965A38">
              <w:rPr>
                <w:szCs w:val="24"/>
              </w:rPr>
              <w:t>_</w:t>
            </w:r>
            <w:r w:rsidR="001A650F" w:rsidRPr="00965A38">
              <w:rPr>
                <w:szCs w:val="24"/>
              </w:rPr>
              <w:t>__</w:t>
            </w:r>
            <w:r w:rsidR="00126AD5" w:rsidRPr="00965A38">
              <w:rPr>
                <w:szCs w:val="24"/>
              </w:rPr>
              <w:t>_______</w:t>
            </w:r>
            <w:r w:rsidR="00B72ACF">
              <w:rPr>
                <w:szCs w:val="24"/>
                <w:lang w:val="en-US"/>
              </w:rPr>
              <w:t>________</w:t>
            </w:r>
            <w:r w:rsidR="00FC49B6" w:rsidRPr="00965A38">
              <w:rPr>
                <w:szCs w:val="24"/>
              </w:rPr>
              <w:t>(</w:t>
            </w:r>
            <w:r w:rsidR="00B72ACF">
              <w:rPr>
                <w:szCs w:val="24"/>
                <w:lang w:val="en-US"/>
              </w:rPr>
              <w:t xml:space="preserve"> </w:t>
            </w:r>
            <w:r w:rsidR="00126AD5" w:rsidRPr="00965A38">
              <w:rPr>
                <w:szCs w:val="24"/>
                <w:lang w:val="en-US"/>
              </w:rPr>
              <w:t>Шулаков А. А.</w:t>
            </w:r>
            <w:r w:rsidR="00B72ACF">
              <w:rPr>
                <w:szCs w:val="24"/>
                <w:lang w:val="en-US"/>
              </w:rPr>
              <w:t xml:space="preserve"> </w:t>
            </w:r>
            <w:r w:rsidR="00FC49B6" w:rsidRPr="00965A38">
              <w:rPr>
                <w:szCs w:val="24"/>
              </w:rPr>
              <w:t>)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1A650F" w:rsidRDefault="001A650F" w:rsidP="006A5B10">
            <w:pPr>
              <w:pStyle w:val="1"/>
              <w:tabs>
                <w:tab w:val="left" w:pos="10142"/>
              </w:tabs>
              <w:spacing w:before="60" w:after="6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Дата </w:t>
            </w:r>
            <w:r w:rsidR="00126AD5">
              <w:rPr>
                <w:sz w:val="26"/>
                <w:lang w:val="en-US"/>
              </w:rPr>
              <w:t>19.12.2018</w:t>
            </w:r>
            <w:r>
              <w:rPr>
                <w:sz w:val="26"/>
              </w:rPr>
              <w:t xml:space="preserve"> г.</w:t>
            </w:r>
            <w:r w:rsidR="00826E80">
              <w:rPr>
                <w:b/>
                <w:szCs w:val="24"/>
              </w:rPr>
              <w:t xml:space="preserve"> </w:t>
            </w:r>
          </w:p>
        </w:tc>
      </w:tr>
      <w:tr w:rsidR="001A650F" w:rsidTr="00965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rPr>
          <w:cantSplit/>
          <w:trHeight w:val="994"/>
        </w:trPr>
        <w:tc>
          <w:tcPr>
            <w:tcW w:w="10309" w:type="dxa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965A38" w:rsidRPr="00E660B4" w:rsidRDefault="00965A38" w:rsidP="0006795A">
            <w:pPr>
              <w:pStyle w:val="1"/>
              <w:tabs>
                <w:tab w:val="left" w:pos="10142"/>
              </w:tabs>
              <w:spacing w:before="60" w:after="60"/>
              <w:rPr>
                <w:i/>
                <w:sz w:val="20"/>
              </w:rPr>
            </w:pPr>
          </w:p>
          <w:p w:rsidR="00D3365C" w:rsidRPr="00965A38" w:rsidRDefault="001A650F" w:rsidP="0006795A">
            <w:pPr>
              <w:pStyle w:val="1"/>
              <w:tabs>
                <w:tab w:val="left" w:pos="10142"/>
              </w:tabs>
              <w:spacing w:before="60" w:after="60"/>
              <w:rPr>
                <w:i/>
                <w:sz w:val="20"/>
              </w:rPr>
            </w:pPr>
            <w:r w:rsidRPr="00D3365C">
              <w:rPr>
                <w:i/>
                <w:sz w:val="20"/>
              </w:rPr>
              <w:t xml:space="preserve">Место для оттиска печати заказчика </w:t>
            </w:r>
          </w:p>
        </w:tc>
      </w:tr>
    </w:tbl>
    <w:p w:rsidR="00126AD5" w:rsidRDefault="00126AD5">
      <w:r>
        <w:br w:type="page"/>
      </w:r>
    </w:p>
    <w:p w:rsidR="00F26219" w:rsidRDefault="00F26219" w:rsidP="007E3CB3">
      <w:pPr>
        <w:pStyle w:val="a3"/>
        <w:tabs>
          <w:tab w:val="left" w:pos="7890"/>
        </w:tabs>
        <w:sectPr w:rsidR="00F26219" w:rsidSect="00F26219">
          <w:headerReference w:type="default" r:id="rId8"/>
          <w:footerReference w:type="first" r:id="rId9"/>
          <w:pgSz w:w="11906" w:h="16838"/>
          <w:pgMar w:top="1418" w:right="499" w:bottom="1276" w:left="1418" w:header="709" w:footer="850" w:gutter="0"/>
          <w:cols w:space="708"/>
          <w:docGrid w:linePitch="360"/>
        </w:sectPr>
      </w:pPr>
    </w:p>
    <w:tbl>
      <w:tblPr>
        <w:tblW w:w="10349" w:type="dxa"/>
        <w:tblInd w:w="-30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6039"/>
        <w:gridCol w:w="13"/>
        <w:gridCol w:w="2454"/>
        <w:gridCol w:w="1843"/>
      </w:tblGrid>
      <w:tr w:rsidR="007E3CB3" w:rsidTr="00F10E67">
        <w:trPr>
          <w:cantSplit/>
          <w:trHeight w:val="454"/>
          <w:tblHeader/>
        </w:trPr>
        <w:tc>
          <w:tcPr>
            <w:tcW w:w="8506" w:type="dxa"/>
            <w:gridSpan w:val="3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E3CB3" w:rsidRPr="003631FF" w:rsidRDefault="007E3CB3" w:rsidP="007E3CB3">
            <w:pPr>
              <w:pStyle w:val="a3"/>
              <w:tabs>
                <w:tab w:val="left" w:pos="7890"/>
              </w:tabs>
            </w:pPr>
            <w:r>
              <w:lastRenderedPageBreak/>
              <w:tab/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:rsidR="007E3CB3" w:rsidRPr="00073AF8" w:rsidRDefault="003143F4" w:rsidP="00073AF8">
            <w:pPr>
              <w:pStyle w:val="a3"/>
              <w:tabs>
                <w:tab w:val="left" w:pos="7890"/>
              </w:tabs>
              <w:rPr>
                <w:lang w:val="en-US"/>
              </w:rPr>
            </w:pPr>
            <w:r>
              <w:rPr>
                <w:sz w:val="26"/>
              </w:rPr>
              <w:t>Лист №</w:t>
            </w:r>
          </w:p>
        </w:tc>
      </w:tr>
      <w:tr w:rsidR="00126AD5" w:rsidTr="003143F4">
        <w:trPr>
          <w:cantSplit/>
          <w:tblHeader/>
        </w:trPr>
        <w:tc>
          <w:tcPr>
            <w:tcW w:w="10349" w:type="dxa"/>
            <w:gridSpan w:val="4"/>
            <w:tcBorders>
              <w:top w:val="double" w:sz="6" w:space="0" w:color="auto"/>
            </w:tcBorders>
          </w:tcPr>
          <w:p w:rsidR="00126AD5" w:rsidRPr="00F276A1" w:rsidRDefault="00126AD5" w:rsidP="0006795A">
            <w:pPr>
              <w:pStyle w:val="a3"/>
              <w:jc w:val="center"/>
              <w:rPr>
                <w:b/>
                <w:caps/>
                <w:sz w:val="24"/>
                <w:szCs w:val="24"/>
              </w:rPr>
            </w:pPr>
            <w:r w:rsidRPr="00F276A1">
              <w:rPr>
                <w:b/>
                <w:caps/>
                <w:sz w:val="24"/>
                <w:szCs w:val="24"/>
              </w:rPr>
              <w:t>КАРТА (ПЛАН)</w:t>
            </w:r>
          </w:p>
          <w:p w:rsidR="00126AD5" w:rsidRPr="00F276A1" w:rsidRDefault="00126AD5" w:rsidP="00126AD5">
            <w:pPr>
              <w:pStyle w:val="a3"/>
              <w:jc w:val="center"/>
              <w:rPr>
                <w:b/>
                <w:sz w:val="24"/>
                <w:szCs w:val="24"/>
                <w:u w:val="single"/>
              </w:rPr>
            </w:pPr>
            <w:r w:rsidRPr="00E660B4">
              <w:rPr>
                <w:b/>
                <w:sz w:val="24"/>
                <w:szCs w:val="24"/>
                <w:u w:val="single"/>
              </w:rPr>
              <w:t>Граница населенного пункта Подрезчиха Белохолуницкого района Кировской области</w:t>
            </w:r>
            <w:r w:rsidRPr="00F276A1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126AD5" w:rsidRPr="003631FF" w:rsidRDefault="00126AD5" w:rsidP="00126AD5">
            <w:pPr>
              <w:pStyle w:val="a3"/>
              <w:jc w:val="center"/>
            </w:pPr>
            <w:r>
              <w:t xml:space="preserve"> (наименование объекта землеустройства)</w:t>
            </w:r>
          </w:p>
        </w:tc>
      </w:tr>
      <w:tr w:rsidR="00126AD5" w:rsidTr="007E3CB3">
        <w:trPr>
          <w:cantSplit/>
          <w:tblHeader/>
        </w:trPr>
        <w:tc>
          <w:tcPr>
            <w:tcW w:w="10349" w:type="dxa"/>
            <w:gridSpan w:val="4"/>
          </w:tcPr>
          <w:p w:rsidR="00126AD5" w:rsidRPr="00F276A1" w:rsidRDefault="00126AD5" w:rsidP="0006795A">
            <w:pPr>
              <w:pStyle w:val="1"/>
              <w:spacing w:before="60" w:after="60"/>
              <w:jc w:val="center"/>
              <w:rPr>
                <w:b/>
                <w:szCs w:val="24"/>
              </w:rPr>
            </w:pPr>
            <w:r w:rsidRPr="00F276A1">
              <w:rPr>
                <w:b/>
                <w:szCs w:val="24"/>
              </w:rPr>
              <w:t>Титульный лист</w:t>
            </w:r>
          </w:p>
        </w:tc>
      </w:tr>
      <w:tr w:rsidR="00126AD5" w:rsidTr="007E3CB3">
        <w:trPr>
          <w:cantSplit/>
        </w:trPr>
        <w:tc>
          <w:tcPr>
            <w:tcW w:w="10349" w:type="dxa"/>
            <w:gridSpan w:val="4"/>
          </w:tcPr>
          <w:p w:rsidR="00126AD5" w:rsidRPr="00F276A1" w:rsidRDefault="00126AD5" w:rsidP="0006795A">
            <w:pPr>
              <w:pStyle w:val="1"/>
              <w:spacing w:before="60" w:after="60"/>
              <w:rPr>
                <w:b/>
                <w:szCs w:val="24"/>
              </w:rPr>
            </w:pPr>
            <w:r w:rsidRPr="00F276A1">
              <w:rPr>
                <w:b/>
                <w:szCs w:val="24"/>
              </w:rPr>
              <w:t>2. Сведения об исполнителе землеустроительных работ:</w:t>
            </w:r>
          </w:p>
        </w:tc>
      </w:tr>
      <w:tr w:rsidR="00126AD5" w:rsidTr="007E3CB3">
        <w:trPr>
          <w:cantSplit/>
          <w:trHeight w:val="389"/>
        </w:trPr>
        <w:tc>
          <w:tcPr>
            <w:tcW w:w="10349" w:type="dxa"/>
            <w:gridSpan w:val="4"/>
            <w:vAlign w:val="center"/>
          </w:tcPr>
          <w:p w:rsidR="00126AD5" w:rsidRPr="00F276A1" w:rsidRDefault="00126AD5" w:rsidP="0006795A">
            <w:pPr>
              <w:pStyle w:val="1"/>
              <w:rPr>
                <w:b/>
                <w:szCs w:val="24"/>
              </w:rPr>
            </w:pPr>
            <w:r w:rsidRPr="00F276A1">
              <w:rPr>
                <w:b/>
                <w:szCs w:val="24"/>
              </w:rPr>
              <w:t>Об индивидуальном предпринимателе:</w:t>
            </w:r>
          </w:p>
        </w:tc>
      </w:tr>
      <w:tr w:rsidR="00126AD5" w:rsidTr="007E3CB3">
        <w:trPr>
          <w:cantSplit/>
          <w:trHeight w:val="507"/>
        </w:trPr>
        <w:tc>
          <w:tcPr>
            <w:tcW w:w="10349" w:type="dxa"/>
            <w:gridSpan w:val="4"/>
          </w:tcPr>
          <w:p w:rsidR="00126AD5" w:rsidRPr="00F276A1" w:rsidRDefault="00126AD5" w:rsidP="00F276A1">
            <w:pPr>
              <w:pStyle w:val="1"/>
              <w:rPr>
                <w:b/>
                <w:szCs w:val="24"/>
                <w:u w:val="single"/>
              </w:rPr>
            </w:pPr>
            <w:r w:rsidRPr="00F276A1">
              <w:rPr>
                <w:szCs w:val="24"/>
              </w:rPr>
              <w:t xml:space="preserve">Фамилия, имя, отчество </w:t>
            </w:r>
            <w:r w:rsidRPr="00F276A1">
              <w:rPr>
                <w:sz w:val="20"/>
              </w:rPr>
              <w:t>(отчество указывается при наличии)</w:t>
            </w:r>
            <w:r w:rsidR="00FC49B6" w:rsidRPr="00F276A1">
              <w:rPr>
                <w:b/>
                <w:szCs w:val="24"/>
              </w:rPr>
              <w:t xml:space="preserve"> </w:t>
            </w:r>
            <w:r w:rsidR="00C947B5" w:rsidRPr="00F276A1">
              <w:rPr>
                <w:b/>
                <w:szCs w:val="24"/>
                <w:u w:val="single"/>
              </w:rPr>
              <w:t>–</w:t>
            </w:r>
          </w:p>
        </w:tc>
      </w:tr>
      <w:tr w:rsidR="00126AD5" w:rsidTr="007E3CB3">
        <w:trPr>
          <w:cantSplit/>
          <w:trHeight w:val="461"/>
        </w:trPr>
        <w:tc>
          <w:tcPr>
            <w:tcW w:w="10349" w:type="dxa"/>
            <w:gridSpan w:val="4"/>
          </w:tcPr>
          <w:p w:rsidR="00126AD5" w:rsidRPr="00F276A1" w:rsidRDefault="00126AD5" w:rsidP="00690535">
            <w:pPr>
              <w:pStyle w:val="1"/>
              <w:rPr>
                <w:szCs w:val="24"/>
              </w:rPr>
            </w:pPr>
            <w:r w:rsidRPr="00F276A1">
              <w:rPr>
                <w:szCs w:val="24"/>
              </w:rPr>
              <w:t xml:space="preserve">Идентификационный номер налогоплательщика </w:t>
            </w:r>
            <w:r w:rsidR="00690535" w:rsidRPr="00F276A1">
              <w:rPr>
                <w:b/>
                <w:szCs w:val="24"/>
                <w:u w:val="single"/>
                <w:lang w:val="en-US"/>
              </w:rPr>
              <w:t xml:space="preserve"> </w:t>
            </w:r>
            <w:r w:rsidR="00C11B27" w:rsidRPr="00F276A1">
              <w:rPr>
                <w:b/>
                <w:szCs w:val="24"/>
                <w:u w:val="single"/>
                <w:lang w:val="en-US"/>
              </w:rPr>
              <w:t>–</w:t>
            </w:r>
          </w:p>
        </w:tc>
      </w:tr>
      <w:tr w:rsidR="00126AD5" w:rsidTr="007E3CB3">
        <w:trPr>
          <w:cantSplit/>
          <w:trHeight w:val="461"/>
        </w:trPr>
        <w:tc>
          <w:tcPr>
            <w:tcW w:w="10349" w:type="dxa"/>
            <w:gridSpan w:val="4"/>
          </w:tcPr>
          <w:p w:rsidR="00126AD5" w:rsidRPr="00F276A1" w:rsidRDefault="00126AD5" w:rsidP="00876559">
            <w:pPr>
              <w:pStyle w:val="1"/>
              <w:rPr>
                <w:szCs w:val="24"/>
              </w:rPr>
            </w:pPr>
            <w:r w:rsidRPr="00F276A1">
              <w:rPr>
                <w:szCs w:val="24"/>
              </w:rPr>
              <w:t xml:space="preserve">Контактный телефон и почтовый адрес </w:t>
            </w:r>
            <w:r w:rsidR="00690535" w:rsidRPr="00F276A1">
              <w:rPr>
                <w:b/>
                <w:szCs w:val="24"/>
                <w:u w:val="single"/>
              </w:rPr>
              <w:t xml:space="preserve"> </w:t>
            </w:r>
            <w:r w:rsidR="00BD0B51" w:rsidRPr="00F276A1">
              <w:rPr>
                <w:b/>
                <w:szCs w:val="24"/>
                <w:u w:val="single"/>
              </w:rPr>
              <w:t>–</w:t>
            </w:r>
          </w:p>
        </w:tc>
      </w:tr>
      <w:tr w:rsidR="00126AD5" w:rsidTr="007E3CB3">
        <w:trPr>
          <w:cantSplit/>
          <w:trHeight w:val="461"/>
        </w:trPr>
        <w:tc>
          <w:tcPr>
            <w:tcW w:w="10349" w:type="dxa"/>
            <w:gridSpan w:val="4"/>
          </w:tcPr>
          <w:p w:rsidR="00126AD5" w:rsidRPr="00F276A1" w:rsidRDefault="00126AD5" w:rsidP="00690535">
            <w:pPr>
              <w:pStyle w:val="1"/>
              <w:rPr>
                <w:szCs w:val="24"/>
              </w:rPr>
            </w:pPr>
            <w:r w:rsidRPr="00F276A1">
              <w:rPr>
                <w:szCs w:val="24"/>
              </w:rPr>
              <w:t xml:space="preserve">Номер квалификационного аттестата кадастрового инженера </w:t>
            </w:r>
            <w:r w:rsidRPr="00F276A1">
              <w:rPr>
                <w:sz w:val="20"/>
              </w:rPr>
              <w:t>(если исполнителем является кадастровый инженер)</w:t>
            </w:r>
            <w:r w:rsidRPr="00F276A1">
              <w:rPr>
                <w:szCs w:val="24"/>
              </w:rPr>
              <w:t xml:space="preserve"> </w:t>
            </w:r>
            <w:r w:rsidR="00690535" w:rsidRPr="00F276A1">
              <w:rPr>
                <w:b/>
                <w:szCs w:val="24"/>
                <w:u w:val="single"/>
              </w:rPr>
              <w:t xml:space="preserve"> </w:t>
            </w:r>
            <w:r w:rsidR="00C11B27" w:rsidRPr="00F276A1">
              <w:rPr>
                <w:b/>
                <w:szCs w:val="24"/>
                <w:u w:val="single"/>
              </w:rPr>
              <w:t>–</w:t>
            </w:r>
          </w:p>
        </w:tc>
      </w:tr>
      <w:tr w:rsidR="00126AD5" w:rsidTr="007E3CB3">
        <w:trPr>
          <w:cantSplit/>
          <w:trHeight w:val="461"/>
        </w:trPr>
        <w:tc>
          <w:tcPr>
            <w:tcW w:w="10349" w:type="dxa"/>
            <w:gridSpan w:val="4"/>
            <w:vAlign w:val="center"/>
          </w:tcPr>
          <w:p w:rsidR="00126AD5" w:rsidRPr="00F276A1" w:rsidRDefault="00126AD5" w:rsidP="0006795A">
            <w:pPr>
              <w:pStyle w:val="1"/>
              <w:rPr>
                <w:b/>
                <w:szCs w:val="24"/>
              </w:rPr>
            </w:pPr>
            <w:r w:rsidRPr="00F276A1">
              <w:rPr>
                <w:b/>
                <w:szCs w:val="24"/>
              </w:rPr>
              <w:t>О юридическом лице:</w:t>
            </w:r>
          </w:p>
        </w:tc>
      </w:tr>
      <w:tr w:rsidR="00126AD5" w:rsidTr="007E3CB3">
        <w:trPr>
          <w:cantSplit/>
          <w:trHeight w:val="461"/>
        </w:trPr>
        <w:tc>
          <w:tcPr>
            <w:tcW w:w="10349" w:type="dxa"/>
            <w:gridSpan w:val="4"/>
          </w:tcPr>
          <w:p w:rsidR="00126AD5" w:rsidRPr="00F276A1" w:rsidRDefault="00126AD5" w:rsidP="00F276A1">
            <w:pPr>
              <w:pStyle w:val="1"/>
              <w:ind w:left="79" w:hanging="79"/>
              <w:rPr>
                <w:szCs w:val="24"/>
                <w:lang w:val="en-US"/>
              </w:rPr>
            </w:pPr>
            <w:r w:rsidRPr="00F276A1">
              <w:rPr>
                <w:szCs w:val="24"/>
              </w:rPr>
              <w:t>Полное наименование</w:t>
            </w:r>
            <w:r w:rsidR="00FC49B6" w:rsidRPr="00F276A1">
              <w:rPr>
                <w:szCs w:val="24"/>
              </w:rPr>
              <w:t xml:space="preserve"> </w:t>
            </w:r>
            <w:r w:rsidR="00BD0B51" w:rsidRPr="00F276A1">
              <w:rPr>
                <w:b/>
                <w:szCs w:val="24"/>
                <w:u w:val="single"/>
                <w:lang w:val="en-US"/>
              </w:rPr>
              <w:t>Администрация Подрезчихинского сельского поселения Белохолуницкого района</w:t>
            </w:r>
          </w:p>
        </w:tc>
      </w:tr>
      <w:tr w:rsidR="00126AD5" w:rsidTr="007E3CB3">
        <w:trPr>
          <w:cantSplit/>
          <w:trHeight w:val="461"/>
        </w:trPr>
        <w:tc>
          <w:tcPr>
            <w:tcW w:w="10349" w:type="dxa"/>
            <w:gridSpan w:val="4"/>
          </w:tcPr>
          <w:p w:rsidR="00126AD5" w:rsidRPr="00F276A1" w:rsidRDefault="00126AD5" w:rsidP="00690535">
            <w:pPr>
              <w:pStyle w:val="1"/>
              <w:rPr>
                <w:szCs w:val="24"/>
              </w:rPr>
            </w:pPr>
            <w:r w:rsidRPr="00F276A1">
              <w:rPr>
                <w:szCs w:val="24"/>
              </w:rPr>
              <w:t xml:space="preserve">Основной государственный регистрационный номер </w:t>
            </w:r>
            <w:r w:rsidR="00BD0B51" w:rsidRPr="00F276A1">
              <w:rPr>
                <w:b/>
                <w:szCs w:val="24"/>
                <w:u w:val="single"/>
              </w:rPr>
              <w:t>1054301515289</w:t>
            </w:r>
          </w:p>
        </w:tc>
      </w:tr>
      <w:tr w:rsidR="00126AD5" w:rsidTr="007E3CB3">
        <w:trPr>
          <w:cantSplit/>
          <w:trHeight w:val="461"/>
        </w:trPr>
        <w:tc>
          <w:tcPr>
            <w:tcW w:w="10349" w:type="dxa"/>
            <w:gridSpan w:val="4"/>
          </w:tcPr>
          <w:p w:rsidR="00126AD5" w:rsidRPr="00F276A1" w:rsidRDefault="00126AD5" w:rsidP="0006703F">
            <w:pPr>
              <w:pStyle w:val="1"/>
              <w:rPr>
                <w:szCs w:val="24"/>
              </w:rPr>
            </w:pPr>
            <w:r w:rsidRPr="00F276A1">
              <w:rPr>
                <w:szCs w:val="24"/>
              </w:rPr>
              <w:t>Контактный телефон и почтовый адрес</w:t>
            </w:r>
            <w:r w:rsidR="00FC49B6" w:rsidRPr="00F276A1">
              <w:rPr>
                <w:szCs w:val="24"/>
              </w:rPr>
              <w:t xml:space="preserve"> </w:t>
            </w:r>
            <w:r w:rsidR="00BD0B51" w:rsidRPr="00F276A1">
              <w:rPr>
                <w:b/>
                <w:szCs w:val="24"/>
                <w:u w:val="single"/>
              </w:rPr>
              <w:t>(83364) 4-98-19, 613215, Кировская область, Белохолуницкий район, п. Подрезчиха, ул. Свободы, д. 10</w:t>
            </w:r>
          </w:p>
        </w:tc>
      </w:tr>
      <w:tr w:rsidR="00126AD5" w:rsidTr="007E3CB3">
        <w:trPr>
          <w:cantSplit/>
          <w:trHeight w:val="461"/>
        </w:trPr>
        <w:tc>
          <w:tcPr>
            <w:tcW w:w="10349" w:type="dxa"/>
            <w:gridSpan w:val="4"/>
          </w:tcPr>
          <w:p w:rsidR="00126AD5" w:rsidRPr="00F276A1" w:rsidRDefault="00126AD5" w:rsidP="0006795A">
            <w:pPr>
              <w:pStyle w:val="1"/>
              <w:rPr>
                <w:szCs w:val="24"/>
              </w:rPr>
            </w:pPr>
            <w:r w:rsidRPr="00F276A1">
              <w:rPr>
                <w:szCs w:val="24"/>
              </w:rPr>
              <w:t xml:space="preserve">Фамилия и инициалы уполномоченного представителя юридического лица, </w:t>
            </w:r>
          </w:p>
          <w:p w:rsidR="00126AD5" w:rsidRPr="00F276A1" w:rsidRDefault="00126AD5" w:rsidP="00226E19">
            <w:pPr>
              <w:pStyle w:val="1"/>
              <w:rPr>
                <w:b/>
                <w:szCs w:val="24"/>
                <w:u w:val="single"/>
              </w:rPr>
            </w:pPr>
            <w:r w:rsidRPr="00F276A1">
              <w:rPr>
                <w:szCs w:val="24"/>
              </w:rPr>
              <w:t xml:space="preserve">его должность, реквизиты доверенности </w:t>
            </w:r>
            <w:r w:rsidRPr="00F276A1">
              <w:rPr>
                <w:sz w:val="20"/>
              </w:rPr>
              <w:t>(если представитель действует по доверенности)</w:t>
            </w:r>
            <w:r w:rsidRPr="00F276A1">
              <w:rPr>
                <w:szCs w:val="24"/>
              </w:rPr>
              <w:t xml:space="preserve"> </w:t>
            </w:r>
            <w:r w:rsidR="006F1D50" w:rsidRPr="00F276A1">
              <w:rPr>
                <w:b/>
                <w:szCs w:val="24"/>
                <w:u w:val="single"/>
              </w:rPr>
              <w:t>Шулаков А.А. глава администрации</w:t>
            </w:r>
            <w:r w:rsidR="006F1D50" w:rsidRPr="00F276A1">
              <w:rPr>
                <w:b/>
                <w:szCs w:val="24"/>
              </w:rPr>
              <w:t xml:space="preserve"> </w:t>
            </w:r>
          </w:p>
        </w:tc>
      </w:tr>
      <w:tr w:rsidR="00126AD5" w:rsidTr="007E3CB3">
        <w:trPr>
          <w:cantSplit/>
        </w:trPr>
        <w:tc>
          <w:tcPr>
            <w:tcW w:w="10349" w:type="dxa"/>
            <w:gridSpan w:val="4"/>
          </w:tcPr>
          <w:p w:rsidR="00126AD5" w:rsidRPr="00F276A1" w:rsidRDefault="00126AD5" w:rsidP="00425CBD">
            <w:pPr>
              <w:pStyle w:val="1"/>
              <w:tabs>
                <w:tab w:val="left" w:pos="10142"/>
              </w:tabs>
              <w:spacing w:before="60" w:after="60"/>
              <w:jc w:val="both"/>
              <w:rPr>
                <w:szCs w:val="24"/>
              </w:rPr>
            </w:pPr>
            <w:r w:rsidRPr="00F276A1">
              <w:rPr>
                <w:szCs w:val="24"/>
              </w:rPr>
              <w:t>Сведения о кадастровом инженере</w:t>
            </w:r>
            <w:r w:rsidR="00FC49B6" w:rsidRPr="00F276A1">
              <w:rPr>
                <w:szCs w:val="24"/>
              </w:rPr>
              <w:t xml:space="preserve"> </w:t>
            </w:r>
            <w:r w:rsidR="006F1D50" w:rsidRPr="00F276A1">
              <w:rPr>
                <w:b/>
                <w:szCs w:val="24"/>
                <w:u w:val="single"/>
              </w:rPr>
              <w:t>–</w:t>
            </w:r>
            <w:r w:rsidRPr="00F276A1">
              <w:rPr>
                <w:b/>
                <w:szCs w:val="24"/>
              </w:rPr>
              <w:t xml:space="preserve"> </w:t>
            </w:r>
          </w:p>
        </w:tc>
      </w:tr>
      <w:tr w:rsidR="00126AD5" w:rsidTr="007E3CB3">
        <w:trPr>
          <w:cantSplit/>
        </w:trPr>
        <w:tc>
          <w:tcPr>
            <w:tcW w:w="6039" w:type="dxa"/>
            <w:vAlign w:val="bottom"/>
          </w:tcPr>
          <w:p w:rsidR="00126AD5" w:rsidRPr="00F276A1" w:rsidRDefault="00FC49B6" w:rsidP="00F276A1">
            <w:pPr>
              <w:pStyle w:val="1"/>
              <w:tabs>
                <w:tab w:val="left" w:pos="10142"/>
              </w:tabs>
              <w:spacing w:before="60" w:after="60"/>
              <w:rPr>
                <w:szCs w:val="24"/>
                <w:lang w:val="en-US"/>
              </w:rPr>
            </w:pPr>
            <w:r w:rsidRPr="00F276A1">
              <w:rPr>
                <w:szCs w:val="24"/>
              </w:rPr>
              <w:t>Подпись _____________ (</w:t>
            </w:r>
            <w:r w:rsidR="002D77F2">
              <w:rPr>
                <w:szCs w:val="24"/>
              </w:rPr>
              <w:t xml:space="preserve"> </w:t>
            </w:r>
            <w:r w:rsidRPr="00F276A1">
              <w:rPr>
                <w:szCs w:val="24"/>
                <w:lang w:val="en-US"/>
              </w:rPr>
              <w:t>Шулаков А.А.</w:t>
            </w:r>
            <w:r w:rsidR="002D77F2">
              <w:rPr>
                <w:szCs w:val="24"/>
              </w:rPr>
              <w:t xml:space="preserve"> </w:t>
            </w:r>
            <w:r w:rsidRPr="00F276A1">
              <w:rPr>
                <w:szCs w:val="24"/>
              </w:rPr>
              <w:t>)</w:t>
            </w:r>
          </w:p>
        </w:tc>
        <w:tc>
          <w:tcPr>
            <w:tcW w:w="4310" w:type="dxa"/>
            <w:gridSpan w:val="3"/>
            <w:vAlign w:val="bottom"/>
          </w:tcPr>
          <w:p w:rsidR="00126AD5" w:rsidRPr="00F276A1" w:rsidRDefault="00126AD5" w:rsidP="009C7BC9">
            <w:pPr>
              <w:pStyle w:val="a9"/>
              <w:spacing w:before="62" w:beforeAutospacing="0" w:after="62"/>
              <w:jc w:val="center"/>
            </w:pPr>
            <w:r w:rsidRPr="00F276A1">
              <w:t xml:space="preserve">Дата </w:t>
            </w:r>
            <w:r w:rsidR="00FC49B6" w:rsidRPr="00F276A1">
              <w:rPr>
                <w:lang w:val="en-US"/>
              </w:rPr>
              <w:t>19.12.2018</w:t>
            </w:r>
            <w:r w:rsidRPr="00F276A1">
              <w:t xml:space="preserve"> г.</w:t>
            </w:r>
          </w:p>
        </w:tc>
      </w:tr>
      <w:tr w:rsidR="00126AD5" w:rsidTr="007E3CB3">
        <w:trPr>
          <w:cantSplit/>
        </w:trPr>
        <w:tc>
          <w:tcPr>
            <w:tcW w:w="10349" w:type="dxa"/>
            <w:gridSpan w:val="4"/>
            <w:tcBorders>
              <w:bottom w:val="double" w:sz="6" w:space="0" w:color="auto"/>
            </w:tcBorders>
          </w:tcPr>
          <w:p w:rsidR="00D3365C" w:rsidRDefault="00D3365C" w:rsidP="0006795A">
            <w:pPr>
              <w:pStyle w:val="1"/>
              <w:tabs>
                <w:tab w:val="left" w:pos="10142"/>
              </w:tabs>
              <w:spacing w:before="60" w:after="60"/>
              <w:rPr>
                <w:i/>
                <w:sz w:val="20"/>
              </w:rPr>
            </w:pPr>
          </w:p>
          <w:p w:rsidR="00126AD5" w:rsidRDefault="00126AD5" w:rsidP="0006795A">
            <w:pPr>
              <w:pStyle w:val="1"/>
              <w:tabs>
                <w:tab w:val="left" w:pos="10142"/>
              </w:tabs>
              <w:spacing w:before="60" w:after="60"/>
              <w:rPr>
                <w:i/>
                <w:sz w:val="20"/>
              </w:rPr>
            </w:pPr>
            <w:r w:rsidRPr="00D3365C">
              <w:rPr>
                <w:i/>
                <w:sz w:val="20"/>
              </w:rPr>
              <w:t>Место для оттиска печати лица, составившего карту (план) объекта землеустройства</w:t>
            </w:r>
          </w:p>
          <w:p w:rsidR="00D3365C" w:rsidRPr="00D3365C" w:rsidRDefault="00D3365C" w:rsidP="0006795A">
            <w:pPr>
              <w:pStyle w:val="1"/>
              <w:tabs>
                <w:tab w:val="left" w:pos="10142"/>
              </w:tabs>
              <w:spacing w:before="60" w:after="60"/>
              <w:rPr>
                <w:i/>
                <w:sz w:val="26"/>
              </w:rPr>
            </w:pPr>
          </w:p>
        </w:tc>
      </w:tr>
      <w:tr w:rsidR="00126AD5" w:rsidTr="007E3CB3">
        <w:trPr>
          <w:cantSplit/>
        </w:trPr>
        <w:tc>
          <w:tcPr>
            <w:tcW w:w="10349" w:type="dxa"/>
            <w:gridSpan w:val="4"/>
            <w:tcBorders>
              <w:top w:val="double" w:sz="6" w:space="0" w:color="auto"/>
              <w:bottom w:val="single" w:sz="4" w:space="0" w:color="auto"/>
            </w:tcBorders>
          </w:tcPr>
          <w:p w:rsidR="00126AD5" w:rsidRPr="00A7113B" w:rsidRDefault="00126AD5" w:rsidP="0006795A">
            <w:pPr>
              <w:pStyle w:val="1"/>
              <w:tabs>
                <w:tab w:val="left" w:pos="10142"/>
              </w:tabs>
              <w:spacing w:before="60" w:after="60"/>
              <w:rPr>
                <w:b/>
                <w:szCs w:val="24"/>
              </w:rPr>
            </w:pPr>
            <w:r w:rsidRPr="00F276A1">
              <w:rPr>
                <w:b/>
                <w:szCs w:val="24"/>
              </w:rPr>
              <w:t>3. Сведения о согласовании карты (плана) объекта землеустройства:</w:t>
            </w:r>
          </w:p>
        </w:tc>
      </w:tr>
      <w:tr w:rsidR="00126AD5" w:rsidTr="007E3CB3">
        <w:trPr>
          <w:cantSplit/>
        </w:trPr>
        <w:tc>
          <w:tcPr>
            <w:tcW w:w="10349" w:type="dxa"/>
            <w:gridSpan w:val="4"/>
            <w:tcBorders>
              <w:top w:val="single" w:sz="4" w:space="0" w:color="auto"/>
            </w:tcBorders>
          </w:tcPr>
          <w:p w:rsidR="00126AD5" w:rsidRPr="001929F7" w:rsidRDefault="00F62947" w:rsidP="009D0A86">
            <w:pPr>
              <w:pStyle w:val="1"/>
              <w:rPr>
                <w:szCs w:val="24"/>
              </w:rPr>
            </w:pPr>
            <w:r w:rsidRPr="00B521BA">
              <w:rPr>
                <w:szCs w:val="24"/>
              </w:rPr>
              <w:t xml:space="preserve"> </w:t>
            </w:r>
            <w:r w:rsidR="00126AD5" w:rsidRPr="00F276A1">
              <w:rPr>
                <w:szCs w:val="24"/>
              </w:rPr>
              <w:t>Полное наименование органа (организации), с которым осуществляется согласование, фамилия и инициалы уполномоченного лица, его должность</w:t>
            </w:r>
            <w:r w:rsidR="00690535" w:rsidRPr="00F276A1">
              <w:rPr>
                <w:szCs w:val="24"/>
              </w:rPr>
              <w:t xml:space="preserve"> </w:t>
            </w:r>
            <w:r w:rsidR="00FC49B6" w:rsidRPr="00F276A1">
              <w:rPr>
                <w:b/>
                <w:szCs w:val="24"/>
                <w:u w:val="single"/>
              </w:rPr>
              <w:t>Администрация Подрезчихинского сельского поселения Белохолуницкого района, глава администрации, Шулаков Александр Анатольевич</w:t>
            </w:r>
            <w:r w:rsidR="001929F7" w:rsidRPr="001929F7">
              <w:rPr>
                <w:b/>
                <w:szCs w:val="24"/>
                <w:u w:val="single"/>
              </w:rPr>
              <w:t xml:space="preserve">  </w:t>
            </w:r>
          </w:p>
        </w:tc>
      </w:tr>
      <w:tr w:rsidR="00126AD5" w:rsidTr="007E3CB3">
        <w:trPr>
          <w:cantSplit/>
        </w:trPr>
        <w:tc>
          <w:tcPr>
            <w:tcW w:w="10349" w:type="dxa"/>
            <w:gridSpan w:val="4"/>
          </w:tcPr>
          <w:p w:rsidR="00126AD5" w:rsidRPr="00F276A1" w:rsidRDefault="00126AD5" w:rsidP="006347A6">
            <w:pPr>
              <w:pStyle w:val="1"/>
              <w:rPr>
                <w:szCs w:val="24"/>
              </w:rPr>
            </w:pPr>
            <w:r w:rsidRPr="00F276A1">
              <w:rPr>
                <w:szCs w:val="24"/>
              </w:rPr>
              <w:t xml:space="preserve">Реквизиты письма </w:t>
            </w:r>
            <w:r w:rsidRPr="00F276A1">
              <w:rPr>
                <w:sz w:val="20"/>
              </w:rPr>
              <w:t>(дата и номер, если согласование оформлено в виде письма</w:t>
            </w:r>
            <w:r w:rsidRPr="00F276A1">
              <w:rPr>
                <w:szCs w:val="24"/>
              </w:rPr>
              <w:t xml:space="preserve">) </w:t>
            </w:r>
            <w:r w:rsidR="00690535" w:rsidRPr="00F276A1">
              <w:rPr>
                <w:szCs w:val="24"/>
              </w:rPr>
              <w:t xml:space="preserve"> </w:t>
            </w:r>
            <w:r w:rsidR="00D021C1" w:rsidRPr="00F276A1">
              <w:rPr>
                <w:b/>
                <w:szCs w:val="24"/>
                <w:u w:val="single"/>
              </w:rPr>
              <w:t>–</w:t>
            </w:r>
          </w:p>
        </w:tc>
      </w:tr>
      <w:tr w:rsidR="00126AD5" w:rsidTr="007E3CB3">
        <w:trPr>
          <w:cantSplit/>
        </w:trPr>
        <w:tc>
          <w:tcPr>
            <w:tcW w:w="6052" w:type="dxa"/>
            <w:gridSpan w:val="2"/>
            <w:vAlign w:val="bottom"/>
          </w:tcPr>
          <w:p w:rsidR="00126AD5" w:rsidRPr="00F276A1" w:rsidRDefault="00D3365C" w:rsidP="00F276A1">
            <w:pPr>
              <w:pStyle w:val="1"/>
              <w:tabs>
                <w:tab w:val="left" w:pos="10142"/>
              </w:tabs>
              <w:spacing w:before="60" w:after="60"/>
              <w:rPr>
                <w:szCs w:val="24"/>
                <w:lang w:val="en-US"/>
              </w:rPr>
            </w:pPr>
            <w:r w:rsidRPr="00F276A1">
              <w:rPr>
                <w:szCs w:val="24"/>
              </w:rPr>
              <w:t>Подпись _____________ (</w:t>
            </w:r>
            <w:r w:rsidR="002D77F2">
              <w:rPr>
                <w:szCs w:val="24"/>
              </w:rPr>
              <w:t xml:space="preserve"> </w:t>
            </w:r>
            <w:r w:rsidRPr="00F276A1">
              <w:rPr>
                <w:szCs w:val="24"/>
                <w:lang w:val="en-US"/>
              </w:rPr>
              <w:t>Шулаков А. А.</w:t>
            </w:r>
            <w:r w:rsidR="002D77F2">
              <w:rPr>
                <w:szCs w:val="24"/>
              </w:rPr>
              <w:t xml:space="preserve"> </w:t>
            </w:r>
            <w:r w:rsidRPr="00F276A1">
              <w:rPr>
                <w:szCs w:val="24"/>
              </w:rPr>
              <w:t>)</w:t>
            </w:r>
          </w:p>
        </w:tc>
        <w:tc>
          <w:tcPr>
            <w:tcW w:w="4297" w:type="dxa"/>
            <w:gridSpan w:val="2"/>
            <w:vAlign w:val="bottom"/>
          </w:tcPr>
          <w:p w:rsidR="00126AD5" w:rsidRPr="00F276A1" w:rsidRDefault="00126AD5" w:rsidP="001929F7">
            <w:pPr>
              <w:pStyle w:val="1"/>
              <w:tabs>
                <w:tab w:val="left" w:pos="10142"/>
              </w:tabs>
              <w:spacing w:before="60" w:after="60"/>
              <w:jc w:val="center"/>
              <w:rPr>
                <w:szCs w:val="24"/>
              </w:rPr>
            </w:pPr>
            <w:r w:rsidRPr="00F276A1">
              <w:rPr>
                <w:szCs w:val="24"/>
              </w:rPr>
              <w:t xml:space="preserve">Дата </w:t>
            </w:r>
            <w:r w:rsidR="009D0A86" w:rsidRPr="001929F7">
              <w:rPr>
                <w:szCs w:val="24"/>
              </w:rPr>
              <w:t>19.12.2018</w:t>
            </w:r>
            <w:r w:rsidR="009D0A86">
              <w:rPr>
                <w:szCs w:val="24"/>
                <w:lang w:val="en-US"/>
              </w:rPr>
              <w:t xml:space="preserve"> </w:t>
            </w:r>
            <w:r w:rsidRPr="00F276A1">
              <w:rPr>
                <w:szCs w:val="24"/>
              </w:rPr>
              <w:t>г.</w:t>
            </w:r>
          </w:p>
        </w:tc>
      </w:tr>
      <w:tr w:rsidR="00E535C7" w:rsidTr="007E3CB3">
        <w:trPr>
          <w:cantSplit/>
          <w:trHeight w:val="1024"/>
        </w:trPr>
        <w:tc>
          <w:tcPr>
            <w:tcW w:w="10349" w:type="dxa"/>
            <w:gridSpan w:val="4"/>
            <w:vAlign w:val="bottom"/>
          </w:tcPr>
          <w:p w:rsidR="00E535C7" w:rsidRPr="00D3365C" w:rsidRDefault="00E535C7" w:rsidP="005C18D4">
            <w:pPr>
              <w:pStyle w:val="1"/>
              <w:tabs>
                <w:tab w:val="left" w:pos="10142"/>
              </w:tabs>
              <w:spacing w:before="60" w:after="60" w:line="120" w:lineRule="exact"/>
              <w:rPr>
                <w:i/>
                <w:sz w:val="22"/>
              </w:rPr>
            </w:pPr>
          </w:p>
          <w:p w:rsidR="00E535C7" w:rsidRDefault="00E535C7" w:rsidP="005C18D4">
            <w:pPr>
              <w:pStyle w:val="1"/>
              <w:tabs>
                <w:tab w:val="left" w:pos="10142"/>
              </w:tabs>
              <w:spacing w:before="60" w:after="60"/>
              <w:rPr>
                <w:i/>
                <w:sz w:val="20"/>
              </w:rPr>
            </w:pPr>
            <w:r w:rsidRPr="00D3365C">
              <w:rPr>
                <w:i/>
                <w:sz w:val="20"/>
              </w:rPr>
              <w:t>Место для оттиска печати органа (организации), с которым осуществляется согласование</w:t>
            </w:r>
            <w:r>
              <w:rPr>
                <w:i/>
                <w:sz w:val="20"/>
              </w:rPr>
              <w:t xml:space="preserve"> </w:t>
            </w:r>
          </w:p>
          <w:p w:rsidR="00E535C7" w:rsidRPr="00DD1AC2" w:rsidRDefault="00E535C7" w:rsidP="005C18D4">
            <w:pPr>
              <w:pStyle w:val="1"/>
              <w:tabs>
                <w:tab w:val="left" w:pos="10142"/>
              </w:tabs>
              <w:spacing w:before="60" w:after="60"/>
              <w:rPr>
                <w:i/>
                <w:sz w:val="20"/>
              </w:rPr>
            </w:pPr>
          </w:p>
        </w:tc>
      </w:tr>
    </w:tbl>
    <w:p w:rsidR="00A7113B" w:rsidRPr="007F4A98" w:rsidRDefault="00A7113B"/>
    <w:p w:rsidR="001E33F0" w:rsidRDefault="001E33F0">
      <w:r>
        <w:br w:type="page"/>
      </w:r>
    </w:p>
    <w:tbl>
      <w:tblPr>
        <w:tblW w:w="10349" w:type="dxa"/>
        <w:tblInd w:w="-306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8506"/>
        <w:gridCol w:w="1843"/>
      </w:tblGrid>
      <w:tr w:rsidR="003143F4" w:rsidTr="00F10E67">
        <w:trPr>
          <w:cantSplit/>
          <w:trHeight w:val="454"/>
          <w:tblHeader/>
        </w:trPr>
        <w:tc>
          <w:tcPr>
            <w:tcW w:w="8506" w:type="dxa"/>
            <w:tcBorders>
              <w:bottom w:val="double" w:sz="6" w:space="0" w:color="auto"/>
              <w:right w:val="double" w:sz="6" w:space="0" w:color="auto"/>
            </w:tcBorders>
          </w:tcPr>
          <w:p w:rsidR="003143F4" w:rsidRPr="003143F4" w:rsidRDefault="003143F4" w:rsidP="0019218D">
            <w:pPr>
              <w:pStyle w:val="a3"/>
              <w:jc w:val="center"/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3143F4" w:rsidRPr="00073AF8" w:rsidRDefault="003143F4" w:rsidP="003143F4">
            <w:pPr>
              <w:pStyle w:val="a3"/>
              <w:rPr>
                <w:lang w:val="en-US"/>
              </w:rPr>
            </w:pPr>
            <w:r>
              <w:rPr>
                <w:sz w:val="26"/>
              </w:rPr>
              <w:t>Лист №</w:t>
            </w:r>
          </w:p>
        </w:tc>
      </w:tr>
      <w:tr w:rsidR="00FC0129" w:rsidTr="005C18D4">
        <w:trPr>
          <w:cantSplit/>
          <w:tblHeader/>
        </w:trPr>
        <w:tc>
          <w:tcPr>
            <w:tcW w:w="103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FC0129" w:rsidRPr="00F276A1" w:rsidRDefault="00FC0129" w:rsidP="005C18D4">
            <w:pPr>
              <w:pStyle w:val="a3"/>
              <w:jc w:val="center"/>
              <w:rPr>
                <w:b/>
                <w:caps/>
                <w:sz w:val="24"/>
                <w:szCs w:val="24"/>
              </w:rPr>
            </w:pPr>
            <w:r w:rsidRPr="00F276A1">
              <w:rPr>
                <w:b/>
                <w:caps/>
                <w:sz w:val="24"/>
                <w:szCs w:val="24"/>
              </w:rPr>
              <w:t>КАРТА (ПЛАН)</w:t>
            </w:r>
          </w:p>
          <w:p w:rsidR="00FC0129" w:rsidRPr="00F276A1" w:rsidRDefault="00FC0129" w:rsidP="005C18D4">
            <w:pPr>
              <w:pStyle w:val="a3"/>
              <w:jc w:val="center"/>
              <w:rPr>
                <w:b/>
                <w:sz w:val="24"/>
                <w:szCs w:val="24"/>
                <w:u w:val="single"/>
              </w:rPr>
            </w:pPr>
            <w:r w:rsidRPr="00E660B4">
              <w:rPr>
                <w:b/>
                <w:sz w:val="24"/>
                <w:szCs w:val="24"/>
                <w:u w:val="single"/>
              </w:rPr>
              <w:t>Граница населенного пункта Подрезчиха Белохолуницкого района Кировской области</w:t>
            </w:r>
            <w:r w:rsidRPr="00F276A1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FC0129" w:rsidRPr="003631FF" w:rsidRDefault="00FC0129" w:rsidP="005C18D4">
            <w:pPr>
              <w:pStyle w:val="a3"/>
              <w:jc w:val="center"/>
            </w:pPr>
            <w:r>
              <w:t xml:space="preserve"> (наименование объекта землеустройства)</w:t>
            </w:r>
          </w:p>
        </w:tc>
      </w:tr>
      <w:tr w:rsidR="00FC0129" w:rsidTr="007C7424">
        <w:trPr>
          <w:cantSplit/>
          <w:tblHeader/>
        </w:trPr>
        <w:tc>
          <w:tcPr>
            <w:tcW w:w="10349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0129" w:rsidRPr="00F276A1" w:rsidRDefault="00FC0129" w:rsidP="005C18D4">
            <w:pPr>
              <w:pStyle w:val="1"/>
              <w:spacing w:before="60" w:after="60"/>
              <w:jc w:val="center"/>
              <w:rPr>
                <w:b/>
                <w:szCs w:val="24"/>
              </w:rPr>
            </w:pPr>
            <w:r w:rsidRPr="00F276A1">
              <w:rPr>
                <w:b/>
                <w:szCs w:val="24"/>
              </w:rPr>
              <w:t>Титульный лист</w:t>
            </w:r>
          </w:p>
        </w:tc>
      </w:tr>
      <w:tr w:rsidR="007C7424" w:rsidTr="007C7424">
        <w:trPr>
          <w:cantSplit/>
          <w:trHeight w:val="461"/>
        </w:trPr>
        <w:tc>
          <w:tcPr>
            <w:tcW w:w="1034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C7424" w:rsidRPr="00117E5C" w:rsidRDefault="007C7424" w:rsidP="007C7424">
            <w:pPr>
              <w:pStyle w:val="1"/>
              <w:spacing w:before="120"/>
              <w:jc w:val="both"/>
              <w:rPr>
                <w:b/>
                <w:szCs w:val="24"/>
              </w:rPr>
            </w:pPr>
            <w:r w:rsidRPr="00117E5C">
              <w:rPr>
                <w:b/>
                <w:szCs w:val="24"/>
              </w:rPr>
              <w:t>4. Информация о передаче карты (плана) объекта землеустройства в государственный фонд данных, полученных в результате проведения землеустройства:</w:t>
            </w:r>
          </w:p>
        </w:tc>
      </w:tr>
      <w:tr w:rsidR="007C7424" w:rsidTr="007C7424">
        <w:trPr>
          <w:cantSplit/>
          <w:trHeight w:val="461"/>
        </w:trPr>
        <w:tc>
          <w:tcPr>
            <w:tcW w:w="1034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C7424" w:rsidRPr="00F276A1" w:rsidRDefault="007C7424" w:rsidP="007C7424">
            <w:pPr>
              <w:pStyle w:val="1"/>
              <w:spacing w:before="120"/>
              <w:jc w:val="both"/>
              <w:rPr>
                <w:szCs w:val="24"/>
                <w:lang w:val="en-US"/>
              </w:rPr>
            </w:pPr>
            <w:r w:rsidRPr="00F276A1">
              <w:rPr>
                <w:szCs w:val="24"/>
              </w:rPr>
              <w:t xml:space="preserve">Регистрационный № </w:t>
            </w:r>
            <w:r w:rsidRPr="00F276A1">
              <w:rPr>
                <w:szCs w:val="24"/>
                <w:lang w:val="en-US"/>
              </w:rPr>
              <w:t>---</w:t>
            </w:r>
          </w:p>
        </w:tc>
      </w:tr>
      <w:tr w:rsidR="007C7424" w:rsidTr="007C7424">
        <w:trPr>
          <w:cantSplit/>
          <w:trHeight w:val="461"/>
        </w:trPr>
        <w:tc>
          <w:tcPr>
            <w:tcW w:w="1034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C7424" w:rsidRPr="00F276A1" w:rsidRDefault="007C7424" w:rsidP="007C7424">
            <w:pPr>
              <w:pStyle w:val="1"/>
              <w:spacing w:before="120"/>
              <w:jc w:val="both"/>
              <w:rPr>
                <w:szCs w:val="24"/>
              </w:rPr>
            </w:pPr>
            <w:r w:rsidRPr="00F276A1">
              <w:rPr>
                <w:szCs w:val="24"/>
              </w:rPr>
              <w:t xml:space="preserve">Дата передачи     </w:t>
            </w:r>
            <w:r w:rsidRPr="00F276A1">
              <w:rPr>
                <w:szCs w:val="24"/>
                <w:lang w:val="en-US"/>
              </w:rPr>
              <w:t>19.12.2018</w:t>
            </w:r>
            <w:r w:rsidRPr="00F276A1">
              <w:rPr>
                <w:szCs w:val="24"/>
              </w:rPr>
              <w:t>г.</w:t>
            </w:r>
          </w:p>
        </w:tc>
      </w:tr>
      <w:tr w:rsidR="007C7424" w:rsidTr="007C7424">
        <w:trPr>
          <w:cantSplit/>
          <w:trHeight w:val="461"/>
        </w:trPr>
        <w:tc>
          <w:tcPr>
            <w:tcW w:w="1034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C7424" w:rsidRPr="00F276A1" w:rsidRDefault="007C7424" w:rsidP="007C7424">
            <w:pPr>
              <w:pStyle w:val="1"/>
              <w:spacing w:before="120"/>
              <w:jc w:val="center"/>
              <w:rPr>
                <w:szCs w:val="24"/>
              </w:rPr>
            </w:pPr>
            <w:r w:rsidRPr="00E660B4">
              <w:rPr>
                <w:b/>
                <w:szCs w:val="24"/>
                <w:u w:val="single"/>
              </w:rPr>
              <w:t>---</w:t>
            </w:r>
          </w:p>
          <w:p w:rsidR="007C7424" w:rsidRPr="00D3365C" w:rsidRDefault="007C7424" w:rsidP="007C7424">
            <w:pPr>
              <w:pStyle w:val="1"/>
              <w:spacing w:before="120"/>
              <w:jc w:val="center"/>
              <w:rPr>
                <w:i/>
                <w:sz w:val="20"/>
              </w:rPr>
            </w:pPr>
            <w:r w:rsidRPr="00D3365C">
              <w:rPr>
                <w:i/>
                <w:sz w:val="20"/>
              </w:rPr>
              <w:t>(наименование органа (организации), осуществляющего хранение землеустроительной документации)</w:t>
            </w:r>
          </w:p>
          <w:p w:rsidR="007C7424" w:rsidRPr="002837D0" w:rsidRDefault="007C7424" w:rsidP="007C7424">
            <w:pPr>
              <w:pStyle w:val="1"/>
              <w:spacing w:before="120"/>
              <w:jc w:val="both"/>
              <w:rPr>
                <w:sz w:val="26"/>
              </w:rPr>
            </w:pPr>
          </w:p>
        </w:tc>
      </w:tr>
    </w:tbl>
    <w:p w:rsidR="00A3320C" w:rsidRDefault="00A3320C"/>
    <w:p w:rsidR="00A3320C" w:rsidRDefault="00BF75C6">
      <w:r>
        <w:br w:type="page"/>
      </w:r>
    </w:p>
    <w:p w:rsidR="00A3320C" w:rsidRDefault="00A3320C">
      <w:pPr>
        <w:sectPr w:rsidR="00A3320C" w:rsidSect="00F26219">
          <w:headerReference w:type="default" r:id="rId10"/>
          <w:type w:val="continuous"/>
          <w:pgSz w:w="11906" w:h="16838"/>
          <w:pgMar w:top="1418" w:right="499" w:bottom="1276" w:left="1418" w:header="709" w:footer="850" w:gutter="0"/>
          <w:cols w:space="708"/>
          <w:docGrid w:linePitch="360"/>
        </w:sectPr>
      </w:pPr>
    </w:p>
    <w:tbl>
      <w:tblPr>
        <w:tblW w:w="10302" w:type="dxa"/>
        <w:tblInd w:w="-271" w:type="dxa"/>
        <w:tblBorders>
          <w:top w:val="double" w:sz="6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52"/>
        <w:gridCol w:w="7807"/>
        <w:gridCol w:w="555"/>
        <w:gridCol w:w="1288"/>
      </w:tblGrid>
      <w:tr w:rsidR="00BA6256" w:rsidTr="00840993">
        <w:trPr>
          <w:trHeight w:val="454"/>
          <w:tblHeader/>
        </w:trPr>
        <w:tc>
          <w:tcPr>
            <w:tcW w:w="8459" w:type="dxa"/>
            <w:gridSpan w:val="2"/>
            <w:tcBorders>
              <w:top w:val="nil"/>
              <w:left w:val="nil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:rsidR="00BA6256" w:rsidRDefault="00BF75C6"/>
        </w:tc>
        <w:tc>
          <w:tcPr>
            <w:tcW w:w="1843" w:type="dxa"/>
            <w:gridSpan w:val="2"/>
            <w:tcBorders>
              <w:top w:val="double" w:sz="6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:rsidR="00BA6256" w:rsidRPr="00840993" w:rsidRDefault="00BF75C6" w:rsidP="00420F79">
            <w:pPr>
              <w:snapToGrid w:val="0"/>
              <w:spacing w:after="40"/>
              <w:rPr>
                <w:b/>
                <w:caps/>
                <w:lang w:val="en-US"/>
              </w:rPr>
            </w:pPr>
            <w:r>
              <w:rPr>
                <w:sz w:val="26"/>
              </w:rPr>
              <w:t>Лист №</w:t>
            </w:r>
            <w:r>
              <w:rPr>
                <w:sz w:val="26"/>
                <w:lang w:val="en-US"/>
              </w:rPr>
              <w:t xml:space="preserve"> </w:t>
            </w:r>
          </w:p>
        </w:tc>
      </w:tr>
      <w:tr w:rsidR="00BA6256" w:rsidTr="00840993">
        <w:tblPrEx>
          <w:tblCellMar>
            <w:left w:w="120" w:type="dxa"/>
            <w:right w:w="120" w:type="dxa"/>
          </w:tblCellMar>
        </w:tblPrEx>
        <w:trPr>
          <w:trHeight w:val="769"/>
          <w:tblHeader/>
        </w:trPr>
        <w:tc>
          <w:tcPr>
            <w:tcW w:w="10302" w:type="dxa"/>
            <w:gridSpan w:val="4"/>
            <w:tcBorders>
              <w:top w:val="double" w:sz="2" w:space="0" w:color="000000"/>
            </w:tcBorders>
            <w:shd w:val="clear" w:color="auto" w:fill="auto"/>
          </w:tcPr>
          <w:p w:rsidR="00BA6256" w:rsidRPr="009716D0" w:rsidRDefault="00BF75C6">
            <w:pPr>
              <w:snapToGrid w:val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КАРТА (ПЛАН</w:t>
            </w:r>
            <w:r w:rsidRPr="009716D0">
              <w:rPr>
                <w:b/>
                <w:caps/>
              </w:rPr>
              <w:t>)</w:t>
            </w:r>
          </w:p>
          <w:p w:rsidR="00BA6256" w:rsidRPr="009716D0" w:rsidRDefault="00BF75C6">
            <w:pPr>
              <w:jc w:val="center"/>
              <w:rPr>
                <w:b/>
                <w:u w:val="single"/>
              </w:rPr>
            </w:pPr>
            <w:r w:rsidRPr="009716D0">
              <w:rPr>
                <w:b/>
                <w:u w:val="single"/>
              </w:rPr>
              <w:t xml:space="preserve">Граница населенного пункта </w:t>
            </w:r>
            <w:r w:rsidRPr="009716D0">
              <w:rPr>
                <w:b/>
                <w:u w:val="single"/>
              </w:rPr>
              <w:t>Подрезчиха Белохолуницкого района Кировской области</w:t>
            </w:r>
          </w:p>
          <w:p w:rsidR="00BA6256" w:rsidRDefault="00BF75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землеустройства)</w:t>
            </w:r>
          </w:p>
        </w:tc>
      </w:tr>
      <w:tr w:rsidR="00BA6256" w:rsidTr="00840993">
        <w:tblPrEx>
          <w:tblCellMar>
            <w:left w:w="120" w:type="dxa"/>
            <w:right w:w="120" w:type="dxa"/>
          </w:tblCellMar>
        </w:tblPrEx>
        <w:trPr>
          <w:trHeight w:val="373"/>
          <w:tblHeader/>
        </w:trPr>
        <w:tc>
          <w:tcPr>
            <w:tcW w:w="652" w:type="dxa"/>
            <w:shd w:val="clear" w:color="auto" w:fill="auto"/>
            <w:vAlign w:val="center"/>
          </w:tcPr>
          <w:p w:rsidR="00BA6256" w:rsidRDefault="00BF75C6">
            <w:pPr>
              <w:snapToGri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8362" w:type="dxa"/>
            <w:gridSpan w:val="2"/>
            <w:shd w:val="clear" w:color="auto" w:fill="auto"/>
            <w:vAlign w:val="center"/>
          </w:tcPr>
          <w:p w:rsidR="00BA6256" w:rsidRDefault="00BF75C6">
            <w:pPr>
              <w:snapToGri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A6256" w:rsidRDefault="00BF75C6">
            <w:pPr>
              <w:snapToGri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Номера листов</w:t>
            </w:r>
          </w:p>
        </w:tc>
      </w:tr>
      <w:tr w:rsidR="00BA6256" w:rsidTr="00840993">
        <w:tblPrEx>
          <w:tblCellMar>
            <w:left w:w="120" w:type="dxa"/>
            <w:right w:w="120" w:type="dxa"/>
          </w:tblCellMar>
        </w:tblPrEx>
        <w:trPr>
          <w:trHeight w:val="373"/>
        </w:trPr>
        <w:tc>
          <w:tcPr>
            <w:tcW w:w="652" w:type="dxa"/>
            <w:shd w:val="clear" w:color="auto" w:fill="auto"/>
            <w:vAlign w:val="center"/>
          </w:tcPr>
          <w:p w:rsidR="00BA6256" w:rsidRDefault="00BF75C6">
            <w:pPr>
              <w:snapToGri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62" w:type="dxa"/>
            <w:gridSpan w:val="2"/>
            <w:shd w:val="clear" w:color="auto" w:fill="auto"/>
            <w:vAlign w:val="center"/>
          </w:tcPr>
          <w:p w:rsidR="00BA6256" w:rsidRDefault="00BF75C6">
            <w:pPr>
              <w:snapToGri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A6256" w:rsidRDefault="00BF75C6">
            <w:pPr>
              <w:snapToGri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67564" w:rsidTr="00840993">
        <w:tblPrEx>
          <w:tblCellMar>
            <w:left w:w="120" w:type="dxa"/>
            <w:right w:w="120" w:type="dxa"/>
          </w:tblCellMar>
        </w:tblPrEx>
        <w:trPr>
          <w:trHeight w:val="373"/>
        </w:trPr>
        <w:tc>
          <w:tcPr>
            <w:tcW w:w="652" w:type="dxa"/>
            <w:shd w:val="clear" w:color="auto" w:fill="auto"/>
            <w:vAlign w:val="center"/>
          </w:tcPr>
          <w:p w:rsidR="00567564" w:rsidRPr="00567564" w:rsidRDefault="00BF75C6" w:rsidP="006018D7">
            <w:pPr>
              <w:snapToGrid w:val="0"/>
              <w:spacing w:before="120" w:after="120"/>
              <w:jc w:val="center"/>
            </w:pPr>
            <w:r w:rsidRPr="00567564">
              <w:t>1.</w:t>
            </w:r>
          </w:p>
        </w:tc>
        <w:tc>
          <w:tcPr>
            <w:tcW w:w="8362" w:type="dxa"/>
            <w:gridSpan w:val="2"/>
            <w:shd w:val="clear" w:color="auto" w:fill="auto"/>
            <w:vAlign w:val="center"/>
          </w:tcPr>
          <w:p w:rsidR="00567564" w:rsidRDefault="00BF75C6">
            <w:pPr>
              <w:snapToGrid w:val="0"/>
            </w:pPr>
            <w:r>
              <w:t>Основания для проведения землеустроительных работ и исходные данные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67564" w:rsidRPr="00286061" w:rsidRDefault="00BF75C6">
            <w:pPr>
              <w:snapToGrid w:val="0"/>
              <w:spacing w:before="120" w:after="120"/>
              <w:jc w:val="center"/>
            </w:pPr>
            <w:r>
              <w:t>5</w:t>
            </w:r>
          </w:p>
        </w:tc>
      </w:tr>
      <w:tr w:rsidR="00567564" w:rsidTr="00840993">
        <w:tblPrEx>
          <w:tblCellMar>
            <w:left w:w="120" w:type="dxa"/>
            <w:right w:w="120" w:type="dxa"/>
          </w:tblCellMar>
        </w:tblPrEx>
        <w:trPr>
          <w:trHeight w:val="373"/>
        </w:trPr>
        <w:tc>
          <w:tcPr>
            <w:tcW w:w="652" w:type="dxa"/>
            <w:shd w:val="clear" w:color="auto" w:fill="auto"/>
            <w:vAlign w:val="center"/>
          </w:tcPr>
          <w:p w:rsidR="00567564" w:rsidRPr="00567564" w:rsidRDefault="00BF75C6" w:rsidP="006018D7">
            <w:pPr>
              <w:snapToGrid w:val="0"/>
              <w:spacing w:before="120" w:after="120"/>
              <w:jc w:val="center"/>
            </w:pPr>
            <w:r w:rsidRPr="00567564">
              <w:t>2.</w:t>
            </w:r>
          </w:p>
        </w:tc>
        <w:tc>
          <w:tcPr>
            <w:tcW w:w="8362" w:type="dxa"/>
            <w:gridSpan w:val="2"/>
            <w:shd w:val="clear" w:color="auto" w:fill="auto"/>
            <w:vAlign w:val="center"/>
          </w:tcPr>
          <w:p w:rsidR="00567564" w:rsidRDefault="00BF75C6">
            <w:pPr>
              <w:snapToGrid w:val="0"/>
            </w:pPr>
            <w:r>
              <w:t>Сведения об объекте землеустройства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67564" w:rsidRPr="00286061" w:rsidRDefault="00BF75C6">
            <w:pPr>
              <w:snapToGrid w:val="0"/>
              <w:spacing w:before="120" w:after="120"/>
              <w:jc w:val="center"/>
            </w:pPr>
            <w:r>
              <w:t>7</w:t>
            </w:r>
          </w:p>
        </w:tc>
      </w:tr>
      <w:tr w:rsidR="00567564" w:rsidTr="00840993">
        <w:tblPrEx>
          <w:tblCellMar>
            <w:left w:w="120" w:type="dxa"/>
            <w:right w:w="120" w:type="dxa"/>
          </w:tblCellMar>
        </w:tblPrEx>
        <w:trPr>
          <w:trHeight w:val="373"/>
        </w:trPr>
        <w:tc>
          <w:tcPr>
            <w:tcW w:w="652" w:type="dxa"/>
            <w:shd w:val="clear" w:color="auto" w:fill="auto"/>
            <w:vAlign w:val="center"/>
          </w:tcPr>
          <w:p w:rsidR="00567564" w:rsidRPr="00567564" w:rsidRDefault="00BF75C6" w:rsidP="006018D7">
            <w:pPr>
              <w:snapToGrid w:val="0"/>
              <w:spacing w:before="120" w:after="120"/>
              <w:jc w:val="center"/>
            </w:pPr>
            <w:r w:rsidRPr="00567564">
              <w:t>3.</w:t>
            </w:r>
          </w:p>
        </w:tc>
        <w:tc>
          <w:tcPr>
            <w:tcW w:w="8362" w:type="dxa"/>
            <w:gridSpan w:val="2"/>
            <w:shd w:val="clear" w:color="auto" w:fill="auto"/>
            <w:vAlign w:val="center"/>
          </w:tcPr>
          <w:p w:rsidR="00567564" w:rsidRDefault="00BF75C6">
            <w:pPr>
              <w:snapToGrid w:val="0"/>
            </w:pPr>
            <w:r>
              <w:t>Сведения о местоположении границ объекта землеустройства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67564" w:rsidRPr="00286061" w:rsidRDefault="00BF75C6">
            <w:pPr>
              <w:snapToGrid w:val="0"/>
              <w:spacing w:before="120" w:after="120"/>
              <w:jc w:val="center"/>
            </w:pPr>
            <w:r>
              <w:t>8</w:t>
            </w:r>
          </w:p>
        </w:tc>
      </w:tr>
      <w:tr w:rsidR="00567564" w:rsidTr="00840993">
        <w:tblPrEx>
          <w:tblCellMar>
            <w:left w:w="120" w:type="dxa"/>
            <w:right w:w="120" w:type="dxa"/>
          </w:tblCellMar>
        </w:tblPrEx>
        <w:trPr>
          <w:trHeight w:val="373"/>
        </w:trPr>
        <w:tc>
          <w:tcPr>
            <w:tcW w:w="652" w:type="dxa"/>
            <w:shd w:val="clear" w:color="auto" w:fill="auto"/>
            <w:vAlign w:val="center"/>
          </w:tcPr>
          <w:p w:rsidR="00567564" w:rsidRPr="00567564" w:rsidRDefault="00BF75C6" w:rsidP="006018D7">
            <w:pPr>
              <w:snapToGrid w:val="0"/>
              <w:spacing w:before="120" w:after="120"/>
              <w:jc w:val="center"/>
            </w:pPr>
            <w:r w:rsidRPr="00567564">
              <w:t>4.</w:t>
            </w:r>
          </w:p>
        </w:tc>
        <w:tc>
          <w:tcPr>
            <w:tcW w:w="8362" w:type="dxa"/>
            <w:gridSpan w:val="2"/>
            <w:shd w:val="clear" w:color="auto" w:fill="auto"/>
            <w:vAlign w:val="center"/>
          </w:tcPr>
          <w:p w:rsidR="00567564" w:rsidRDefault="00BF75C6">
            <w:pPr>
              <w:snapToGrid w:val="0"/>
            </w:pPr>
            <w:r>
              <w:t>Сведения о местоположении измененных (уточненных) границ объекта землеустройства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67564" w:rsidRPr="00286061" w:rsidRDefault="00BF75C6">
            <w:pPr>
              <w:snapToGrid w:val="0"/>
              <w:spacing w:before="120" w:after="120"/>
              <w:jc w:val="center"/>
            </w:pPr>
            <w:r>
              <w:t>15</w:t>
            </w:r>
          </w:p>
        </w:tc>
      </w:tr>
      <w:tr w:rsidR="00567564" w:rsidTr="00840993">
        <w:tblPrEx>
          <w:tblCellMar>
            <w:left w:w="120" w:type="dxa"/>
            <w:right w:w="120" w:type="dxa"/>
          </w:tblCellMar>
        </w:tblPrEx>
        <w:trPr>
          <w:trHeight w:val="373"/>
        </w:trPr>
        <w:tc>
          <w:tcPr>
            <w:tcW w:w="652" w:type="dxa"/>
            <w:shd w:val="clear" w:color="auto" w:fill="auto"/>
            <w:vAlign w:val="center"/>
          </w:tcPr>
          <w:p w:rsidR="00567564" w:rsidRPr="00567564" w:rsidRDefault="00BF75C6" w:rsidP="006018D7">
            <w:pPr>
              <w:snapToGrid w:val="0"/>
              <w:spacing w:before="120" w:after="120"/>
              <w:jc w:val="center"/>
            </w:pPr>
            <w:r w:rsidRPr="00567564">
              <w:t>5.</w:t>
            </w:r>
          </w:p>
        </w:tc>
        <w:tc>
          <w:tcPr>
            <w:tcW w:w="8362" w:type="dxa"/>
            <w:gridSpan w:val="2"/>
            <w:shd w:val="clear" w:color="auto" w:fill="auto"/>
            <w:vAlign w:val="center"/>
          </w:tcPr>
          <w:p w:rsidR="00567564" w:rsidRDefault="00BF75C6">
            <w:pPr>
              <w:snapToGrid w:val="0"/>
            </w:pPr>
            <w:r>
              <w:t>План границ объекта землеустройства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67564" w:rsidRPr="00286061" w:rsidRDefault="00BF75C6">
            <w:pPr>
              <w:snapToGrid w:val="0"/>
              <w:spacing w:before="120" w:after="120"/>
              <w:jc w:val="center"/>
            </w:pPr>
            <w:r>
              <w:t>15</w:t>
            </w:r>
          </w:p>
        </w:tc>
      </w:tr>
    </w:tbl>
    <w:p w:rsidR="00A3320C" w:rsidRDefault="00A3320C"/>
    <w:p w:rsidR="00A3320C" w:rsidRDefault="00BF75C6">
      <w:r>
        <w:br w:type="page"/>
      </w:r>
    </w:p>
    <w:p w:rsidR="00A3320C" w:rsidRDefault="00A3320C">
      <w:pPr>
        <w:sectPr w:rsidR="00A3320C" w:rsidSect="005E7517">
          <w:headerReference w:type="default" r:id="rId11"/>
          <w:pgSz w:w="11906" w:h="16838"/>
          <w:pgMar w:top="1418" w:right="499" w:bottom="1077" w:left="1418" w:header="709" w:footer="720" w:gutter="0"/>
          <w:cols w:space="720"/>
          <w:docGrid w:linePitch="360"/>
        </w:sectPr>
      </w:pPr>
    </w:p>
    <w:p w:rsidR="00C41846" w:rsidRPr="007A37E2" w:rsidRDefault="00BF75C6">
      <w:pPr>
        <w:rPr>
          <w:sz w:val="2"/>
        </w:rPr>
      </w:pPr>
    </w:p>
    <w:tbl>
      <w:tblPr>
        <w:tblW w:w="1034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961"/>
        <w:gridCol w:w="2835"/>
        <w:gridCol w:w="1843"/>
      </w:tblGrid>
      <w:tr w:rsidR="00FC19AF" w:rsidRPr="005B4876" w:rsidTr="008A0E33">
        <w:trPr>
          <w:trHeight w:val="454"/>
          <w:tblHeader/>
        </w:trPr>
        <w:tc>
          <w:tcPr>
            <w:tcW w:w="8506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FC19AF" w:rsidRPr="005B4876" w:rsidRDefault="00BF75C6" w:rsidP="00C24B6C">
            <w:pPr>
              <w:pStyle w:val="a3"/>
              <w:spacing w:before="60"/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9AF" w:rsidRPr="00840993" w:rsidRDefault="00BF75C6" w:rsidP="00AD6A62">
            <w:pPr>
              <w:snapToGrid w:val="0"/>
              <w:spacing w:after="40"/>
              <w:rPr>
                <w:b/>
                <w:caps/>
                <w:lang w:val="en-US"/>
              </w:rPr>
            </w:pPr>
            <w:r>
              <w:rPr>
                <w:sz w:val="26"/>
              </w:rPr>
              <w:t>Лист №</w:t>
            </w:r>
          </w:p>
        </w:tc>
      </w:tr>
      <w:tr w:rsidR="00A16F04" w:rsidRPr="005B4876" w:rsidTr="008A0E33">
        <w:tblPrEx>
          <w:tblLook w:val="01E0"/>
        </w:tblPrEx>
        <w:trPr>
          <w:tblHeader/>
        </w:trPr>
        <w:tc>
          <w:tcPr>
            <w:tcW w:w="10349" w:type="dxa"/>
            <w:gridSpan w:val="4"/>
            <w:vAlign w:val="center"/>
          </w:tcPr>
          <w:p w:rsidR="00A16F04" w:rsidRPr="009E44DF" w:rsidRDefault="00BF75C6" w:rsidP="00EE1B03">
            <w:pPr>
              <w:jc w:val="center"/>
              <w:rPr>
                <w:b/>
                <w:caps/>
              </w:rPr>
            </w:pPr>
            <w:r w:rsidRPr="009E44DF">
              <w:rPr>
                <w:b/>
                <w:caps/>
              </w:rPr>
              <w:t>КАРТА (ПЛАН)</w:t>
            </w:r>
          </w:p>
          <w:p w:rsidR="00A16F04" w:rsidRPr="00C332AD" w:rsidRDefault="00BF75C6" w:rsidP="00EE1B03">
            <w:pPr>
              <w:jc w:val="center"/>
              <w:rPr>
                <w:b/>
                <w:u w:val="single"/>
              </w:rPr>
            </w:pPr>
            <w:r w:rsidRPr="00C332AD">
              <w:rPr>
                <w:b/>
                <w:u w:val="single"/>
              </w:rPr>
              <w:t>Граница населенного пункта Подрезчиха Белохолуницкого района Кировской области</w:t>
            </w:r>
          </w:p>
          <w:p w:rsidR="00A16F04" w:rsidRDefault="00BF75C6" w:rsidP="00EE1B03">
            <w:pPr>
              <w:pStyle w:val="1"/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землеустройства)</w:t>
            </w:r>
          </w:p>
        </w:tc>
      </w:tr>
      <w:tr w:rsidR="00A16F04" w:rsidRPr="005B4876" w:rsidTr="008A0E33">
        <w:tblPrEx>
          <w:tblLook w:val="01E0"/>
        </w:tblPrEx>
        <w:trPr>
          <w:trHeight w:hRule="exact" w:val="397"/>
          <w:tblHeader/>
        </w:trPr>
        <w:tc>
          <w:tcPr>
            <w:tcW w:w="10349" w:type="dxa"/>
            <w:gridSpan w:val="4"/>
            <w:vAlign w:val="center"/>
          </w:tcPr>
          <w:p w:rsidR="00A16F04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9E44DF">
              <w:rPr>
                <w:b/>
                <w:szCs w:val="24"/>
              </w:rPr>
              <w:t>Основания для проведения землеустроительных работ и исходные данные</w:t>
            </w:r>
          </w:p>
        </w:tc>
      </w:tr>
      <w:tr w:rsidR="00A16F04" w:rsidRPr="005B4876" w:rsidTr="008A0E33">
        <w:tblPrEx>
          <w:tblLook w:val="01E0"/>
        </w:tblPrEx>
        <w:trPr>
          <w:trHeight w:hRule="exact" w:val="397"/>
          <w:tblHeader/>
        </w:trPr>
        <w:tc>
          <w:tcPr>
            <w:tcW w:w="10349" w:type="dxa"/>
            <w:gridSpan w:val="4"/>
            <w:vAlign w:val="center"/>
          </w:tcPr>
          <w:p w:rsidR="00A16F04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9E44DF">
              <w:rPr>
                <w:b/>
                <w:szCs w:val="24"/>
              </w:rPr>
              <w:t>Перечень документов</w:t>
            </w:r>
          </w:p>
        </w:tc>
      </w:tr>
      <w:tr w:rsidR="00A16F04" w:rsidRPr="005B4876" w:rsidTr="00133D35">
        <w:trPr>
          <w:trHeight w:val="246"/>
        </w:trPr>
        <w:tc>
          <w:tcPr>
            <w:tcW w:w="710" w:type="dxa"/>
            <w:vAlign w:val="center"/>
          </w:tcPr>
          <w:p w:rsidR="00A16F04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9E44DF">
              <w:rPr>
                <w:b/>
                <w:szCs w:val="24"/>
              </w:rPr>
              <w:t>№ п/п</w:t>
            </w:r>
          </w:p>
        </w:tc>
        <w:tc>
          <w:tcPr>
            <w:tcW w:w="4961" w:type="dxa"/>
            <w:vAlign w:val="center"/>
          </w:tcPr>
          <w:p w:rsidR="00A16F04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9E44DF">
              <w:rPr>
                <w:b/>
                <w:szCs w:val="24"/>
              </w:rPr>
              <w:t xml:space="preserve">Наименование и реквизиты </w:t>
            </w:r>
            <w:r w:rsidRPr="009E44DF">
              <w:rPr>
                <w:b/>
                <w:szCs w:val="24"/>
              </w:rPr>
              <w:t>документа</w:t>
            </w:r>
          </w:p>
        </w:tc>
        <w:tc>
          <w:tcPr>
            <w:tcW w:w="4678" w:type="dxa"/>
            <w:gridSpan w:val="2"/>
            <w:vAlign w:val="center"/>
          </w:tcPr>
          <w:p w:rsidR="00A16F04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9E44DF">
              <w:rPr>
                <w:b/>
                <w:szCs w:val="24"/>
              </w:rPr>
              <w:t>Сведения об органе (организации), подготовившем или принявшем документ</w:t>
            </w:r>
          </w:p>
        </w:tc>
      </w:tr>
      <w:tr w:rsidR="00A16F04" w:rsidRPr="005B4876" w:rsidTr="00133D35">
        <w:trPr>
          <w:trHeight w:val="243"/>
        </w:trPr>
        <w:tc>
          <w:tcPr>
            <w:tcW w:w="710" w:type="dxa"/>
            <w:vAlign w:val="center"/>
          </w:tcPr>
          <w:p w:rsidR="00A16F04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9E44DF">
              <w:rPr>
                <w:b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A16F04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9E44DF">
              <w:rPr>
                <w:b/>
                <w:szCs w:val="24"/>
              </w:rPr>
              <w:t>2</w:t>
            </w:r>
          </w:p>
        </w:tc>
        <w:tc>
          <w:tcPr>
            <w:tcW w:w="4678" w:type="dxa"/>
            <w:gridSpan w:val="2"/>
            <w:vAlign w:val="center"/>
          </w:tcPr>
          <w:p w:rsidR="00A16F04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9E44DF">
              <w:rPr>
                <w:b/>
                <w:szCs w:val="24"/>
              </w:rPr>
              <w:t>3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"Градостроительный кодекс Российской Федерации" №190-ФЗ от 29.12.2004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>Государственная Дума РФ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 xml:space="preserve">"Об установлении границ муниципальных образований Кировской области и </w:t>
            </w:r>
            <w:r w:rsidRPr="009E44DF">
              <w:rPr>
                <w:bCs/>
              </w:rPr>
              <w:t>наделении их статусом муниципального района, городского округа, городского поселения, сельского поселения" №284-ЗО от 07.12.2004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>Законодательное Собрание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Кадастровый план земельного участка (выписка из государственного земельного кадаст</w:t>
            </w:r>
            <w:r w:rsidRPr="009E44DF">
              <w:rPr>
                <w:bCs/>
              </w:rPr>
              <w:t>ра) №90/18-317839 от 25.10.2018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Кадастровый план территории №90/18-218</w:t>
            </w:r>
            <w:r w:rsidRPr="009E44DF">
              <w:rPr>
                <w:bCs/>
              </w:rPr>
              <w:t>310 от 23.07.2018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 xml:space="preserve">Кадастровый план территории №90/18-218313 от </w:t>
            </w:r>
            <w:r w:rsidRPr="009E44DF">
              <w:rPr>
                <w:bCs/>
              </w:rPr>
              <w:t>23.07.2018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Кадастровый план территории №90/18-218314 от 23.07.2018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>Фил</w:t>
            </w:r>
            <w:r w:rsidRPr="009E44DF">
              <w:rPr>
                <w:szCs w:val="24"/>
                <w:lang w:val="en-US"/>
              </w:rPr>
              <w:t>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Кадастровый план территории №90/18-218316 от 24.07.2018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>Филиал федерально</w:t>
            </w:r>
            <w:r w:rsidRPr="009E44DF">
              <w:rPr>
                <w:szCs w:val="24"/>
                <w:lang w:val="en-US"/>
              </w:rPr>
              <w:t>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Кадастровый план территории №90/18-218317 от 24.07.2018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 xml:space="preserve">Филиал федерального </w:t>
            </w:r>
            <w:r w:rsidRPr="009E44DF">
              <w:rPr>
                <w:szCs w:val="24"/>
                <w:lang w:val="en-US"/>
              </w:rPr>
              <w:t>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Кадастровый план территории №90/18-218318 от 24.07.2018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>Филиал федерального государственно</w:t>
            </w:r>
            <w:r w:rsidRPr="009E44DF">
              <w:rPr>
                <w:szCs w:val="24"/>
                <w:lang w:val="en-US"/>
              </w:rPr>
              <w:t>го бюджетного учреждения «Федеральная кадастровая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Кадастровый план территории №90/18-218319 от 24.07.2018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 xml:space="preserve">Филиал федерального государственного бюджетного </w:t>
            </w:r>
            <w:r w:rsidRPr="009E44DF">
              <w:rPr>
                <w:szCs w:val="24"/>
                <w:lang w:val="en-US"/>
              </w:rPr>
              <w:t>учреждения «Федеральная кадастровая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Кадастровый план территории №90/18-218320 от 24.07.2018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 xml:space="preserve">Филиал федерального государственного бюджетного учреждения </w:t>
            </w:r>
            <w:r w:rsidRPr="009E44DF">
              <w:rPr>
                <w:szCs w:val="24"/>
                <w:lang w:val="en-US"/>
              </w:rPr>
              <w:t>«Федеральная кадастровая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  <w:tr w:rsidR="002C5778" w:rsidRPr="005B4876" w:rsidTr="00133D35">
        <w:trPr>
          <w:trHeight w:val="243"/>
        </w:trPr>
        <w:tc>
          <w:tcPr>
            <w:tcW w:w="710" w:type="dxa"/>
          </w:tcPr>
          <w:p w:rsidR="002C5778" w:rsidRPr="009E44DF" w:rsidRDefault="00BF75C6" w:rsidP="00133D35">
            <w:pPr>
              <w:pStyle w:val="1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961" w:type="dxa"/>
          </w:tcPr>
          <w:p w:rsidR="002C5778" w:rsidRPr="009E44DF" w:rsidRDefault="00BF75C6" w:rsidP="00A85834">
            <w:pPr>
              <w:pStyle w:val="a9"/>
              <w:spacing w:after="0"/>
              <w:rPr>
                <w:lang w:val="en-US"/>
              </w:rPr>
            </w:pPr>
            <w:r w:rsidRPr="009E44DF">
              <w:rPr>
                <w:bCs/>
              </w:rPr>
              <w:t>Кадастровый план территории №90/18-218321 от 24.07.2018</w:t>
            </w:r>
          </w:p>
        </w:tc>
        <w:tc>
          <w:tcPr>
            <w:tcW w:w="4678" w:type="dxa"/>
            <w:gridSpan w:val="2"/>
          </w:tcPr>
          <w:p w:rsidR="002C5778" w:rsidRPr="009E44DF" w:rsidRDefault="00BF75C6" w:rsidP="00A85834">
            <w:pPr>
              <w:pStyle w:val="1"/>
              <w:rPr>
                <w:szCs w:val="24"/>
                <w:lang w:val="en-US"/>
              </w:rPr>
            </w:pPr>
            <w:r w:rsidRPr="009E44DF">
              <w:rPr>
                <w:szCs w:val="24"/>
                <w:lang w:val="en-US"/>
              </w:rPr>
              <w:t>Филиал федерального государственного бюджетного учреждения «Федеральная к</w:t>
            </w:r>
            <w:r w:rsidRPr="009E44DF">
              <w:rPr>
                <w:szCs w:val="24"/>
                <w:lang w:val="en-US"/>
              </w:rPr>
              <w:t>адастровая палата Федеральной службы государственной регистрации, кадастра и картографии» по Кировской области</w:t>
            </w:r>
          </w:p>
        </w:tc>
      </w:tr>
    </w:tbl>
    <w:p w:rsidR="00A3320C" w:rsidRDefault="00A3320C"/>
    <w:p w:rsidR="00A3320C" w:rsidRDefault="00BF75C6">
      <w:r>
        <w:br w:type="page"/>
      </w:r>
    </w:p>
    <w:p w:rsidR="00A3320C" w:rsidRDefault="00A3320C">
      <w:pPr>
        <w:sectPr w:rsidR="00A3320C" w:rsidSect="008A0085">
          <w:headerReference w:type="default" r:id="rId12"/>
          <w:footerReference w:type="even" r:id="rId13"/>
          <w:footerReference w:type="default" r:id="rId14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:rsidR="00C41846" w:rsidRPr="007A37E2" w:rsidRDefault="00BF75C6">
      <w:pPr>
        <w:rPr>
          <w:sz w:val="2"/>
        </w:rPr>
      </w:pPr>
    </w:p>
    <w:tbl>
      <w:tblPr>
        <w:tblW w:w="10349" w:type="dxa"/>
        <w:tblInd w:w="-318" w:type="dxa"/>
        <w:tblLayout w:type="fixed"/>
        <w:tblLook w:val="0000"/>
      </w:tblPr>
      <w:tblGrid>
        <w:gridCol w:w="852"/>
        <w:gridCol w:w="4253"/>
        <w:gridCol w:w="3401"/>
        <w:gridCol w:w="1843"/>
      </w:tblGrid>
      <w:tr w:rsidR="008B44EF" w:rsidRPr="005B4876" w:rsidTr="00746F36">
        <w:trPr>
          <w:trHeight w:val="471"/>
          <w:tblHeader/>
        </w:trPr>
        <w:tc>
          <w:tcPr>
            <w:tcW w:w="8506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8B44EF" w:rsidRPr="005B4876" w:rsidRDefault="00BF75C6" w:rsidP="00C24B6C">
            <w:pPr>
              <w:pStyle w:val="a3"/>
              <w:spacing w:before="60"/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44EF" w:rsidRPr="00840993" w:rsidRDefault="00BF75C6" w:rsidP="00AD6A62">
            <w:pPr>
              <w:snapToGrid w:val="0"/>
              <w:spacing w:after="40"/>
              <w:rPr>
                <w:b/>
                <w:caps/>
                <w:lang w:val="en-US"/>
              </w:rPr>
            </w:pPr>
            <w:r>
              <w:rPr>
                <w:sz w:val="26"/>
              </w:rPr>
              <w:t>Лист №</w:t>
            </w:r>
          </w:p>
        </w:tc>
      </w:tr>
      <w:tr w:rsidR="008B44EF" w:rsidRPr="005B4876" w:rsidTr="00746F36">
        <w:tblPrEx>
          <w:tblLook w:val="01E0"/>
        </w:tblPrEx>
        <w:trPr>
          <w:tblHeader/>
        </w:trPr>
        <w:tc>
          <w:tcPr>
            <w:tcW w:w="1034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44EF" w:rsidRPr="009E44DF" w:rsidRDefault="00BF75C6" w:rsidP="00EE1B03">
            <w:pPr>
              <w:jc w:val="center"/>
              <w:rPr>
                <w:b/>
                <w:caps/>
              </w:rPr>
            </w:pPr>
            <w:r w:rsidRPr="009E44DF">
              <w:rPr>
                <w:b/>
                <w:caps/>
              </w:rPr>
              <w:t>КАРТА (ПЛАН)</w:t>
            </w:r>
          </w:p>
          <w:p w:rsidR="008B44EF" w:rsidRPr="00C332AD" w:rsidRDefault="00BF75C6" w:rsidP="00EE1B03">
            <w:pPr>
              <w:jc w:val="center"/>
              <w:rPr>
                <w:b/>
                <w:u w:val="single"/>
              </w:rPr>
            </w:pPr>
            <w:r w:rsidRPr="00C332AD">
              <w:rPr>
                <w:b/>
                <w:u w:val="single"/>
              </w:rPr>
              <w:t xml:space="preserve">Граница населенного пункта Подрезчиха </w:t>
            </w:r>
            <w:r w:rsidRPr="00C332AD">
              <w:rPr>
                <w:b/>
                <w:u w:val="single"/>
              </w:rPr>
              <w:t>Белохолуницкого района Кировской области</w:t>
            </w:r>
          </w:p>
          <w:p w:rsidR="008B44EF" w:rsidRDefault="00BF75C6" w:rsidP="00EE1B03">
            <w:pPr>
              <w:pStyle w:val="1"/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землеустройства)</w:t>
            </w:r>
          </w:p>
        </w:tc>
      </w:tr>
      <w:tr w:rsidR="008B44EF" w:rsidRPr="005B4876" w:rsidTr="00746F36">
        <w:tblPrEx>
          <w:tblLook w:val="01E0"/>
        </w:tblPrEx>
        <w:trPr>
          <w:trHeight w:hRule="exact" w:val="397"/>
          <w:tblHeader/>
        </w:trPr>
        <w:tc>
          <w:tcPr>
            <w:tcW w:w="10349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44EF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Сведения об объекте землеустройства</w:t>
            </w:r>
          </w:p>
        </w:tc>
      </w:tr>
      <w:tr w:rsidR="008B44EF" w:rsidRPr="005B4876" w:rsidTr="00EE4A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6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EF" w:rsidRPr="00DD6C04" w:rsidRDefault="00BF75C6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EF" w:rsidRPr="00DD6C04" w:rsidRDefault="00BF75C6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Характеристики объекта землеустройства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4EF" w:rsidRPr="00DD6C04" w:rsidRDefault="00BF75C6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Описание характеристик</w:t>
            </w:r>
          </w:p>
        </w:tc>
      </w:tr>
      <w:tr w:rsidR="008B44EF" w:rsidRPr="005B4876" w:rsidTr="00EE4A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EF" w:rsidRPr="00DD6C04" w:rsidRDefault="00BF75C6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EF" w:rsidRPr="00DD6C04" w:rsidRDefault="00BF75C6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2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4EF" w:rsidRPr="00DD6C04" w:rsidRDefault="00BF75C6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3</w:t>
            </w:r>
          </w:p>
        </w:tc>
      </w:tr>
      <w:tr w:rsidR="008B44EF" w:rsidRPr="005B4876" w:rsidTr="00EE4A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EF" w:rsidRPr="00DD6C04" w:rsidRDefault="00BF75C6" w:rsidP="00EE4A54">
            <w:pPr>
              <w:pStyle w:val="1"/>
              <w:jc w:val="center"/>
              <w:rPr>
                <w:szCs w:val="24"/>
              </w:rPr>
            </w:pPr>
            <w:r w:rsidRPr="00DD6C04">
              <w:rPr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EF" w:rsidRPr="00DD6C04" w:rsidRDefault="00BF75C6" w:rsidP="00EE4A54">
            <w:pPr>
              <w:pStyle w:val="1"/>
              <w:rPr>
                <w:szCs w:val="24"/>
              </w:rPr>
            </w:pPr>
            <w:r w:rsidRPr="00DD6C04">
              <w:rPr>
                <w:szCs w:val="24"/>
              </w:rPr>
              <w:t>Местоположение объекта землеустройства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4EF" w:rsidRPr="00DD6C04" w:rsidRDefault="00BF75C6" w:rsidP="00EE4A54">
            <w:pPr>
              <w:pStyle w:val="1"/>
              <w:rPr>
                <w:szCs w:val="24"/>
                <w:lang w:val="en-US"/>
              </w:rPr>
            </w:pPr>
            <w:r w:rsidRPr="00DD6C04">
              <w:rPr>
                <w:szCs w:val="24"/>
                <w:lang w:val="en-US"/>
              </w:rPr>
              <w:t xml:space="preserve">граница п. </w:t>
            </w:r>
            <w:r w:rsidRPr="00DD6C04">
              <w:rPr>
                <w:szCs w:val="24"/>
                <w:lang w:val="en-US"/>
              </w:rPr>
              <w:t>Подрезчиха</w:t>
            </w:r>
          </w:p>
        </w:tc>
      </w:tr>
      <w:tr w:rsidR="008B44EF" w:rsidRPr="005B4876" w:rsidTr="00EE4A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EF" w:rsidRPr="00DD6C04" w:rsidRDefault="00BF75C6" w:rsidP="00EE4A54">
            <w:pPr>
              <w:pStyle w:val="1"/>
              <w:jc w:val="center"/>
              <w:rPr>
                <w:szCs w:val="24"/>
              </w:rPr>
            </w:pPr>
            <w:r w:rsidRPr="00DD6C04">
              <w:rPr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EF" w:rsidRPr="00DD6C04" w:rsidRDefault="00BF75C6" w:rsidP="00EE4A54">
            <w:pPr>
              <w:pStyle w:val="1"/>
              <w:rPr>
                <w:b/>
                <w:szCs w:val="24"/>
              </w:rPr>
            </w:pPr>
            <w:r w:rsidRPr="00DD6C04">
              <w:rPr>
                <w:szCs w:val="24"/>
              </w:rPr>
              <w:t>Площадь объекта землеустройства ± величина погрешности определения площади</w:t>
            </w:r>
            <w:r w:rsidRPr="00DD6C04">
              <w:rPr>
                <w:b/>
                <w:szCs w:val="24"/>
              </w:rPr>
              <w:t xml:space="preserve"> </w:t>
            </w:r>
            <w:r w:rsidRPr="00DD6C04">
              <w:rPr>
                <w:szCs w:val="24"/>
              </w:rPr>
              <w:t>(</w:t>
            </w:r>
            <w:r w:rsidRPr="00DD6C04">
              <w:rPr>
                <w:b/>
                <w:szCs w:val="24"/>
              </w:rPr>
              <w:t xml:space="preserve">Р </w:t>
            </w:r>
            <w:r w:rsidRPr="00DD6C04">
              <w:rPr>
                <w:szCs w:val="24"/>
              </w:rPr>
              <w:t xml:space="preserve">± </w:t>
            </w:r>
            <w:r w:rsidRPr="00DD6C04">
              <w:rPr>
                <w:b/>
                <w:szCs w:val="24"/>
              </w:rPr>
              <w:t>ΔР</w:t>
            </w:r>
            <w:r w:rsidRPr="00DD6C04">
              <w:rPr>
                <w:szCs w:val="24"/>
              </w:rPr>
              <w:t>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4EF" w:rsidRPr="00DD6C04" w:rsidRDefault="00BF75C6" w:rsidP="00EE4A54">
            <w:r w:rsidRPr="00DD6C04">
              <w:rPr>
                <w:lang w:val="en-US"/>
              </w:rPr>
              <w:t>228,62 га ± 132,30 га</w:t>
            </w:r>
          </w:p>
        </w:tc>
      </w:tr>
      <w:tr w:rsidR="008B44EF" w:rsidRPr="005B4876" w:rsidTr="00EE4A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85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B44EF" w:rsidRPr="00DD6C04" w:rsidRDefault="00BF75C6" w:rsidP="00EE4A54">
            <w:pPr>
              <w:pStyle w:val="1"/>
              <w:jc w:val="center"/>
              <w:rPr>
                <w:szCs w:val="24"/>
                <w:lang w:val="en-US"/>
              </w:rPr>
            </w:pPr>
            <w:r w:rsidRPr="00DD6C04">
              <w:rPr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B44EF" w:rsidRPr="00DD6C04" w:rsidRDefault="00BF75C6" w:rsidP="00EE4A54">
            <w:pPr>
              <w:pStyle w:val="1"/>
              <w:rPr>
                <w:szCs w:val="24"/>
              </w:rPr>
            </w:pPr>
            <w:r w:rsidRPr="00DD6C04">
              <w:rPr>
                <w:szCs w:val="24"/>
              </w:rPr>
              <w:t>Иные характеристики объекта землеустройства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8B44EF" w:rsidRPr="00DD6C04" w:rsidRDefault="00BF75C6" w:rsidP="00EE4A54">
            <w:pPr>
              <w:pStyle w:val="1"/>
              <w:rPr>
                <w:szCs w:val="24"/>
                <w:lang w:val="en-US"/>
              </w:rPr>
            </w:pPr>
            <w:r w:rsidRPr="00DD6C04">
              <w:rPr>
                <w:szCs w:val="24"/>
                <w:lang w:val="en-US"/>
              </w:rPr>
              <w:t>–</w:t>
            </w:r>
          </w:p>
        </w:tc>
      </w:tr>
    </w:tbl>
    <w:p w:rsidR="00A3320C" w:rsidRDefault="00A3320C"/>
    <w:p w:rsidR="00A3320C" w:rsidRDefault="00BF75C6">
      <w:r>
        <w:br w:type="page"/>
      </w:r>
    </w:p>
    <w:p w:rsidR="00A3320C" w:rsidRDefault="00A3320C">
      <w:pPr>
        <w:sectPr w:rsidR="00A3320C" w:rsidSect="0047783D">
          <w:headerReference w:type="default" r:id="rId15"/>
          <w:footerReference w:type="even" r:id="rId16"/>
          <w:footerReference w:type="default" r:id="rId17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:rsidR="00C41846" w:rsidRPr="007A37E2" w:rsidRDefault="00BF75C6">
      <w:pPr>
        <w:rPr>
          <w:sz w:val="2"/>
        </w:rPr>
      </w:pPr>
    </w:p>
    <w:tbl>
      <w:tblPr>
        <w:tblW w:w="1034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02"/>
        <w:gridCol w:w="1363"/>
        <w:gridCol w:w="196"/>
        <w:gridCol w:w="1559"/>
        <w:gridCol w:w="1418"/>
        <w:gridCol w:w="2268"/>
        <w:gridCol w:w="1843"/>
      </w:tblGrid>
      <w:tr w:rsidR="00E95F6A" w:rsidRPr="005B4876" w:rsidTr="00E674B7">
        <w:trPr>
          <w:trHeight w:val="471"/>
          <w:tblHeader/>
        </w:trPr>
        <w:tc>
          <w:tcPr>
            <w:tcW w:w="8506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E95F6A" w:rsidRPr="005B4876" w:rsidRDefault="00BF75C6" w:rsidP="00C24B6C">
            <w:pPr>
              <w:pStyle w:val="a3"/>
              <w:spacing w:before="60"/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</w:tcBorders>
          </w:tcPr>
          <w:p w:rsidR="00E95F6A" w:rsidRPr="00840993" w:rsidRDefault="00BF75C6" w:rsidP="00AD6A62">
            <w:pPr>
              <w:snapToGrid w:val="0"/>
              <w:spacing w:after="40"/>
              <w:rPr>
                <w:b/>
                <w:caps/>
                <w:lang w:val="en-US"/>
              </w:rPr>
            </w:pPr>
            <w:r>
              <w:rPr>
                <w:sz w:val="26"/>
              </w:rPr>
              <w:t>Лист №</w:t>
            </w:r>
          </w:p>
        </w:tc>
      </w:tr>
      <w:tr w:rsidR="00A16F04" w:rsidRPr="005B4876" w:rsidTr="00E674B7">
        <w:tblPrEx>
          <w:tblLook w:val="01E0"/>
        </w:tblPrEx>
        <w:trPr>
          <w:tblHeader/>
        </w:trPr>
        <w:tc>
          <w:tcPr>
            <w:tcW w:w="10349" w:type="dxa"/>
            <w:gridSpan w:val="7"/>
            <w:vAlign w:val="center"/>
          </w:tcPr>
          <w:p w:rsidR="00A16F04" w:rsidRPr="009E44DF" w:rsidRDefault="00BF75C6" w:rsidP="00EE1B03">
            <w:pPr>
              <w:jc w:val="center"/>
              <w:rPr>
                <w:b/>
                <w:caps/>
              </w:rPr>
            </w:pPr>
            <w:r w:rsidRPr="009E44DF">
              <w:rPr>
                <w:b/>
                <w:caps/>
              </w:rPr>
              <w:t>КАРТА (ПЛАН)</w:t>
            </w:r>
          </w:p>
          <w:p w:rsidR="00A16F04" w:rsidRPr="00C332AD" w:rsidRDefault="00BF75C6" w:rsidP="00EE1B03">
            <w:pPr>
              <w:jc w:val="center"/>
              <w:rPr>
                <w:b/>
                <w:u w:val="single"/>
              </w:rPr>
            </w:pPr>
            <w:r w:rsidRPr="00C332AD">
              <w:rPr>
                <w:b/>
                <w:u w:val="single"/>
              </w:rPr>
              <w:t>Граница населенного пункта Подрезчиха Белохолуницкого района Кировской области</w:t>
            </w:r>
          </w:p>
          <w:p w:rsidR="00A16F04" w:rsidRDefault="00BF75C6" w:rsidP="00EE1B03">
            <w:pPr>
              <w:pStyle w:val="1"/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землеустройства)</w:t>
            </w:r>
          </w:p>
        </w:tc>
      </w:tr>
      <w:tr w:rsidR="00A16F04" w:rsidRPr="005B4876" w:rsidTr="00E674B7">
        <w:tblPrEx>
          <w:tblLook w:val="01E0"/>
        </w:tblPrEx>
        <w:trPr>
          <w:trHeight w:hRule="exact" w:val="397"/>
          <w:tblHeader/>
        </w:trPr>
        <w:tc>
          <w:tcPr>
            <w:tcW w:w="10349" w:type="dxa"/>
            <w:gridSpan w:val="7"/>
            <w:tcBorders>
              <w:bottom w:val="double" w:sz="4" w:space="0" w:color="auto"/>
            </w:tcBorders>
            <w:vAlign w:val="center"/>
          </w:tcPr>
          <w:p w:rsidR="00A16F04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Сведения о местоположении границ объекта землеустройства</w:t>
            </w:r>
          </w:p>
        </w:tc>
      </w:tr>
      <w:tr w:rsidR="00694243" w:rsidRPr="005B4876" w:rsidTr="00E674B7">
        <w:tblPrEx>
          <w:tblLook w:val="01E0"/>
        </w:tblPrEx>
        <w:trPr>
          <w:trHeight w:hRule="exact" w:val="397"/>
        </w:trPr>
        <w:tc>
          <w:tcPr>
            <w:tcW w:w="10349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4243" w:rsidRPr="009E44DF" w:rsidRDefault="00BF75C6" w:rsidP="00694243">
            <w:pPr>
              <w:pStyle w:val="1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 xml:space="preserve">1. Система координат </w:t>
            </w:r>
            <w:r w:rsidRPr="001B3FAC">
              <w:rPr>
                <w:b/>
                <w:szCs w:val="24"/>
                <w:u w:val="single"/>
              </w:rPr>
              <w:t>МСК-43, зона 2</w:t>
            </w:r>
          </w:p>
        </w:tc>
      </w:tr>
      <w:tr w:rsidR="00694243" w:rsidRPr="005B4876" w:rsidTr="00E674B7">
        <w:tblPrEx>
          <w:tblLook w:val="01E0"/>
        </w:tblPrEx>
        <w:trPr>
          <w:trHeight w:hRule="exact" w:val="397"/>
        </w:trPr>
        <w:tc>
          <w:tcPr>
            <w:tcW w:w="1034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694243" w:rsidRDefault="00BF75C6">
            <w:r w:rsidRPr="00B9273D">
              <w:rPr>
                <w:b/>
              </w:rPr>
              <w:t xml:space="preserve">2. Сведения о характерных </w:t>
            </w:r>
            <w:r w:rsidRPr="00B9273D">
              <w:rPr>
                <w:b/>
              </w:rPr>
              <w:t>точках границ объекта землеустройства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vMerge w:val="restart"/>
            <w:tcBorders>
              <w:top w:val="double" w:sz="4" w:space="0" w:color="auto"/>
            </w:tcBorders>
            <w:vAlign w:val="center"/>
          </w:tcPr>
          <w:p w:rsidR="00694243" w:rsidRPr="001B3FAC" w:rsidRDefault="00BF75C6" w:rsidP="005B380A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Обозначение</w:t>
            </w:r>
          </w:p>
          <w:p w:rsidR="00694243" w:rsidRPr="001B3FAC" w:rsidRDefault="00BF75C6" w:rsidP="005B380A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характерных точек границ</w:t>
            </w:r>
          </w:p>
        </w:tc>
        <w:tc>
          <w:tcPr>
            <w:tcW w:w="3118" w:type="dxa"/>
            <w:gridSpan w:val="3"/>
            <w:tcBorders>
              <w:top w:val="double" w:sz="4" w:space="0" w:color="auto"/>
            </w:tcBorders>
            <w:vAlign w:val="center"/>
          </w:tcPr>
          <w:p w:rsidR="00694243" w:rsidRPr="001B3FAC" w:rsidRDefault="00BF75C6" w:rsidP="005B380A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Координаты, м</w:t>
            </w:r>
          </w:p>
        </w:tc>
        <w:tc>
          <w:tcPr>
            <w:tcW w:w="3686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694243" w:rsidRPr="001B3FAC" w:rsidRDefault="00BF75C6" w:rsidP="005B380A">
            <w:pPr>
              <w:pStyle w:val="1"/>
              <w:spacing w:before="60" w:after="60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Метод определения координат и средняя квадратическая погрешность положения характерной точки (М</w:t>
            </w:r>
            <w:r w:rsidRPr="001B3FAC">
              <w:rPr>
                <w:b/>
                <w:szCs w:val="24"/>
                <w:vertAlign w:val="subscript"/>
                <w:lang w:val="en-US"/>
              </w:rPr>
              <w:t>t</w:t>
            </w:r>
            <w:r w:rsidRPr="001B3FAC">
              <w:rPr>
                <w:b/>
                <w:szCs w:val="24"/>
              </w:rPr>
              <w:t>), м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  <w:vAlign w:val="center"/>
          </w:tcPr>
          <w:p w:rsidR="00694243" w:rsidRPr="001B3FAC" w:rsidRDefault="00BF75C6" w:rsidP="005B380A">
            <w:pPr>
              <w:pStyle w:val="1"/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Описание закреп</w:t>
            </w:r>
            <w:r w:rsidRPr="001B3FAC">
              <w:rPr>
                <w:b/>
                <w:szCs w:val="24"/>
              </w:rPr>
              <w:t>ления точки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vMerge/>
            <w:vAlign w:val="center"/>
          </w:tcPr>
          <w:p w:rsidR="00694243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94243" w:rsidRPr="001B3FAC" w:rsidRDefault="00BF75C6" w:rsidP="005B380A">
            <w:pPr>
              <w:pStyle w:val="a3"/>
              <w:jc w:val="center"/>
              <w:rPr>
                <w:b/>
              </w:rPr>
            </w:pPr>
            <w:r w:rsidRPr="001B3FAC">
              <w:rPr>
                <w:b/>
              </w:rPr>
              <w:t>Х</w:t>
            </w:r>
          </w:p>
        </w:tc>
        <w:tc>
          <w:tcPr>
            <w:tcW w:w="1559" w:type="dxa"/>
            <w:vAlign w:val="center"/>
          </w:tcPr>
          <w:p w:rsidR="00694243" w:rsidRPr="006F19EF" w:rsidRDefault="00BF75C6" w:rsidP="005B380A">
            <w:pPr>
              <w:pStyle w:val="1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Y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694243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4243" w:rsidRPr="009E44DF" w:rsidRDefault="00BF75C6" w:rsidP="00EE1B03">
            <w:pPr>
              <w:pStyle w:val="1"/>
              <w:jc w:val="center"/>
              <w:rPr>
                <w:b/>
                <w:szCs w:val="24"/>
              </w:rPr>
            </w:pP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bottom w:val="single" w:sz="6" w:space="0" w:color="auto"/>
            </w:tcBorders>
            <w:vAlign w:val="center"/>
          </w:tcPr>
          <w:p w:rsidR="00694243" w:rsidRPr="001B3FAC" w:rsidRDefault="00BF75C6" w:rsidP="005B380A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  <w:vAlign w:val="center"/>
          </w:tcPr>
          <w:p w:rsidR="00694243" w:rsidRPr="001B3FAC" w:rsidRDefault="00BF75C6" w:rsidP="005B380A">
            <w:pPr>
              <w:pStyle w:val="a3"/>
              <w:jc w:val="center"/>
              <w:rPr>
                <w:b/>
              </w:rPr>
            </w:pPr>
            <w:r w:rsidRPr="001B3FAC">
              <w:rPr>
                <w:b/>
              </w:rPr>
              <w:t>2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694243" w:rsidRPr="00694243" w:rsidRDefault="00BF75C6" w:rsidP="005B380A">
            <w:pPr>
              <w:pStyle w:val="1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3</w:t>
            </w:r>
          </w:p>
        </w:tc>
        <w:tc>
          <w:tcPr>
            <w:tcW w:w="3686" w:type="dxa"/>
            <w:gridSpan w:val="2"/>
            <w:tcBorders>
              <w:bottom w:val="single" w:sz="6" w:space="0" w:color="auto"/>
            </w:tcBorders>
            <w:vAlign w:val="center"/>
          </w:tcPr>
          <w:p w:rsidR="00694243" w:rsidRPr="001B3FAC" w:rsidRDefault="00BF75C6" w:rsidP="005B380A">
            <w:pPr>
              <w:pStyle w:val="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694243" w:rsidRPr="00694243" w:rsidRDefault="00BF75C6" w:rsidP="00EE1B03">
            <w:pPr>
              <w:pStyle w:val="1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5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Граница1(1)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–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–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667746.47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2303719.68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667848.12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2303593.58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667899.36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2303596.52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667953.28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2303550.81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668017.99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2303577.63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668114.84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2303511.81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668068.89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2303394.66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668071.84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2303350.44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668024.67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2303349.45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668037.44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2303324.89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667940.16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2303130.31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667892.00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2303110.66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667837.95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2303020.25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667789.80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2302972.09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667720.03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2303003.54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667662.05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2302996.66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667609.97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2302962.27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667625.69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2302907.24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667573.61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2302873.82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667548.06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2302748.04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667607.02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2302605.55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667662.14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2302528.11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667663.50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2302528.93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667672.20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2302524.47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667674.60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2302527.02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667672.21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2302535.63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667725.50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2302572.06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667741.37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2302548.25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667750.48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2302525.67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667750.11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2302484.49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667734.94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2302471.96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667710.40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2302498.05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667695.58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2302489.89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667707.64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2302469.30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667705.14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2302467.71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667730.84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2302431.61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667786.72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2302423.45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667783.16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2302429.02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39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667793.30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2302438.40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667811.55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2302421.42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667828.02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2302389.99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667827.96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2302381.44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667893.38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2302305.03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667877.66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2302119.89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667924.83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2302107.71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667942.12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2302130.11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667973.57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2302129.33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668037.25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2302098.27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49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668050.61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2302067.61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668064.79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2302060.10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668070.20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2302057.24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668070.33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2302057.20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668070.32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2302057.17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668090.71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2302046.39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668156.51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2302010.98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668248.25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2301995.17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668290.89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2301944.87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668380.64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2301898.32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59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668355.09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2301849.90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668268.93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2301891.76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668166.11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2301847.64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668078.26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2301663.61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668109.54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2301571.04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668105.55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2301324.09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668138.86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2301272.44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668212.04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2301268.33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668170.79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2301016.71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668167.24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2300809.46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668089.12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2300792.39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668080.92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2300737.06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668079.72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2300737.12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668078.43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2300715.19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667963.58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2300697.44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667975.87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2300629.96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668064.95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2300648.86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668116.68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2300677.19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668173.95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2300686.43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668227.52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2300632.85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79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668282.94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2300500.45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668262.62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2300408.70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668225.06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2300387.76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668204.12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2300353.89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668226.72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2300215.13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668052.29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2300180.40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667812.54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2300554.23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667736.04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2300683.19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667703.48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2300669.42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667679.71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2300706.62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89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667709.10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2300729.91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667630.65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2300864.27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667504.38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2300760.93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667393.35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2300687.29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667291.17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2300820.13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667470.32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2301005.02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667369.39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2301158.36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667381.94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2301195.76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667488.72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2301165.61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667566.14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2301023.20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99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667645.55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2301067.30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667718.88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2301011.91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667885.22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2301400.77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667834.16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2301578.16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667885.95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2301754.78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667829.90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2301893.99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667814.48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2301955.63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667794.19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2301971.56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667799.90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2301981.46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667493.93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2302119.11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109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667385.49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2301991.56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667390.77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2301892.25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667455.08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2301826.70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667415.18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2301763.22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667409.84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2301705.78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667232.29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2301646.37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667247.06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2301561.47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667249.17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2301560.00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667247.63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2301558.17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 xml:space="preserve">Картометрический метод. </w:t>
            </w:r>
            <w:r w:rsidRPr="001B3FAC">
              <w:t>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667248.40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2301553.76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119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667238.98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2301547.84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667233.36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2301541.14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667223.23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2301537.95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667131.97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2301480.62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667080.30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2301540.59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667107.42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2301549.44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667050.69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2301631.53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667084.22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2301663.13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 xml:space="preserve">Картометрический </w:t>
            </w:r>
            <w:r w:rsidRPr="001B3FAC">
              <w:t>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667017.49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2301736.28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667014.10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2301739.99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129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666982.02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2301775.16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666936.81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2301810.54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666860.16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2301812.50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666694.08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2301736.83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666715.70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2301721.11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666708.82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2301679.84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666785.48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2301646.42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</w:t>
            </w:r>
            <w:r w:rsidRPr="001B3FAC">
              <w:t xml:space="preserve">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666704.89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2301647.41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666653.79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2301551.10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666619.40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2301554.05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139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666558.47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2301440.06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666582.01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2301419.60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666562.17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2301389.06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666530.95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2301412.54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666479.85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2301332.94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666441.53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2301336.87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666462.17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2301316.23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666431.70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2301242.53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666401.24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2301218.95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666384.30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2301142.27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149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666400.90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2301139.32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666412.37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2301136.08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666403.64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2301097.65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666372.69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2301101.63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666365.86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2301046.97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666390.43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2301038.13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666371.76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2300966.39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666335.40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2300958.53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666329.50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2300914.31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 xml:space="preserve">Картометрический метод. </w:t>
            </w:r>
            <w:r w:rsidRPr="001B3FAC">
              <w:t>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666235.01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2300918.05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159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666279.20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2301169.75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666234.48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2301236.47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666180.51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2301277.46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666182.22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2301376.01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666193.28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2301486.79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666250.56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2301687.22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666356.73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2301758.48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666446.80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2301897.21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 xml:space="preserve">Картометрический </w:t>
            </w:r>
            <w:r w:rsidRPr="001B3FAC">
              <w:t>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666576.27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2301885.74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666624.04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2301909.15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169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666751.08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2301921.58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666778.55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2301919.20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666801.62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2301882.69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666855.69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2301846.31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666977.80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2301832.39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667097.50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2301982.81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667026.21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2302098.05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</w:t>
            </w:r>
            <w:r w:rsidRPr="001B3FAC">
              <w:t xml:space="preserve">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667025.72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2302096.78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666999.84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2302121.52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666962.37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2302154.60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179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666975.18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2302171.65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666960.40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2302189.86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666901.44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2302197.72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666830.86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2302139.78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666790.89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2302172.38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666819.27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2302220.12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666775.52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2302243.41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666761.08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2302214.76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666750.04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2302241.50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666718.55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2302214.53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189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666730.99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2302152.06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666686.69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2302086.90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666629.23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2302132.86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666647.53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2302041.37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666568.00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2302039.91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666472.76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2302019.77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666476.54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2302091.99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666556.58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2302104.67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666578.48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2302104.69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 xml:space="preserve">Картометрический метод. </w:t>
            </w:r>
            <w:r w:rsidRPr="001B3FAC">
              <w:t>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666630.31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2302148.14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199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666649.16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2302197.81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666661.12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2302262.21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666713.56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2302388.23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666778.64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2302466.42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666807.30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2302504.16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666828.34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2302533.13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666881.37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2302582.19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667101.81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2302587.10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 xml:space="preserve">Картометрический </w:t>
            </w:r>
            <w:r w:rsidRPr="001B3FAC">
              <w:t>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667163.34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2302658.62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667169.19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2302667.25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209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667176.00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2302732.94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667156.71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2302839.34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667154.31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2302894.06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667175.70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2302978.35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667178.79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2303003.13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667176.31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2303033.81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667162.99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2303066.34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</w:t>
            </w:r>
            <w:r w:rsidRPr="001B3FAC">
              <w:t xml:space="preserve">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667149.45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2303089.99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667153.56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2303093.46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667244.21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2303004.17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219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667244.22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2303004.17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667334.11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2302967.14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667376.16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2303026.08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667379.13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2303105.95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667415.55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2303161.46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667440.23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2303267.76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667474.08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2303362.28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667507.92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2303456.79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667538.39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2303516.55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667568.86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2303576.30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229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667604.66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2303585.52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667649.67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2303597.11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667649.58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2303574.87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667731.96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2303441.00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667786.42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2303517.15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667746.47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2303719.68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Граница1(2)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–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–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666406.95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2301209.33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666419.63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2301203.85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666428.85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2301196.30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666431.18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2301190.16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666429.35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2301172.89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666423.65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2301157.09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240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666408.54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2301160.88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241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666414.25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2301175.08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242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666412.65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2301179.11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243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666397.07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2301190.93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666406.95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1B3FAC" w:rsidRDefault="00BF75C6" w:rsidP="00F12DB0">
            <w:pPr>
              <w:jc w:val="center"/>
            </w:pPr>
            <w:r w:rsidRPr="001B3FAC">
              <w:t>2301209.33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94243" w:rsidRPr="008F6568" w:rsidRDefault="00BF75C6" w:rsidP="00F8248E">
            <w:pPr>
              <w:rPr>
                <w:lang w:val="en-US"/>
              </w:rPr>
            </w:pPr>
            <w:r w:rsidRPr="001B3FAC">
              <w:t>Картометрический метод. 2.50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694243" w:rsidRPr="009E44DF" w:rsidRDefault="00BF75C6" w:rsidP="00F12DB0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F12DB0" w:rsidRPr="005B4876" w:rsidTr="00E674B7">
        <w:tblPrEx>
          <w:tblLook w:val="01E0"/>
        </w:tblPrEx>
        <w:trPr>
          <w:trHeight w:hRule="exact" w:val="397"/>
        </w:trPr>
        <w:tc>
          <w:tcPr>
            <w:tcW w:w="1034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F12DB0" w:rsidRDefault="00BF75C6" w:rsidP="00F514D0">
            <w:r w:rsidRPr="00F12DB0">
              <w:rPr>
                <w:b/>
              </w:rPr>
              <w:t>3</w:t>
            </w:r>
            <w:r w:rsidRPr="00B9273D">
              <w:rPr>
                <w:b/>
              </w:rPr>
              <w:t xml:space="preserve">. Сведения о характерных точках </w:t>
            </w:r>
            <w:r>
              <w:rPr>
                <w:b/>
              </w:rPr>
              <w:t xml:space="preserve">части (частей) </w:t>
            </w:r>
            <w:r w:rsidRPr="00B9273D">
              <w:rPr>
                <w:b/>
              </w:rPr>
              <w:t>границ</w:t>
            </w:r>
            <w:r>
              <w:rPr>
                <w:b/>
              </w:rPr>
              <w:t>ы</w:t>
            </w:r>
            <w:r w:rsidRPr="00B9273D">
              <w:rPr>
                <w:b/>
              </w:rPr>
              <w:t xml:space="preserve"> объекта землеустройства</w:t>
            </w:r>
          </w:p>
        </w:tc>
      </w:tr>
      <w:tr w:rsidR="00F12DB0" w:rsidRPr="005B4876" w:rsidTr="00E674B7">
        <w:trPr>
          <w:trHeight w:val="54"/>
        </w:trPr>
        <w:tc>
          <w:tcPr>
            <w:tcW w:w="17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F12DB0" w:rsidRPr="001B3FAC" w:rsidRDefault="00BF75C6" w:rsidP="00F12DB0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12DB0" w:rsidRPr="001B3FAC" w:rsidRDefault="00BF75C6" w:rsidP="00F12DB0">
            <w:pPr>
              <w:jc w:val="center"/>
            </w:pPr>
            <w:r w:rsidRPr="001B3FAC">
              <w:t>–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F12DB0" w:rsidRPr="001B3FAC" w:rsidRDefault="00BF75C6" w:rsidP="00F12DB0">
            <w:pPr>
              <w:jc w:val="center"/>
            </w:pPr>
            <w:r w:rsidRPr="001B3FAC">
              <w:t>–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12DB0" w:rsidRPr="001B3FAC" w:rsidRDefault="00BF75C6" w:rsidP="00F8248E">
            <w:r w:rsidRPr="001B3FAC">
              <w:t>–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F12DB0" w:rsidRPr="009E44DF" w:rsidRDefault="00BF75C6" w:rsidP="008F6568">
            <w:pPr>
              <w:pStyle w:val="1"/>
              <w:rPr>
                <w:b/>
                <w:szCs w:val="24"/>
              </w:rPr>
            </w:pPr>
            <w:r w:rsidRPr="001B3FAC">
              <w:t>–</w:t>
            </w:r>
          </w:p>
        </w:tc>
      </w:tr>
      <w:tr w:rsidR="00694243" w:rsidRPr="005B4876" w:rsidTr="00E674B7">
        <w:trPr>
          <w:trHeight w:val="243"/>
        </w:trPr>
        <w:tc>
          <w:tcPr>
            <w:tcW w:w="10349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243" w:rsidRPr="001B3FAC" w:rsidRDefault="00BF75C6" w:rsidP="005B380A">
            <w:pPr>
              <w:pStyle w:val="1"/>
              <w:rPr>
                <w:szCs w:val="24"/>
                <w:vertAlign w:val="superscript"/>
              </w:rPr>
            </w:pPr>
            <w:r>
              <w:rPr>
                <w:b/>
                <w:szCs w:val="24"/>
              </w:rPr>
              <w:t>4</w:t>
            </w:r>
            <w:r w:rsidRPr="001B3FAC">
              <w:rPr>
                <w:b/>
                <w:szCs w:val="24"/>
              </w:rPr>
              <w:t>. Сведения о частях границ объекта землеустройства</w:t>
            </w:r>
            <w:r>
              <w:rPr>
                <w:b/>
                <w:szCs w:val="24"/>
              </w:rPr>
              <w:t>, совпадающих с местоположением внешних границ природных объектов и(или) объектов искусственного происхождения</w:t>
            </w:r>
          </w:p>
        </w:tc>
      </w:tr>
      <w:tr w:rsidR="00694243" w:rsidRPr="005B4876" w:rsidTr="00E674B7">
        <w:trPr>
          <w:trHeight w:val="243"/>
        </w:trPr>
        <w:tc>
          <w:tcPr>
            <w:tcW w:w="6238" w:type="dxa"/>
            <w:gridSpan w:val="5"/>
            <w:tcBorders>
              <w:top w:val="single" w:sz="6" w:space="0" w:color="auto"/>
            </w:tcBorders>
            <w:vAlign w:val="center"/>
          </w:tcPr>
          <w:p w:rsidR="00694243" w:rsidRPr="009E44DF" w:rsidRDefault="00BF75C6" w:rsidP="00694243">
            <w:pPr>
              <w:jc w:val="center"/>
              <w:rPr>
                <w:lang w:val="en-US"/>
              </w:rPr>
            </w:pPr>
            <w:r w:rsidRPr="001B3FAC">
              <w:rPr>
                <w:b/>
              </w:rPr>
              <w:t>Обозначение части границ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694243" w:rsidRPr="009E44DF" w:rsidRDefault="00BF75C6" w:rsidP="00694243">
            <w:pPr>
              <w:pStyle w:val="1"/>
              <w:jc w:val="center"/>
              <w:rPr>
                <w:szCs w:val="24"/>
                <w:lang w:val="en-US"/>
              </w:rPr>
            </w:pPr>
            <w:r w:rsidRPr="001B3FAC">
              <w:rPr>
                <w:b/>
                <w:szCs w:val="24"/>
              </w:rPr>
              <w:t>Описание прохождения части границ</w:t>
            </w:r>
          </w:p>
        </w:tc>
      </w:tr>
      <w:tr w:rsidR="00694243" w:rsidRPr="005B4876" w:rsidTr="00E674B7">
        <w:trPr>
          <w:trHeight w:val="243"/>
        </w:trPr>
        <w:tc>
          <w:tcPr>
            <w:tcW w:w="3065" w:type="dxa"/>
            <w:gridSpan w:val="2"/>
            <w:vAlign w:val="center"/>
          </w:tcPr>
          <w:p w:rsidR="00694243" w:rsidRPr="009E44DF" w:rsidRDefault="00BF75C6" w:rsidP="00694243">
            <w:pPr>
              <w:jc w:val="center"/>
              <w:rPr>
                <w:lang w:val="en-US"/>
              </w:rPr>
            </w:pPr>
            <w:r w:rsidRPr="001B3FAC">
              <w:rPr>
                <w:b/>
              </w:rPr>
              <w:t>от точки</w:t>
            </w:r>
          </w:p>
        </w:tc>
        <w:tc>
          <w:tcPr>
            <w:tcW w:w="3173" w:type="dxa"/>
            <w:gridSpan w:val="3"/>
            <w:vAlign w:val="center"/>
          </w:tcPr>
          <w:p w:rsidR="00694243" w:rsidRPr="009E44DF" w:rsidRDefault="00BF75C6" w:rsidP="00694243">
            <w:pPr>
              <w:jc w:val="center"/>
              <w:rPr>
                <w:lang w:val="en-US"/>
              </w:rPr>
            </w:pPr>
            <w:r w:rsidRPr="001B3FAC">
              <w:rPr>
                <w:b/>
              </w:rPr>
              <w:t>до точки</w:t>
            </w:r>
          </w:p>
        </w:tc>
        <w:tc>
          <w:tcPr>
            <w:tcW w:w="4111" w:type="dxa"/>
            <w:gridSpan w:val="2"/>
            <w:vMerge/>
            <w:vAlign w:val="center"/>
          </w:tcPr>
          <w:p w:rsidR="00694243" w:rsidRPr="009E44DF" w:rsidRDefault="00BF75C6" w:rsidP="00694243">
            <w:pPr>
              <w:jc w:val="center"/>
              <w:rPr>
                <w:lang w:val="en-US"/>
              </w:rPr>
            </w:pPr>
          </w:p>
        </w:tc>
      </w:tr>
      <w:tr w:rsidR="00694243" w:rsidRPr="005B4876" w:rsidTr="00E674B7">
        <w:trPr>
          <w:trHeight w:val="243"/>
        </w:trPr>
        <w:tc>
          <w:tcPr>
            <w:tcW w:w="3065" w:type="dxa"/>
            <w:gridSpan w:val="2"/>
            <w:vAlign w:val="center"/>
          </w:tcPr>
          <w:p w:rsidR="00694243" w:rsidRPr="00694243" w:rsidRDefault="00BF75C6" w:rsidP="00694243">
            <w:pPr>
              <w:jc w:val="center"/>
              <w:rPr>
                <w:b/>
                <w:lang w:val="en-US"/>
              </w:rPr>
            </w:pPr>
            <w:r w:rsidRPr="00694243">
              <w:rPr>
                <w:b/>
                <w:lang w:val="en-US"/>
              </w:rPr>
              <w:t>1</w:t>
            </w:r>
          </w:p>
        </w:tc>
        <w:tc>
          <w:tcPr>
            <w:tcW w:w="3173" w:type="dxa"/>
            <w:gridSpan w:val="3"/>
            <w:vAlign w:val="center"/>
          </w:tcPr>
          <w:p w:rsidR="00694243" w:rsidRPr="00694243" w:rsidRDefault="00BF75C6" w:rsidP="00694243">
            <w:pPr>
              <w:jc w:val="center"/>
              <w:rPr>
                <w:b/>
                <w:lang w:val="en-US"/>
              </w:rPr>
            </w:pPr>
            <w:r w:rsidRPr="00694243">
              <w:rPr>
                <w:b/>
                <w:lang w:val="en-US"/>
              </w:rPr>
              <w:t>2</w:t>
            </w:r>
          </w:p>
        </w:tc>
        <w:tc>
          <w:tcPr>
            <w:tcW w:w="4111" w:type="dxa"/>
            <w:gridSpan w:val="2"/>
            <w:vAlign w:val="center"/>
          </w:tcPr>
          <w:p w:rsidR="00694243" w:rsidRPr="00694243" w:rsidRDefault="00BF75C6" w:rsidP="00694243">
            <w:pPr>
              <w:jc w:val="center"/>
              <w:rPr>
                <w:b/>
                <w:lang w:val="en-US"/>
              </w:rPr>
            </w:pPr>
            <w:r w:rsidRPr="00694243">
              <w:rPr>
                <w:b/>
                <w:lang w:val="en-US"/>
              </w:rPr>
              <w:t>3</w:t>
            </w:r>
          </w:p>
        </w:tc>
      </w:tr>
      <w:tr w:rsidR="00694243" w:rsidRPr="005B4876" w:rsidTr="00E674B7">
        <w:trPr>
          <w:trHeight w:val="243"/>
        </w:trPr>
        <w:tc>
          <w:tcPr>
            <w:tcW w:w="3065" w:type="dxa"/>
            <w:gridSpan w:val="2"/>
            <w:vAlign w:val="center"/>
          </w:tcPr>
          <w:p w:rsidR="00694243" w:rsidRPr="009E44DF" w:rsidRDefault="00BF75C6" w:rsidP="00694243">
            <w:pPr>
              <w:jc w:val="center"/>
              <w:rPr>
                <w:lang w:val="en-US"/>
              </w:rPr>
            </w:pPr>
            <w:r w:rsidRPr="001B3FAC">
              <w:t>–</w:t>
            </w:r>
          </w:p>
        </w:tc>
        <w:tc>
          <w:tcPr>
            <w:tcW w:w="3173" w:type="dxa"/>
            <w:gridSpan w:val="3"/>
            <w:vAlign w:val="center"/>
          </w:tcPr>
          <w:p w:rsidR="00694243" w:rsidRPr="009E44DF" w:rsidRDefault="00BF75C6" w:rsidP="00694243">
            <w:pPr>
              <w:jc w:val="center"/>
              <w:rPr>
                <w:lang w:val="en-US"/>
              </w:rPr>
            </w:pPr>
            <w:r w:rsidRPr="001B3FAC">
              <w:t>–</w:t>
            </w:r>
          </w:p>
        </w:tc>
        <w:tc>
          <w:tcPr>
            <w:tcW w:w="4111" w:type="dxa"/>
            <w:gridSpan w:val="2"/>
            <w:vAlign w:val="center"/>
          </w:tcPr>
          <w:p w:rsidR="00694243" w:rsidRPr="009E44DF" w:rsidRDefault="00BF75C6" w:rsidP="005B380A">
            <w:pPr>
              <w:rPr>
                <w:lang w:val="en-US"/>
              </w:rPr>
            </w:pPr>
            <w:r w:rsidRPr="001B3FAC">
              <w:t>–</w:t>
            </w:r>
          </w:p>
        </w:tc>
      </w:tr>
    </w:tbl>
    <w:p w:rsidR="00A3320C" w:rsidRDefault="00A3320C"/>
    <w:p w:rsidR="00A3320C" w:rsidRDefault="00BF75C6">
      <w:r>
        <w:br w:type="page"/>
      </w:r>
    </w:p>
    <w:p w:rsidR="00A3320C" w:rsidRDefault="00A3320C">
      <w:pPr>
        <w:sectPr w:rsidR="00A3320C" w:rsidSect="000D55A1">
          <w:headerReference w:type="even" r:id="rId18"/>
          <w:headerReference w:type="default" r:id="rId19"/>
          <w:footerReference w:type="even" r:id="rId20"/>
          <w:footerReference w:type="default" r:id="rId21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:rsidR="00C41846" w:rsidRPr="007A37E2" w:rsidRDefault="00BF75C6">
      <w:pPr>
        <w:rPr>
          <w:sz w:val="2"/>
        </w:rPr>
      </w:pPr>
    </w:p>
    <w:tbl>
      <w:tblPr>
        <w:tblW w:w="10349" w:type="dxa"/>
        <w:tblInd w:w="-318" w:type="dxa"/>
        <w:tblLayout w:type="fixed"/>
        <w:tblLook w:val="0000"/>
      </w:tblPr>
      <w:tblGrid>
        <w:gridCol w:w="8506"/>
        <w:gridCol w:w="1843"/>
      </w:tblGrid>
      <w:tr w:rsidR="00CF5EB8" w:rsidRPr="005B4876" w:rsidTr="001B4400">
        <w:trPr>
          <w:trHeight w:val="471"/>
          <w:tblHeader/>
        </w:trPr>
        <w:tc>
          <w:tcPr>
            <w:tcW w:w="8506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CF5EB8" w:rsidRPr="005B4876" w:rsidRDefault="00BF75C6" w:rsidP="00C24B6C">
            <w:pPr>
              <w:pStyle w:val="a3"/>
              <w:spacing w:before="60"/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5EB8" w:rsidRPr="00300E20" w:rsidRDefault="00BF75C6" w:rsidP="00AD6A62">
            <w:pPr>
              <w:snapToGrid w:val="0"/>
              <w:spacing w:after="40"/>
              <w:rPr>
                <w:b/>
                <w:caps/>
              </w:rPr>
            </w:pPr>
            <w:r>
              <w:rPr>
                <w:sz w:val="26"/>
              </w:rPr>
              <w:t>Лист №</w:t>
            </w:r>
            <w:r>
              <w:rPr>
                <w:sz w:val="26"/>
                <w:lang w:val="en-US"/>
              </w:rPr>
              <w:t xml:space="preserve"> </w:t>
            </w:r>
          </w:p>
        </w:tc>
      </w:tr>
      <w:tr w:rsidR="002E69BF" w:rsidRPr="005B4876" w:rsidTr="00A96D70">
        <w:tblPrEx>
          <w:tblLook w:val="01E0"/>
        </w:tblPrEx>
        <w:trPr>
          <w:tblHeader/>
        </w:trPr>
        <w:tc>
          <w:tcPr>
            <w:tcW w:w="1034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407B" w:rsidRPr="00AF407B" w:rsidRDefault="00BF75C6" w:rsidP="00AF407B">
            <w:pPr>
              <w:jc w:val="center"/>
              <w:rPr>
                <w:b/>
              </w:rPr>
            </w:pPr>
            <w:r>
              <w:rPr>
                <w:b/>
              </w:rPr>
              <w:t>КАРТА ПЛАН</w:t>
            </w:r>
          </w:p>
          <w:p w:rsidR="003B7482" w:rsidRPr="003B7482" w:rsidRDefault="00BF75C6" w:rsidP="003B7482">
            <w:pPr>
              <w:jc w:val="center"/>
              <w:rPr>
                <w:b/>
                <w:u w:val="single"/>
              </w:rPr>
            </w:pPr>
            <w:r w:rsidRPr="00366E21">
              <w:rPr>
                <w:b/>
                <w:u w:val="single"/>
              </w:rPr>
              <w:t xml:space="preserve">Граница населенного пункта Подрезчиха Белохолуницкого района </w:t>
            </w:r>
            <w:r w:rsidRPr="00366E21">
              <w:rPr>
                <w:b/>
                <w:u w:val="single"/>
              </w:rPr>
              <w:t>Кировской области</w:t>
            </w:r>
          </w:p>
          <w:p w:rsidR="002E69BF" w:rsidRPr="00AF407B" w:rsidRDefault="00BF75C6" w:rsidP="00AF407B">
            <w:pPr>
              <w:jc w:val="center"/>
              <w:rPr>
                <w:b/>
                <w:sz w:val="20"/>
                <w:szCs w:val="20"/>
              </w:rPr>
            </w:pPr>
            <w:r w:rsidRPr="00AF407B">
              <w:rPr>
                <w:sz w:val="20"/>
                <w:szCs w:val="20"/>
              </w:rPr>
              <w:t>(наименование объекта землеустройства)</w:t>
            </w:r>
          </w:p>
        </w:tc>
      </w:tr>
      <w:tr w:rsidR="002E69BF" w:rsidRPr="005B4876" w:rsidTr="00A96D70">
        <w:tblPrEx>
          <w:tblLook w:val="01E0"/>
        </w:tblPrEx>
        <w:trPr>
          <w:trHeight w:hRule="exact" w:val="397"/>
          <w:tblHeader/>
        </w:trPr>
        <w:tc>
          <w:tcPr>
            <w:tcW w:w="1034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24D8E" w:rsidRPr="00AF407B" w:rsidRDefault="00BF75C6" w:rsidP="00C24B6C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 землеустройства</w:t>
            </w:r>
          </w:p>
        </w:tc>
      </w:tr>
      <w:tr w:rsidR="00742330" w:rsidRPr="005B4876" w:rsidTr="00A96D7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317"/>
        </w:trPr>
        <w:tc>
          <w:tcPr>
            <w:tcW w:w="10349" w:type="dxa"/>
            <w:gridSpan w:val="2"/>
            <w:tcBorders>
              <w:bottom w:val="nil"/>
            </w:tcBorders>
            <w:vAlign w:val="bottom"/>
          </w:tcPr>
          <w:p w:rsidR="00742330" w:rsidRPr="00216913" w:rsidRDefault="00BF75C6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136000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:rsidTr="003B74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0739"/>
        </w:trPr>
        <w:tc>
          <w:tcPr>
            <w:tcW w:w="10349" w:type="dxa"/>
            <w:gridSpan w:val="2"/>
            <w:tcBorders>
              <w:top w:val="nil"/>
              <w:bottom w:val="nil"/>
            </w:tcBorders>
            <w:vAlign w:val="center"/>
          </w:tcPr>
          <w:p w:rsidR="009D262A" w:rsidRPr="00053150" w:rsidRDefault="00A3320C" w:rsidP="00094F15">
            <w:pPr>
              <w:jc w:val="center"/>
            </w:pPr>
            <w:r>
              <w:rPr>
                <w:noProof/>
              </w:rPr>
              <w:pict>
                <v:shape id="R4b732466f1684105" o:spid="_x0000_s62533" style="position:absolute;left:0;text-align:left;margin-left:34.25pt;margin-top:139.9pt;width:434.8pt;height:271.6pt;z-index:-252177408;mso-position-horizontal-relative:page;mso-position-vertical-relative:page" coordsize="" o:spt="100" adj="0,,0" path="">
                  <v:stroke joinstyle="round"/>
                  <v:imagedata r:id="rId23" o:title=""/>
                  <v:formulas/>
                  <v:path o:connecttype="segments"/>
                  <w10:wrap anchorx="page" anchory="page"/>
                </v:shape>
              </w:pict>
            </w:r>
            <w:r>
              <w:rPr>
                <w:noProof/>
              </w:rPr>
              <w:pict>
                <v:line id="_x0000_s62532" style="position:absolute;left:0;text-align:left;flip:x y;z-index:251140096;mso-position-horizontal-relative:text;mso-position-vertical-relative:text" from="454.65pt,222.75pt" to="440.9pt,211.65pt" strokecolor="#ff8000" strokeweight="2.83pt"/>
              </w:pict>
            </w:r>
            <w:r>
              <w:rPr>
                <w:noProof/>
              </w:rPr>
              <w:pict>
                <v:line id="_x0000_s62531" style="position:absolute;left:0;text-align:left;flip:x y;z-index:251141120;mso-position-horizontal-relative:text;mso-position-vertical-relative:text" from="440.9pt,211.65pt" to="441.25pt,206.05pt" strokecolor="#ff8000" strokeweight="2.83pt"/>
              </w:pict>
            </w:r>
            <w:r>
              <w:rPr>
                <w:noProof/>
              </w:rPr>
              <w:pict>
                <v:line id="_x0000_s62530" style="position:absolute;left:0;text-align:left;flip:x y;z-index:251142144;mso-position-horizontal-relative:text;mso-position-vertical-relative:text" from="441.25pt,206.05pt" to="436.25pt,200.2pt" strokecolor="#ff8000" strokeweight="2.83pt"/>
              </w:pict>
            </w:r>
            <w:r>
              <w:rPr>
                <w:noProof/>
              </w:rPr>
              <w:pict>
                <v:line id="_x0000_s62529" style="position:absolute;left:0;text-align:left;flip:x y;z-index:251143168;mso-position-horizontal-relative:text;mso-position-vertical-relative:text" from="436.25pt,200.2pt" to="439.15pt,193.1pt" strokecolor="#ff8000" strokeweight="2.83pt"/>
              </w:pict>
            </w:r>
            <w:r>
              <w:rPr>
                <w:noProof/>
              </w:rPr>
              <w:pict>
                <v:line id="_x0000_s62528" style="position:absolute;left:0;text-align:left;flip:x y;z-index:251144192;mso-position-horizontal-relative:text;mso-position-vertical-relative:text" from="439.15pt,193.1pt" to="6in,182.55pt" strokecolor="#ff8000" strokeweight="2.83pt"/>
              </w:pict>
            </w:r>
            <w:r>
              <w:rPr>
                <w:noProof/>
              </w:rPr>
              <w:pict>
                <v:line id="_x0000_s62527" style="position:absolute;left:0;text-align:left;flip:x y;z-index:251145216;mso-position-horizontal-relative:text;mso-position-vertical-relative:text" from="6in,182.55pt" to="419.2pt,187.55pt" strokecolor="#ff8000" strokeweight="2.83pt"/>
              </w:pict>
            </w:r>
            <w:r>
              <w:rPr>
                <w:noProof/>
              </w:rPr>
              <w:pict>
                <v:line id="_x0000_s62526" style="position:absolute;left:0;text-align:left;flip:x y;z-index:251146240;mso-position-horizontal-relative:text;mso-position-vertical-relative:text" from="419.2pt,187.55pt" to="414.4pt,187.25pt" strokecolor="#ff8000" strokeweight="2.83pt"/>
              </w:pict>
            </w:r>
            <w:r>
              <w:rPr>
                <w:noProof/>
              </w:rPr>
              <w:pict>
                <v:line id="_x0000_s62525" style="position:absolute;left:0;text-align:left;flip:x y;z-index:251147264;mso-position-horizontal-relative:text;mso-position-vertical-relative:text" from="414.4pt,187.25pt" to="414.3pt,192.4pt" strokecolor="#ff8000" strokeweight="2.83pt"/>
              </w:pict>
            </w:r>
            <w:r>
              <w:rPr>
                <w:noProof/>
              </w:rPr>
              <w:pict>
                <v:line id="_x0000_s62524" style="position:absolute;left:0;text-align:left;flip:x y;z-index:251148288;mso-position-horizontal-relative:text;mso-position-vertical-relative:text" from="414.3pt,192.4pt" to="411.6pt,191pt" strokecolor="#ff8000" strokeweight="2.83pt"/>
              </w:pict>
            </w:r>
            <w:r>
              <w:rPr>
                <w:noProof/>
              </w:rPr>
              <w:pict>
                <v:line id="_x0000_s62523" style="position:absolute;left:0;text-align:left;flip:x y;z-index:251149312;mso-position-horizontal-relative:text;mso-position-vertical-relative:text" from="411.6pt,191pt" to="390.4pt,201.6pt" strokecolor="#ff8000" strokeweight="2.83pt"/>
              </w:pict>
            </w:r>
            <w:r>
              <w:rPr>
                <w:noProof/>
              </w:rPr>
              <w:pict>
                <v:line id="_x0000_s62522" style="position:absolute;left:0;text-align:left;flip:x y;z-index:251150336;mso-position-horizontal-relative:text;mso-position-vertical-relative:text" from="390.4pt,201.6pt" to="388.25pt,206.85pt" strokecolor="#ff8000" strokeweight="2.83pt"/>
              </w:pict>
            </w:r>
            <w:r>
              <w:rPr>
                <w:noProof/>
              </w:rPr>
              <w:pict>
                <v:line id="_x0000_s62521" style="position:absolute;left:0;text-align:left;flip:x y;z-index:251151360;mso-position-horizontal-relative:text;mso-position-vertical-relative:text" from="388.25pt,206.85pt" to="378.4pt,212.75pt" strokecolor="#ff8000" strokeweight="2.83pt"/>
              </w:pict>
            </w:r>
            <w:r>
              <w:rPr>
                <w:noProof/>
              </w:rPr>
              <w:pict>
                <v:line id="_x0000_s62520" style="position:absolute;left:0;text-align:left;flip:x y;z-index:251152384;mso-position-horizontal-relative:text;mso-position-vertical-relative:text" from="378.4pt,212.75pt" to="373.15pt,218pt" strokecolor="#ff8000" strokeweight="2.83pt"/>
              </w:pict>
            </w:r>
            <w:r>
              <w:rPr>
                <w:noProof/>
              </w:rPr>
              <w:pict>
                <v:line id="_x0000_s62519" style="position:absolute;left:0;text-align:left;flip:x y;z-index:251153408;mso-position-horizontal-relative:text;mso-position-vertical-relative:text" from="373.15pt,218pt" to="376.6pt,225.6pt" strokecolor="#ff8000" strokeweight="2.83pt"/>
              </w:pict>
            </w:r>
            <w:r>
              <w:rPr>
                <w:noProof/>
              </w:rPr>
              <w:pict>
                <v:line id="_x0000_s62518" style="position:absolute;left:0;text-align:left;flip:x y;z-index:251154432;mso-position-horizontal-relative:text;mso-position-vertical-relative:text" from="376.6pt,225.6pt" to="375.85pt,231.95pt" strokecolor="#ff8000" strokeweight="2.83pt"/>
              </w:pict>
            </w:r>
            <w:r>
              <w:rPr>
                <w:noProof/>
              </w:rPr>
              <w:pict>
                <v:line id="_x0000_s62517" style="position:absolute;left:0;text-align:left;flip:x y;z-index:251155456;mso-position-horizontal-relative:text;mso-position-vertical-relative:text" from="375.85pt,231.95pt" to="372.1pt,237.6pt" strokecolor="#ff8000" strokeweight="2.83pt"/>
              </w:pict>
            </w:r>
            <w:r>
              <w:rPr>
                <w:noProof/>
              </w:rPr>
              <w:pict>
                <v:line id="_x0000_s62516" style="position:absolute;left:0;text-align:left;flip:x y;z-index:251156480;mso-position-horizontal-relative:text;mso-position-vertical-relative:text" from="372.1pt,237.6pt" to="366.1pt,235.9pt" strokecolor="#ff8000" strokeweight="2.83pt"/>
              </w:pict>
            </w:r>
            <w:r>
              <w:rPr>
                <w:noProof/>
              </w:rPr>
              <w:pict>
                <v:line id="_x0000_s62515" style="position:absolute;left:0;text-align:left;flip:x y;z-index:251157504;mso-position-horizontal-relative:text;mso-position-vertical-relative:text" from="366.1pt,235.9pt" to="362.45pt,241.55pt" strokecolor="#ff8000" strokeweight="2.83pt"/>
              </w:pict>
            </w:r>
            <w:r>
              <w:rPr>
                <w:noProof/>
              </w:rPr>
              <w:pict>
                <v:line id="_x0000_s62514" style="position:absolute;left:0;text-align:left;flip:x y;z-index:251158528;mso-position-horizontal-relative:text;mso-position-vertical-relative:text" from="362.45pt,241.55pt" to="348.7pt,244.35pt" strokecolor="#ff8000" strokeweight="2.83pt"/>
              </w:pict>
            </w:r>
            <w:r>
              <w:rPr>
                <w:noProof/>
              </w:rPr>
              <w:pict>
                <v:line id="_x0000_s62513" style="position:absolute;left:0;text-align:left;flip:x y;z-index:251159552;mso-position-horizontal-relative:text;mso-position-vertical-relative:text" from="348.7pt,244.35pt" to="333.2pt,237.95pt" strokecolor="#ff8000" strokeweight="2.83pt"/>
              </w:pict>
            </w:r>
            <w:r>
              <w:rPr>
                <w:noProof/>
              </w:rPr>
              <w:pict>
                <v:line id="_x0000_s62512" style="position:absolute;left:0;text-align:left;flip:x y;z-index:251160576;mso-position-horizontal-relative:text;mso-position-vertical-relative:text" from="333.2pt,237.95pt" to="324.75pt,231.9pt" strokecolor="#ff8000" strokeweight="2.83pt"/>
              </w:pict>
            </w:r>
            <w:r>
              <w:rPr>
                <w:noProof/>
              </w:rPr>
              <w:pict>
                <v:line id="_x0000_s62511" style="position:absolute;left:0;text-align:left;flip:x y;z-index:251161600;mso-position-horizontal-relative:text;mso-position-vertical-relative:text" from="324.75pt,231.9pt" to="324.85pt,231.75pt" strokecolor="#ff8000" strokeweight="2.83pt"/>
              </w:pict>
            </w:r>
            <w:r>
              <w:rPr>
                <w:noProof/>
              </w:rPr>
              <w:pict>
                <v:line id="_x0000_s62510" style="position:absolute;left:0;text-align:left;flip:x y;z-index:251162624;mso-position-horizontal-relative:text;mso-position-vertical-relative:text" from="324.85pt,231.75pt" to="324.35pt,230.8pt" strokecolor="#ff8000" strokeweight="2.83pt"/>
              </w:pict>
            </w:r>
            <w:r>
              <w:rPr>
                <w:noProof/>
              </w:rPr>
              <w:pict>
                <v:line id="_x0000_s62509" style="position:absolute;left:0;text-align:left;flip:x y;z-index:251163648;mso-position-horizontal-relative:text;mso-position-vertical-relative:text" from="324.35pt,230.8pt" to="324.65pt,230.55pt" strokecolor="#ff8000" strokeweight="2.83pt"/>
              </w:pict>
            </w:r>
            <w:r>
              <w:rPr>
                <w:noProof/>
              </w:rPr>
              <w:pict>
                <v:line id="_x0000_s62508" style="position:absolute;left:0;text-align:left;flip:x y;z-index:251164672;mso-position-horizontal-relative:text;mso-position-vertical-relative:text" from="324.65pt,230.55pt" to="325.55pt,230.8pt" strokecolor="#ff8000" strokeweight="2.83pt"/>
              </w:pict>
            </w:r>
            <w:r>
              <w:rPr>
                <w:noProof/>
              </w:rPr>
              <w:pict>
                <v:line id="_x0000_s62507" style="position:absolute;left:0;text-align:left;flip:x y;z-index:251165696;mso-position-horizontal-relative:text;mso-position-vertical-relative:text" from="325.55pt,230.8pt" to="329.55pt,225pt" strokecolor="#ff8000" strokeweight="2.83pt"/>
              </w:pict>
            </w:r>
            <w:r>
              <w:rPr>
                <w:noProof/>
              </w:rPr>
              <w:pict>
                <v:line id="_x0000_s62506" style="position:absolute;left:0;text-align:left;flip:x y;z-index:251166720;mso-position-horizontal-relative:text;mso-position-vertical-relative:text" from="329.55pt,225pt" to="326.95pt,223.3pt" strokecolor="#ff8000" strokeweight="2.83pt"/>
              </w:pict>
            </w:r>
            <w:r>
              <w:rPr>
                <w:noProof/>
              </w:rPr>
              <w:pict>
                <v:line id="_x0000_s62505" style="position:absolute;left:0;text-align:left;flip:x y;z-index:251167744;mso-position-horizontal-relative:text;mso-position-vertical-relative:text" from="326.95pt,223.3pt" to="324.5pt,222.3pt" strokecolor="#ff8000" strokeweight="2.83pt"/>
              </w:pict>
            </w:r>
            <w:r>
              <w:rPr>
                <w:noProof/>
              </w:rPr>
              <w:pict>
                <v:line id="_x0000_s62504" style="position:absolute;left:0;text-align:left;flip:x y;z-index:251168768;mso-position-horizontal-relative:text;mso-position-vertical-relative:text" from="324.5pt,222.3pt" to="320pt,222.35pt" strokecolor="#ff8000" strokeweight="2.83pt"/>
              </w:pict>
            </w:r>
            <w:r>
              <w:rPr>
                <w:noProof/>
              </w:rPr>
              <w:pict>
                <v:line id="_x0000_s62503" style="position:absolute;left:0;text-align:left;flip:x y;z-index:251169792;mso-position-horizontal-relative:text;mso-position-vertical-relative:text" from="320pt,222.35pt" to="318.6pt,224pt" strokecolor="#ff8000" strokeweight="2.83pt"/>
              </w:pict>
            </w:r>
            <w:r>
              <w:rPr>
                <w:noProof/>
              </w:rPr>
              <w:pict>
                <v:line id="_x0000_s62502" style="position:absolute;left:0;text-align:left;flip:x y;z-index:251170816;mso-position-horizontal-relative:text;mso-position-vertical-relative:text" from="318.6pt,224pt" to="321.45pt,226.65pt" strokecolor="#ff8000" strokeweight="2.83pt"/>
              </w:pict>
            </w:r>
            <w:r>
              <w:rPr>
                <w:noProof/>
              </w:rPr>
              <w:pict>
                <v:line id="_x0000_s62501" style="position:absolute;left:0;text-align:left;flip:x y;z-index:251171840;mso-position-horizontal-relative:text;mso-position-vertical-relative:text" from="321.45pt,226.65pt" to="320.6pt,228.25pt" strokecolor="#ff8000" strokeweight="2.83pt"/>
              </w:pict>
            </w:r>
            <w:r>
              <w:rPr>
                <w:noProof/>
              </w:rPr>
              <w:pict>
                <v:line id="_x0000_s62500" style="position:absolute;left:0;text-align:left;flip:x y;z-index:251172864;mso-position-horizontal-relative:text;mso-position-vertical-relative:text" from="320.6pt,228.25pt" to="318.35pt,226.95pt" strokecolor="#ff8000" strokeweight="2.83pt"/>
              </w:pict>
            </w:r>
            <w:r>
              <w:rPr>
                <w:noProof/>
              </w:rPr>
              <w:pict>
                <v:line id="_x0000_s62499" style="position:absolute;left:0;text-align:left;flip:x y;z-index:251173888;mso-position-horizontal-relative:text;mso-position-vertical-relative:text" from="318.35pt,226.95pt" to="318.15pt,227.25pt" strokecolor="#ff8000" strokeweight="2.83pt"/>
              </w:pict>
            </w:r>
            <w:r>
              <w:rPr>
                <w:noProof/>
              </w:rPr>
              <w:pict>
                <v:line id="_x0000_s62498" style="position:absolute;left:0;text-align:left;flip:x y;z-index:251174912;mso-position-horizontal-relative:text;mso-position-vertical-relative:text" from="318.15pt,227.25pt" to="314.2pt,224.45pt" strokecolor="#ff8000" strokeweight="2.83pt"/>
              </w:pict>
            </w:r>
            <w:r>
              <w:rPr>
                <w:noProof/>
              </w:rPr>
              <w:pict>
                <v:line id="_x0000_s62497" style="position:absolute;left:0;text-align:left;flip:x y;z-index:251175936;mso-position-horizontal-relative:text;mso-position-vertical-relative:text" from="314.2pt,224.45pt" to="313.35pt,218.35pt" strokecolor="#ff8000" strokeweight="2.83pt"/>
              </w:pict>
            </w:r>
            <w:r>
              <w:rPr>
                <w:noProof/>
              </w:rPr>
              <w:pict>
                <v:line id="_x0000_s62496" style="position:absolute;left:0;text-align:left;flip:x y;z-index:251176960;mso-position-horizontal-relative:text;mso-position-vertical-relative:text" from="313.35pt,218.35pt" to="313.95pt,218.75pt" strokecolor="#ff8000" strokeweight="2.83pt"/>
              </w:pict>
            </w:r>
            <w:r>
              <w:rPr>
                <w:noProof/>
              </w:rPr>
              <w:pict>
                <v:line id="_x0000_s62495" style="position:absolute;left:0;text-align:left;flip:x y;z-index:251177984;mso-position-horizontal-relative:text;mso-position-vertical-relative:text" from="313.95pt,218.75pt" to="314.95pt,217.6pt" strokecolor="#ff8000" strokeweight="2.83pt"/>
              </w:pict>
            </w:r>
            <w:r>
              <w:rPr>
                <w:noProof/>
              </w:rPr>
              <w:pict>
                <v:line id="_x0000_s62494" style="position:absolute;left:0;text-align:left;flip:x y;z-index:251179008;mso-position-horizontal-relative:text;mso-position-vertical-relative:text" from="314.95pt,217.6pt" to="313.1pt,215.65pt" strokecolor="#ff8000" strokeweight="2.83pt"/>
              </w:pict>
            </w:r>
            <w:r>
              <w:rPr>
                <w:noProof/>
              </w:rPr>
              <w:pict>
                <v:line id="_x0000_s62493" style="position:absolute;left:0;text-align:left;flip:x y;z-index:251180032;mso-position-horizontal-relative:text;mso-position-vertical-relative:text" from="313.1pt,215.65pt" to="309.7pt,213.85pt" strokecolor="#ff8000" strokeweight="2.83pt"/>
              </w:pict>
            </w:r>
            <w:r>
              <w:rPr>
                <w:noProof/>
              </w:rPr>
              <w:pict>
                <v:line id="_x0000_s62492" style="position:absolute;left:0;text-align:left;flip:x y;z-index:251181056;mso-position-horizontal-relative:text;mso-position-vertical-relative:text" from="309.7pt,213.85pt" to="308.75pt,213.85pt" strokecolor="#ff8000" strokeweight="2.83pt"/>
              </w:pict>
            </w:r>
            <w:r>
              <w:rPr>
                <w:noProof/>
              </w:rPr>
              <w:pict>
                <v:line id="_x0000_s62491" style="position:absolute;left:0;text-align:left;flip:x y;z-index:251182080;mso-position-horizontal-relative:text;mso-position-vertical-relative:text" from="308.75pt,213.85pt" to="300.4pt,206.7pt" strokecolor="#ff8000" strokeweight="2.83pt"/>
              </w:pict>
            </w:r>
            <w:r>
              <w:rPr>
                <w:noProof/>
              </w:rPr>
              <w:pict>
                <v:line id="_x0000_s62490" style="position:absolute;left:0;text-align:left;flip:x y;z-index:251183104;mso-position-horizontal-relative:text;mso-position-vertical-relative:text" from="300.4pt,206.7pt" to="280.25pt,208.4pt" strokecolor="#ff8000" strokeweight="2.83pt"/>
              </w:pict>
            </w:r>
            <w:r>
              <w:rPr>
                <w:noProof/>
              </w:rPr>
              <w:pict>
                <v:line id="_x0000_s62489" style="position:absolute;left:0;text-align:left;flip:x y;z-index:251184128;mso-position-horizontal-relative:text;mso-position-vertical-relative:text" from="280.25pt,208.4pt" to="278.9pt,203.3pt" strokecolor="#ff8000" strokeweight="2.83pt"/>
              </w:pict>
            </w:r>
            <w:r>
              <w:rPr>
                <w:noProof/>
              </w:rPr>
              <w:pict>
                <v:line id="_x0000_s62488" style="position:absolute;left:0;text-align:left;flip:x y;z-index:251185152;mso-position-horizontal-relative:text;mso-position-vertical-relative:text" from="278.9pt,203.3pt" to="281.35pt,201.4pt" strokecolor="#ff8000" strokeweight="2.83pt"/>
              </w:pict>
            </w:r>
            <w:r>
              <w:rPr>
                <w:noProof/>
              </w:rPr>
              <w:pict>
                <v:line id="_x0000_s62487" style="position:absolute;left:0;text-align:left;flip:x y;z-index:251186176;mso-position-horizontal-relative:text;mso-position-vertical-relative:text" from="281.35pt,201.4pt" to="281.25pt,197.95pt" strokecolor="#ff8000" strokeweight="2.83pt"/>
              </w:pict>
            </w:r>
            <w:r>
              <w:rPr>
                <w:noProof/>
              </w:rPr>
              <w:pict>
                <v:line id="_x0000_s62486" style="position:absolute;left:0;text-align:left;flip:x y;z-index:251187200;mso-position-horizontal-relative:text;mso-position-vertical-relative:text" from="281.25pt,197.95pt" to="277.9pt,191pt" strokecolor="#ff8000" strokeweight="2.83pt"/>
              </w:pict>
            </w:r>
            <w:r>
              <w:rPr>
                <w:noProof/>
              </w:rPr>
              <w:pict>
                <v:line id="_x0000_s62485" style="position:absolute;left:0;text-align:left;flip:x y;z-index:251188224;mso-position-horizontal-relative:text;mso-position-vertical-relative:text" from="277.9pt,191pt" to="274.55pt,189.55pt" strokecolor="#ff8000" strokeweight="2.83pt"/>
              </w:pict>
            </w:r>
            <w:r>
              <w:rPr>
                <w:noProof/>
              </w:rPr>
              <w:pict>
                <v:line id="_x0000_s62484" style="position:absolute;left:0;text-align:left;flip:x y;z-index:251189248;mso-position-horizontal-relative:text;mso-position-vertical-relative:text" from="274.55pt,189.55pt" to="273.7pt,188pt" strokecolor="#ff8000" strokeweight="2.83pt"/>
              </w:pict>
            </w:r>
            <w:r>
              <w:rPr>
                <w:noProof/>
              </w:rPr>
              <w:pict>
                <v:line id="_x0000_s62483" style="position:absolute;left:0;text-align:left;flip:x y;z-index:251190272;mso-position-horizontal-relative:text;mso-position-vertical-relative:text" from="273.7pt,188pt" to="273.4pt,187.45pt" strokecolor="#ff8000" strokeweight="2.83pt"/>
              </w:pict>
            </w:r>
            <w:r>
              <w:rPr>
                <w:noProof/>
              </w:rPr>
              <w:pict>
                <v:line id="_x0000_s62482" style="position:absolute;left:0;text-align:left;flip:x y;z-index:251191296;mso-position-horizontal-relative:text;mso-position-vertical-relative:text" from="273.4pt,187.45pt" to="273.4pt,187.4pt" strokecolor="#ff8000" strokeweight="2.83pt"/>
              </w:pict>
            </w:r>
            <w:r>
              <w:rPr>
                <w:noProof/>
              </w:rPr>
              <w:pict>
                <v:line id="_x0000_s62481" style="position:absolute;left:0;text-align:left;flip:x y;z-index:251192320;mso-position-horizontal-relative:text;mso-position-vertical-relative:text" from="273.4pt,187.4pt" to="273.4pt,187.4pt" strokecolor="#ff8000" strokeweight="2.83pt"/>
              </w:pict>
            </w:r>
            <w:r>
              <w:rPr>
                <w:noProof/>
              </w:rPr>
              <w:pict>
                <v:line id="_x0000_s62480" style="position:absolute;left:0;text-align:left;flip:x y;z-index:251193344;mso-position-horizontal-relative:text;mso-position-vertical-relative:text" from="273.4pt,187.4pt" to="272.25pt,185.2pt" strokecolor="#ff8000" strokeweight="2.83pt"/>
              </w:pict>
            </w:r>
            <w:r>
              <w:rPr>
                <w:noProof/>
              </w:rPr>
              <w:pict>
                <v:line id="_x0000_s62479" style="position:absolute;left:0;text-align:left;flip:x y;z-index:251194368;mso-position-horizontal-relative:text;mso-position-vertical-relative:text" from="272.25pt,185.2pt" to="268.35pt,178pt" strokecolor="#ff8000" strokeweight="2.83pt"/>
              </w:pict>
            </w:r>
            <w:r>
              <w:rPr>
                <w:noProof/>
              </w:rPr>
              <w:pict>
                <v:line id="_x0000_s62478" style="position:absolute;left:0;text-align:left;flip:x y;z-index:251195392;mso-position-horizontal-relative:text;mso-position-vertical-relative:text" from="268.35pt,178pt" to="266.65pt,168pt" strokecolor="#ff8000" strokeweight="2.83pt"/>
              </w:pict>
            </w:r>
            <w:r>
              <w:rPr>
                <w:noProof/>
              </w:rPr>
              <w:pict>
                <v:line id="_x0000_s62477" style="position:absolute;left:0;text-align:left;flip:x y;z-index:251196416;mso-position-horizontal-relative:text;mso-position-vertical-relative:text" from="266.65pt,168pt" to="261.15pt,163.35pt" strokecolor="#ff8000" strokeweight="2.83pt"/>
              </w:pict>
            </w:r>
            <w:r>
              <w:rPr>
                <w:noProof/>
              </w:rPr>
              <w:pict>
                <v:line id="_x0000_s62476" style="position:absolute;left:0;text-align:left;flip:x y;z-index:251197440;mso-position-horizontal-relative:text;mso-position-vertical-relative:text" from="261.15pt,163.35pt" to="256.1pt,153.6pt" strokecolor="#ff8000" strokeweight="2.83pt"/>
              </w:pict>
            </w:r>
            <w:r>
              <w:rPr>
                <w:noProof/>
              </w:rPr>
              <w:pict>
                <v:line id="_x0000_s62475" style="position:absolute;left:0;text-align:left;flip:x y;z-index:251198464;mso-position-horizontal-relative:text;mso-position-vertical-relative:text" from="256.1pt,153.6pt" to="250.8pt,156.35pt" strokecolor="#ff8000" strokeweight="2.83pt"/>
              </w:pict>
            </w:r>
            <w:r>
              <w:rPr>
                <w:noProof/>
              </w:rPr>
              <w:pict>
                <v:line id="_x0000_s62474" style="position:absolute;left:0;text-align:left;flip:x y;z-index:251199488;mso-position-horizontal-relative:text;mso-position-vertical-relative:text" from="250.8pt,156.35pt" to="255.35pt,165.75pt" strokecolor="#ff8000" strokeweight="2.83pt"/>
              </w:pict>
            </w:r>
            <w:r>
              <w:rPr>
                <w:noProof/>
              </w:rPr>
              <w:pict>
                <v:line id="_x0000_s62473" style="position:absolute;left:0;text-align:left;flip:x y;z-index:251200512;mso-position-horizontal-relative:text;mso-position-vertical-relative:text" from="255.35pt,165.75pt" to="250.55pt,176.95pt" strokecolor="#ff8000" strokeweight="2.83pt"/>
              </w:pict>
            </w:r>
            <w:r>
              <w:rPr>
                <w:noProof/>
              </w:rPr>
              <w:pict>
                <v:line id="_x0000_s62472" style="position:absolute;left:0;text-align:left;flip:x y;z-index:251201536;mso-position-horizontal-relative:text;mso-position-vertical-relative:text" from="250.55pt,176.95pt" to="230.5pt,186.55pt" strokecolor="#ff8000" strokeweight="2.83pt"/>
              </w:pict>
            </w:r>
            <w:r>
              <w:rPr>
                <w:noProof/>
              </w:rPr>
              <w:pict>
                <v:line id="_x0000_s62471" style="position:absolute;left:0;text-align:left;flip:x y;z-index:251202560;mso-position-horizontal-relative:text;mso-position-vertical-relative:text" from="230.5pt,186.55pt" to="220.4pt,183.15pt" strokecolor="#ff8000" strokeweight="2.83pt"/>
              </w:pict>
            </w:r>
            <w:r>
              <w:rPr>
                <w:noProof/>
              </w:rPr>
              <w:pict>
                <v:line id="_x0000_s62470" style="position:absolute;left:0;text-align:left;flip:x y;z-index:251203584;mso-position-horizontal-relative:text;mso-position-vertical-relative:text" from="220.4pt,183.15pt" to="193.5pt,183.6pt" strokecolor="#ff8000" strokeweight="2.83pt"/>
              </w:pict>
            </w:r>
            <w:r>
              <w:rPr>
                <w:noProof/>
              </w:rPr>
              <w:pict>
                <v:line id="_x0000_s62469" style="position:absolute;left:0;text-align:left;flip:x y;z-index:251204608;mso-position-horizontal-relative:text;mso-position-vertical-relative:text" from="193.5pt,183.6pt" to="187.85pt,179.95pt" strokecolor="#ff8000" strokeweight="2.83pt"/>
              </w:pict>
            </w:r>
            <w:r>
              <w:rPr>
                <w:noProof/>
              </w:rPr>
              <w:pict>
                <v:line id="_x0000_s62468" style="position:absolute;left:0;text-align:left;flip:x y;z-index:251205632;mso-position-horizontal-relative:text;mso-position-vertical-relative:text" from="187.85pt,179.95pt" to="187.4pt,171.95pt" strokecolor="#ff8000" strokeweight="2.83pt"/>
              </w:pict>
            </w:r>
            <w:r>
              <w:rPr>
                <w:noProof/>
              </w:rPr>
              <w:pict>
                <v:line id="_x0000_s62467" style="position:absolute;left:0;text-align:left;flip:x y;z-index:251206656;mso-position-horizontal-relative:text;mso-position-vertical-relative:text" from="187.4pt,171.95pt" to="159.95pt,176.45pt" strokecolor="#ff8000" strokeweight="2.83pt"/>
              </w:pict>
            </w:r>
            <w:r>
              <w:rPr>
                <w:noProof/>
              </w:rPr>
              <w:pict>
                <v:line id="_x0000_s62466" style="position:absolute;left:0;text-align:left;flip:x y;z-index:251207680;mso-position-horizontal-relative:text;mso-position-vertical-relative:text" from="159.95pt,176.45pt" to="137.35pt,176.85pt" strokecolor="#ff8000" strokeweight="2.83pt"/>
              </w:pict>
            </w:r>
            <w:r>
              <w:rPr>
                <w:noProof/>
              </w:rPr>
              <w:pict>
                <v:line id="_x0000_s62465" style="position:absolute;left:0;text-align:left;flip:x y;z-index:251208704;mso-position-horizontal-relative:text;mso-position-vertical-relative:text" from="137.35pt,176.85pt" to="135.5pt,185.35pt" strokecolor="#ff8000" strokeweight="2.83pt"/>
              </w:pict>
            </w:r>
            <w:r>
              <w:rPr>
                <w:noProof/>
              </w:rPr>
              <w:pict>
                <v:line id="_x0000_s62464" style="position:absolute;left:0;text-align:left;flip:x y;z-index:251209728;mso-position-horizontal-relative:text;mso-position-vertical-relative:text" from="135.5pt,185.35pt" to="129.5pt,186.25pt" strokecolor="#ff8000" strokeweight="2.83pt"/>
              </w:pict>
            </w:r>
            <w:r>
              <w:rPr>
                <w:noProof/>
              </w:rPr>
              <w:pict>
                <v:line id="_x0000_s2047" style="position:absolute;left:0;text-align:left;flip:x y;z-index:251210752;mso-position-horizontal-relative:text;mso-position-vertical-relative:text" from="129.5pt,186.25pt" to="129.5pt,186.4pt" strokecolor="#ff8000" strokeweight="2.83pt"/>
              </w:pict>
            </w:r>
            <w:r>
              <w:rPr>
                <w:noProof/>
              </w:rPr>
              <w:pict>
                <v:line id="_x0000_s2046" style="position:absolute;left:0;text-align:left;flip:x y;z-index:251211776;mso-position-horizontal-relative:text;mso-position-vertical-relative:text" from="129.5pt,186.4pt" to="127.1pt,186.55pt" strokecolor="#ff8000" strokeweight="2.83pt"/>
              </w:pict>
            </w:r>
            <w:r>
              <w:rPr>
                <w:noProof/>
              </w:rPr>
              <w:pict>
                <v:line id="_x0000_s2045" style="position:absolute;left:0;text-align:left;flip:x y;z-index:251212800;mso-position-horizontal-relative:text;mso-position-vertical-relative:text" from="127.1pt,186.55pt" to="125.15pt,199.05pt" strokecolor="#ff8000" strokeweight="2.83pt"/>
              </w:pict>
            </w:r>
            <w:r>
              <w:rPr>
                <w:noProof/>
              </w:rPr>
              <w:pict>
                <v:line id="_x0000_s2044" style="position:absolute;left:0;text-align:left;flip:x y;z-index:251213824;mso-position-horizontal-relative:text;mso-position-vertical-relative:text" from="125.15pt,199.05pt" to="117.8pt,197.7pt" strokecolor="#ff8000" strokeweight="2.83pt"/>
              </w:pict>
            </w:r>
            <w:r>
              <w:rPr>
                <w:noProof/>
              </w:rPr>
              <w:pict>
                <v:line id="_x0000_s2043" style="position:absolute;left:0;text-align:left;flip:x y;z-index:251214848;mso-position-horizontal-relative:text;mso-position-vertical-relative:text" from="117.8pt,197.7pt" to="119.85pt,188pt" strokecolor="#ff8000" strokeweight="2.83pt"/>
              </w:pict>
            </w:r>
            <w:r>
              <w:rPr>
                <w:noProof/>
              </w:rPr>
              <w:pict>
                <v:line id="_x0000_s2042" style="position:absolute;left:0;text-align:left;flip:x y;z-index:251215872;mso-position-horizontal-relative:text;mso-position-vertical-relative:text" from="119.85pt,188pt" to="122.95pt,182.35pt" strokecolor="#ff8000" strokeweight="2.83pt"/>
              </w:pict>
            </w:r>
            <w:r>
              <w:rPr>
                <w:noProof/>
              </w:rPr>
              <w:pict>
                <v:line id="_x0000_s2041" style="position:absolute;left:0;text-align:left;flip:x y;z-index:251216896;mso-position-horizontal-relative:text;mso-position-vertical-relative:text" from="122.95pt,182.35pt" to="123.95pt,176.1pt" strokecolor="#ff8000" strokeweight="2.83pt"/>
              </w:pict>
            </w:r>
            <w:r>
              <w:rPr>
                <w:noProof/>
              </w:rPr>
              <w:pict>
                <v:line id="_x0000_s2040" style="position:absolute;left:0;text-align:left;flip:x y;z-index:251217920;mso-position-horizontal-relative:text;mso-position-vertical-relative:text" from="123.95pt,176.1pt" to="118.1pt,170.3pt" strokecolor="#ff8000" strokeweight="2.83pt"/>
              </w:pict>
            </w:r>
            <w:r>
              <w:rPr>
                <w:noProof/>
              </w:rPr>
              <w:pict>
                <v:line id="_x0000_s2039" style="position:absolute;left:0;text-align:left;flip:x y;z-index:251218944;mso-position-horizontal-relative:text;mso-position-vertical-relative:text" from="118.1pt,170.3pt" to="103.7pt,164.25pt" strokecolor="#ff8000" strokeweight="2.83pt"/>
              </w:pict>
            </w:r>
            <w:r>
              <w:rPr>
                <w:noProof/>
              </w:rPr>
              <w:pict>
                <v:line id="_x0000_s2038" style="position:absolute;left:0;text-align:left;flip:x y;z-index:251219968;mso-position-horizontal-relative:text;mso-position-vertical-relative:text" from="103.7pt,164.25pt" to="93.7pt,166.45pt" strokecolor="#ff8000" strokeweight="2.83pt"/>
              </w:pict>
            </w:r>
            <w:r>
              <w:rPr>
                <w:noProof/>
              </w:rPr>
              <w:pict>
                <v:line id="_x0000_s2037" style="position:absolute;left:0;text-align:left;flip:x y;z-index:251220992;mso-position-horizontal-relative:text;mso-position-vertical-relative:text" from="93.7pt,166.45pt" to="91.4pt,170.55pt" strokecolor="#ff8000" strokeweight="2.83pt"/>
              </w:pict>
            </w:r>
            <w:r>
              <w:rPr>
                <w:noProof/>
              </w:rPr>
              <w:pict>
                <v:line id="_x0000_s2036" style="position:absolute;left:0;text-align:left;flip:x y;z-index:251222016;mso-position-horizontal-relative:text;mso-position-vertical-relative:text" from="91.4pt,170.55pt" to="87.7pt,172.85pt" strokecolor="#ff8000" strokeweight="2.83pt"/>
              </w:pict>
            </w:r>
            <w:r>
              <w:rPr>
                <w:noProof/>
              </w:rPr>
              <w:pict>
                <v:line id="_x0000_s2035" style="position:absolute;left:0;text-align:left;flip:x y;z-index:251223040;mso-position-horizontal-relative:text;mso-position-vertical-relative:text" from="87.7pt,172.85pt" to="72.55pt,170.35pt" strokecolor="#ff8000" strokeweight="2.83pt"/>
              </w:pict>
            </w:r>
            <w:r>
              <w:rPr>
                <w:noProof/>
              </w:rPr>
              <w:pict>
                <v:line id="_x0000_s2034" style="position:absolute;left:0;text-align:left;flip:x y;z-index:251224064;mso-position-horizontal-relative:text;mso-position-vertical-relative:text" from="72.55pt,170.35pt" to="68.8pt,189.4pt" strokecolor="#ff8000" strokeweight="2.83pt"/>
              </w:pict>
            </w:r>
            <w:r>
              <w:rPr>
                <w:noProof/>
              </w:rPr>
              <w:pict>
                <v:line id="_x0000_s2033" style="position:absolute;left:0;text-align:left;flip:x y;z-index:251225088;mso-position-horizontal-relative:text;mso-position-vertical-relative:text" from="68.8pt,189.4pt" to="109.55pt,215.5pt" strokecolor="#ff8000" strokeweight="2.83pt"/>
              </w:pict>
            </w:r>
            <w:r>
              <w:rPr>
                <w:noProof/>
              </w:rPr>
              <w:pict>
                <v:line id="_x0000_s2032" style="position:absolute;left:0;text-align:left;flip:x y;z-index:251226112;mso-position-horizontal-relative:text;mso-position-vertical-relative:text" from="109.55pt,215.5pt" to="123.6pt,223.85pt" strokecolor="#ff8000" strokeweight="2.83pt"/>
              </w:pict>
            </w:r>
            <w:r>
              <w:rPr>
                <w:noProof/>
              </w:rPr>
              <w:pict>
                <v:line id="_x0000_s2031" style="position:absolute;left:0;text-align:left;flip:x y;z-index:251227136;mso-position-horizontal-relative:text;mso-position-vertical-relative:text" from="123.6pt,223.85pt" to="122.1pt,227.4pt" strokecolor="#ff8000" strokeweight="2.83pt"/>
              </w:pict>
            </w:r>
            <w:r>
              <w:rPr>
                <w:noProof/>
              </w:rPr>
              <w:pict>
                <v:line id="_x0000_s2030" style="position:absolute;left:0;text-align:left;flip:x y;z-index:251228160;mso-position-horizontal-relative:text;mso-position-vertical-relative:text" from="122.1pt,227.4pt" to="126.15pt,230pt" strokecolor="#ff8000" strokeweight="2.83pt"/>
              </w:pict>
            </w:r>
            <w:r>
              <w:rPr>
                <w:noProof/>
              </w:rPr>
              <w:pict>
                <v:line id="_x0000_s2029" style="position:absolute;left:0;text-align:left;flip:x y;z-index:251229184;mso-position-horizontal-relative:text;mso-position-vertical-relative:text" from="126.15pt,230pt" to="128.7pt,226.8pt" strokecolor="#ff8000" strokeweight="2.83pt"/>
              </w:pict>
            </w:r>
            <w:r>
              <w:rPr>
                <w:noProof/>
              </w:rPr>
              <w:pict>
                <v:line id="_x0000_s2028" style="position:absolute;left:0;text-align:left;flip:x y;z-index:251230208;mso-position-horizontal-relative:text;mso-position-vertical-relative:text" from="128.7pt,226.8pt" to="143.35pt,235.35pt" strokecolor="#ff8000" strokeweight="2.83pt"/>
              </w:pict>
            </w:r>
            <w:r>
              <w:rPr>
                <w:noProof/>
              </w:rPr>
              <w:pict>
                <v:line id="_x0000_s2027" style="position:absolute;left:0;text-align:left;flip:x y;z-index:251231232;mso-position-horizontal-relative:text;mso-position-vertical-relative:text" from="143.35pt,235.35pt" to="132.1pt,249.1pt" strokecolor="#ff8000" strokeweight="2.83pt"/>
              </w:pict>
            </w:r>
            <w:r>
              <w:rPr>
                <w:noProof/>
              </w:rPr>
              <w:pict>
                <v:line id="_x0000_s2026" style="position:absolute;left:0;text-align:left;flip:x y;z-index:251232256;mso-position-horizontal-relative:text;mso-position-vertical-relative:text" from="132.1pt,249.1pt" to="124.05pt,261.2pt" strokecolor="#ff8000" strokeweight="2.83pt"/>
              </w:pict>
            </w:r>
            <w:r>
              <w:rPr>
                <w:noProof/>
              </w:rPr>
              <w:pict>
                <v:line id="_x0000_s2025" style="position:absolute;left:0;text-align:left;flip:x y;z-index:251233280;mso-position-horizontal-relative:text;mso-position-vertical-relative:text" from="124.05pt,261.2pt" to="138.55pt,272.35pt" strokecolor="#ff8000" strokeweight="2.83pt"/>
              </w:pict>
            </w:r>
            <w:r>
              <w:rPr>
                <w:noProof/>
              </w:rPr>
              <w:pict>
                <v:line id="_x0000_s2024" style="position:absolute;left:0;text-align:left;flip:x y;z-index:251234304;mso-position-horizontal-relative:text;mso-position-vertical-relative:text" from="138.55pt,272.35pt" to="158.7pt,252.85pt" strokecolor="#ff8000" strokeweight="2.83pt"/>
              </w:pict>
            </w:r>
            <w:r>
              <w:rPr>
                <w:noProof/>
              </w:rPr>
              <w:pict>
                <v:line id="_x0000_s2023" style="position:absolute;left:0;text-align:left;flip:x y;z-index:251235328;mso-position-horizontal-relative:text;mso-position-vertical-relative:text" from="158.7pt,252.85pt" to="175.4pt,263.85pt" strokecolor="#ff8000" strokeweight="2.83pt"/>
              </w:pict>
            </w:r>
            <w:r>
              <w:rPr>
                <w:noProof/>
              </w:rPr>
              <w:pict>
                <v:line id="_x0000_s2022" style="position:absolute;left:0;text-align:left;flip:x y;z-index:251236352;mso-position-horizontal-relative:text;mso-position-vertical-relative:text" from="175.4pt,263.85pt" to="179.5pt,262.45pt" strokecolor="#ff8000" strokeweight="2.83pt"/>
              </w:pict>
            </w:r>
            <w:r>
              <w:rPr>
                <w:noProof/>
              </w:rPr>
              <w:pict>
                <v:line id="_x0000_s2021" style="position:absolute;left:0;text-align:left;flip:x y;z-index:251237376;mso-position-horizontal-relative:text;mso-position-vertical-relative:text" from="179.5pt,262.45pt" to="176.2pt,250.85pt" strokecolor="#ff8000" strokeweight="2.83pt"/>
              </w:pict>
            </w:r>
            <w:r>
              <w:rPr>
                <w:noProof/>
              </w:rPr>
              <w:pict>
                <v:line id="_x0000_s2020" style="position:absolute;left:0;text-align:left;flip:x y;z-index:251238400;mso-position-horizontal-relative:text;mso-position-vertical-relative:text" from="176.2pt,250.85pt" to="160.65pt,242.4pt" strokecolor="#ff8000" strokeweight="2.83pt"/>
              </w:pict>
            </w:r>
            <w:r>
              <w:rPr>
                <w:noProof/>
              </w:rPr>
              <w:pict>
                <v:line id="_x0000_s2019" style="position:absolute;left:0;text-align:left;flip:x y;z-index:251239424;mso-position-horizontal-relative:text;mso-position-vertical-relative:text" from="160.65pt,242.4pt" to="165.5pt,233.75pt" strokecolor="#ff8000" strokeweight="2.83pt"/>
              </w:pict>
            </w:r>
            <w:r>
              <w:rPr>
                <w:noProof/>
              </w:rPr>
              <w:pict>
                <v:line id="_x0000_s2018" style="position:absolute;left:0;text-align:left;flip:x y;z-index:251240448;mso-position-horizontal-relative:text;mso-position-vertical-relative:text" from="165.5pt,233.75pt" to="159.45pt,225.75pt" strokecolor="#ff8000" strokeweight="2.83pt"/>
              </w:pict>
            </w:r>
            <w:r>
              <w:rPr>
                <w:noProof/>
              </w:rPr>
              <w:pict>
                <v:line id="_x0000_s2017" style="position:absolute;left:0;text-align:left;flip:x y;z-index:251241472;mso-position-horizontal-relative:text;mso-position-vertical-relative:text" from="159.45pt,225.75pt" to="201.85pt,207.6pt" strokecolor="#ff8000" strokeweight="2.83pt"/>
              </w:pict>
            </w:r>
            <w:r>
              <w:rPr>
                <w:noProof/>
              </w:rPr>
              <w:pict>
                <v:line id="_x0000_s2016" style="position:absolute;left:0;text-align:left;flip:x y;z-index:251242496;mso-position-horizontal-relative:text;mso-position-vertical-relative:text" from="201.85pt,207.6pt" to="221.2pt,213.15pt" strokecolor="#ff8000" strokeweight="2.83pt"/>
              </w:pict>
            </w:r>
            <w:r>
              <w:rPr>
                <w:noProof/>
              </w:rPr>
              <w:pict>
                <v:line id="_x0000_s2015" style="position:absolute;left:0;text-align:left;flip:x y;z-index:251243520;mso-position-horizontal-relative:text;mso-position-vertical-relative:text" from="221.2pt,213.15pt" to="240.45pt,207.5pt" strokecolor="#ff8000" strokeweight="2.83pt"/>
              </w:pict>
            </w:r>
            <w:r>
              <w:rPr>
                <w:noProof/>
              </w:rPr>
              <w:pict>
                <v:line id="_x0000_s2014" style="position:absolute;left:0;text-align:left;flip:x y;z-index:251244544;mso-position-horizontal-relative:text;mso-position-vertical-relative:text" from="240.45pt,207.5pt" to="255.6pt,213.65pt" strokecolor="#ff8000" strokeweight="2.83pt"/>
              </w:pict>
            </w:r>
            <w:r>
              <w:rPr>
                <w:noProof/>
              </w:rPr>
              <w:pict>
                <v:line id="_x0000_s2013" style="position:absolute;left:0;text-align:left;flip:x y;z-index:251245568;mso-position-horizontal-relative:text;mso-position-vertical-relative:text" from="255.6pt,213.65pt" to="262.35pt,215.3pt" strokecolor="#ff8000" strokeweight="2.83pt"/>
              </w:pict>
            </w:r>
            <w:r>
              <w:rPr>
                <w:noProof/>
              </w:rPr>
              <w:pict>
                <v:line id="_x0000_s2012" style="position:absolute;left:0;text-align:left;flip:x y;z-index:251246592;mso-position-horizontal-relative:text;mso-position-vertical-relative:text" from="262.35pt,215.3pt" to="264.05pt,217.5pt" strokecolor="#ff8000" strokeweight="2.83pt"/>
              </w:pict>
            </w:r>
            <w:r>
              <w:rPr>
                <w:noProof/>
              </w:rPr>
              <w:pict>
                <v:line id="_x0000_s2011" style="position:absolute;left:0;text-align:left;flip:x y;z-index:251247616;mso-position-horizontal-relative:text;mso-position-vertical-relative:text" from="264.05pt,217.5pt" to="265.15pt,216.9pt" strokecolor="#ff8000" strokeweight="2.83pt"/>
              </w:pict>
            </w:r>
            <w:r>
              <w:rPr>
                <w:noProof/>
              </w:rPr>
              <w:pict>
                <v:line id="_x0000_s2010" style="position:absolute;left:0;text-align:left;flip:x y;z-index:251248640;mso-position-horizontal-relative:text;mso-position-vertical-relative:text" from="265.15pt,216.9pt" to="280.15pt,250.25pt" strokecolor="#ff8000" strokeweight="2.83pt"/>
              </w:pict>
            </w:r>
            <w:r>
              <w:rPr>
                <w:noProof/>
              </w:rPr>
              <w:pict>
                <v:line id="_x0000_s2009" style="position:absolute;left:0;text-align:left;flip:x y;z-index:251249664;mso-position-horizontal-relative:text;mso-position-vertical-relative:text" from="280.15pt,250.25pt" to="266.25pt,262.1pt" strokecolor="#ff8000" strokeweight="2.83pt"/>
              </w:pict>
            </w:r>
            <w:r>
              <w:rPr>
                <w:noProof/>
              </w:rPr>
              <w:pict>
                <v:line id="_x0000_s2008" style="position:absolute;left:0;text-align:left;flip:x y;z-index:251250688;mso-position-horizontal-relative:text;mso-position-vertical-relative:text" from="266.25pt,262.1pt" to="255.4pt,261.5pt" strokecolor="#ff8000" strokeweight="2.83pt"/>
              </w:pict>
            </w:r>
            <w:r>
              <w:rPr>
                <w:noProof/>
              </w:rPr>
              <w:pict>
                <v:line id="_x0000_s2007" style="position:absolute;left:0;text-align:left;flip:x y;z-index:251251712;mso-position-horizontal-relative:text;mso-position-vertical-relative:text" from="255.4pt,261.5pt" to="248.25pt,254.5pt" strokecolor="#ff8000" strokeweight="2.83pt"/>
              </w:pict>
            </w:r>
            <w:r>
              <w:rPr>
                <w:noProof/>
              </w:rPr>
              <w:pict>
                <v:line id="_x0000_s2006" style="position:absolute;left:0;text-align:left;flip:x y;z-index:251252736;mso-position-horizontal-relative:text;mso-position-vertical-relative:text" from="248.25pt,254.5pt" to="241.35pt,258.85pt" strokecolor="#ff8000" strokeweight="2.83pt"/>
              </w:pict>
            </w:r>
            <w:r>
              <w:rPr>
                <w:noProof/>
              </w:rPr>
              <w:pict>
                <v:line id="_x0000_s2005" style="position:absolute;left:0;text-align:left;flip:x y;z-index:251253760;mso-position-horizontal-relative:text;mso-position-vertical-relative:text" from="241.35pt,258.85pt" to="235.1pt,259.45pt" strokecolor="#ff8000" strokeweight="2.83pt"/>
              </w:pict>
            </w:r>
            <w:r>
              <w:rPr>
                <w:noProof/>
              </w:rPr>
              <w:pict>
                <v:line id="_x0000_s2004" style="position:absolute;left:0;text-align:left;flip:x y;z-index:251254784;mso-position-horizontal-relative:text;mso-position-vertical-relative:text" from="235.1pt,259.45pt" to="228.6pt,278.8pt" strokecolor="#ff8000" strokeweight="2.83pt"/>
              </w:pict>
            </w:r>
            <w:r>
              <w:rPr>
                <w:noProof/>
              </w:rPr>
              <w:pict>
                <v:line id="_x0000_s2003" style="position:absolute;left:0;text-align:left;flip:x y;z-index:251255808;mso-position-horizontal-relative:text;mso-position-vertical-relative:text" from="228.6pt,278.8pt" to="219.35pt,277.15pt" strokecolor="#ff8000" strokeweight="2.83pt"/>
              </w:pict>
            </w:r>
            <w:r>
              <w:rPr>
                <w:noProof/>
              </w:rPr>
              <w:pict>
                <v:line id="_x0000_s2002" style="position:absolute;left:0;text-align:left;flip:x y;z-index:251256832;mso-position-horizontal-relative:text;mso-position-vertical-relative:text" from="219.35pt,277.15pt" to="219.2pt,276.95pt" strokecolor="#ff8000" strokeweight="2.83pt"/>
              </w:pict>
            </w:r>
            <w:r>
              <w:rPr>
                <w:noProof/>
              </w:rPr>
              <w:pict>
                <v:line id="_x0000_s2001" style="position:absolute;left:0;text-align:left;flip:x y;z-index:251257856;mso-position-horizontal-relative:text;mso-position-vertical-relative:text" from="219.2pt,276.95pt" to="219pt,277.1pt" strokecolor="#ff8000" strokeweight="2.83pt"/>
              </w:pict>
            </w:r>
            <w:r>
              <w:rPr>
                <w:noProof/>
              </w:rPr>
              <w:pict>
                <v:line id="_x0000_s2000" style="position:absolute;left:0;text-align:left;flip:x y;z-index:251258880;mso-position-horizontal-relative:text;mso-position-vertical-relative:text" from="219pt,277.1pt" to="218.5pt,277.05pt" strokecolor="#ff8000" strokeweight="2.83pt"/>
              </w:pict>
            </w:r>
            <w:r>
              <w:rPr>
                <w:noProof/>
              </w:rPr>
              <w:pict>
                <v:line id="_x0000_s1999" style="position:absolute;left:0;text-align:left;flip:x y;z-index:251259904;mso-position-horizontal-relative:text;mso-position-vertical-relative:text" from="218.5pt,277.05pt" to="217.85pt,278.05pt" strokecolor="#ff8000" strokeweight="2.83pt"/>
              </w:pict>
            </w:r>
            <w:r>
              <w:rPr>
                <w:noProof/>
              </w:rPr>
              <w:pict>
                <v:line id="_x0000_s1998" style="position:absolute;left:0;text-align:left;flip:x y;z-index:251260928;mso-position-horizontal-relative:text;mso-position-vertical-relative:text" from="217.85pt,278.05pt" to="217.15pt,278.65pt" strokecolor="#ff8000" strokeweight="2.83pt"/>
              </w:pict>
            </w:r>
            <w:r>
              <w:rPr>
                <w:noProof/>
              </w:rPr>
              <w:pict>
                <v:line id="_x0000_s1997" style="position:absolute;left:0;text-align:left;flip:x y;z-index:251261952;mso-position-horizontal-relative:text;mso-position-vertical-relative:text" from="217.15pt,278.65pt" to="216.8pt,279.75pt" strokecolor="#ff8000" strokeweight="2.83pt"/>
              </w:pict>
            </w:r>
            <w:r>
              <w:rPr>
                <w:noProof/>
              </w:rPr>
              <w:pict>
                <v:line id="_x0000_s1996" style="position:absolute;left:0;text-align:left;flip:x y;z-index:251262976;mso-position-horizontal-relative:text;mso-position-vertical-relative:text" from="216.8pt,279.75pt" to="210.55pt,289.7pt" strokecolor="#ff8000" strokeweight="2.83pt"/>
              </w:pict>
            </w:r>
            <w:r>
              <w:rPr>
                <w:noProof/>
              </w:rPr>
              <w:pict>
                <v:line id="_x0000_s1995" style="position:absolute;left:0;text-align:left;flip:x y;z-index:251264000;mso-position-horizontal-relative:text;mso-position-vertical-relative:text" from="210.55pt,289.7pt" to="217.1pt,295.35pt" strokecolor="#ff8000" strokeweight="2.83pt"/>
              </w:pict>
            </w:r>
            <w:r>
              <w:rPr>
                <w:noProof/>
              </w:rPr>
              <w:pict>
                <v:line id="_x0000_s1994" style="position:absolute;left:0;text-align:left;flip:x y;z-index:251265024;mso-position-horizontal-relative:text;mso-position-vertical-relative:text" from="217.1pt,295.35pt" to="218.05pt,292.4pt" strokecolor="#ff8000" strokeweight="2.83pt"/>
              </w:pict>
            </w:r>
            <w:r>
              <w:rPr>
                <w:noProof/>
              </w:rPr>
              <w:pict>
                <v:line id="_x0000_s1993" style="position:absolute;left:0;text-align:left;flip:x y;z-index:251266048;mso-position-horizontal-relative:text;mso-position-vertical-relative:text" from="218.05pt,292.4pt" to="227pt,298.6pt" strokecolor="#ff8000" strokeweight="2.83pt"/>
              </w:pict>
            </w:r>
            <w:r>
              <w:rPr>
                <w:noProof/>
              </w:rPr>
              <w:pict>
                <v:line id="_x0000_s1992" style="position:absolute;left:0;text-align:left;flip:x y;z-index:251267072;mso-position-horizontal-relative:text;mso-position-vertical-relative:text" from="227pt,298.6pt" to="230.45pt,294.95pt" strokecolor="#ff8000" strokeweight="2.83pt"/>
              </w:pict>
            </w:r>
            <w:r>
              <w:rPr>
                <w:noProof/>
              </w:rPr>
              <w:pict>
                <v:line id="_x0000_s1991" style="position:absolute;left:0;text-align:left;flip:x y;z-index:251268096;mso-position-horizontal-relative:text;mso-position-vertical-relative:text" from="230.45pt,294.95pt" to="238.4pt,302.2pt" strokecolor="#ff8000" strokeweight="2.83pt"/>
              </w:pict>
            </w:r>
            <w:r>
              <w:rPr>
                <w:noProof/>
              </w:rPr>
              <w:pict>
                <v:line id="_x0000_s1990" style="position:absolute;left:0;text-align:left;flip:x y;z-index:251269120;mso-position-horizontal-relative:text;mso-position-vertical-relative:text" from="238.4pt,302.2pt" to="238.8pt,302.55pt" strokecolor="#ff8000" strokeweight="2.83pt"/>
              </w:pict>
            </w:r>
            <w:r>
              <w:rPr>
                <w:noProof/>
              </w:rPr>
              <w:pict>
                <v:line id="_x0000_s1989" style="position:absolute;left:0;text-align:left;flip:x y;z-index:251270144;mso-position-horizontal-relative:text;mso-position-vertical-relative:text" from="238.8pt,302.55pt" to="242.65pt,306.05pt" strokecolor="#ff8000" strokeweight="2.83pt"/>
              </w:pict>
            </w:r>
            <w:r>
              <w:rPr>
                <w:noProof/>
              </w:rPr>
              <w:pict>
                <v:line id="_x0000_s1988" style="position:absolute;left:0;text-align:left;flip:x y;z-index:251271168;mso-position-horizontal-relative:text;mso-position-vertical-relative:text" from="242.65pt,306.05pt" to="246.5pt,311pt" strokecolor="#ff8000" strokeweight="2.83pt"/>
              </w:pict>
            </w:r>
            <w:r>
              <w:rPr>
                <w:noProof/>
              </w:rPr>
              <w:pict>
                <v:line id="_x0000_s1987" style="position:absolute;left:0;text-align:left;flip:x y;z-index:251272192;mso-position-horizontal-relative:text;mso-position-vertical-relative:text" from="246.5pt,311pt" to="246.75pt,319.35pt" strokecolor="#ff8000" strokeweight="2.83pt"/>
              </w:pict>
            </w:r>
            <w:r>
              <w:rPr>
                <w:noProof/>
              </w:rPr>
              <w:pict>
                <v:line id="_x0000_s1986" style="position:absolute;left:0;text-align:left;flip:x y;z-index:251273216;mso-position-horizontal-relative:text;mso-position-vertical-relative:text" from="246.75pt,319.35pt" to="238.5pt,337.45pt" strokecolor="#ff8000" strokeweight="2.83pt"/>
              </w:pict>
            </w:r>
            <w:r>
              <w:rPr>
                <w:noProof/>
              </w:rPr>
              <w:pict>
                <v:line id="_x0000_s1985" style="position:absolute;left:0;text-align:left;flip:x y;z-index:251274240;mso-position-horizontal-relative:text;mso-position-vertical-relative:text" from="238.5pt,337.45pt" to="236.75pt,335.1pt" strokecolor="#ff8000" strokeweight="2.83pt"/>
              </w:pict>
            </w:r>
            <w:r>
              <w:rPr>
                <w:noProof/>
              </w:rPr>
              <w:pict>
                <v:line id="_x0000_s1984" style="position:absolute;left:0;text-align:left;flip:x y;z-index:251275264;mso-position-horizontal-relative:text;mso-position-vertical-relative:text" from="236.75pt,335.1pt" to="232.25pt,335.85pt" strokecolor="#ff8000" strokeweight="2.83pt"/>
              </w:pict>
            </w:r>
            <w:r>
              <w:rPr>
                <w:noProof/>
              </w:rPr>
              <w:pict>
                <v:line id="_x0000_s1983" style="position:absolute;left:0;text-align:left;flip:x y;z-index:251276288;mso-position-horizontal-relative:text;mso-position-vertical-relative:text" from="232.25pt,335.85pt" to="228.6pt,327.5pt" strokecolor="#ff8000" strokeweight="2.83pt"/>
              </w:pict>
            </w:r>
            <w:r>
              <w:rPr>
                <w:noProof/>
              </w:rPr>
              <w:pict>
                <v:line id="_x0000_s1982" style="position:absolute;left:0;text-align:left;flip:x y;z-index:251277312;mso-position-horizontal-relative:text;mso-position-vertical-relative:text" from="228.6pt,327.5pt" to="228.75pt,336.3pt" strokecolor="#ff8000" strokeweight="2.83pt"/>
              </w:pict>
            </w:r>
            <w:r>
              <w:rPr>
                <w:noProof/>
              </w:rPr>
              <w:pict>
                <v:line id="_x0000_s1981" style="position:absolute;left:0;text-align:left;flip:x y;z-index:251278336;mso-position-horizontal-relative:text;mso-position-vertical-relative:text" from="228.75pt,336.3pt" to="218.25pt,341.85pt" strokecolor="#ff8000" strokeweight="2.83pt"/>
              </w:pict>
            </w:r>
            <w:r>
              <w:rPr>
                <w:noProof/>
              </w:rPr>
              <w:pict>
                <v:line id="_x0000_s1980" style="position:absolute;left:0;text-align:left;flip:x y;z-index:251279360;mso-position-horizontal-relative:text;mso-position-vertical-relative:text" from="218.25pt,341.85pt" to="218.55pt,345.6pt" strokecolor="#ff8000" strokeweight="2.83pt"/>
              </w:pict>
            </w:r>
            <w:r>
              <w:rPr>
                <w:noProof/>
              </w:rPr>
              <w:pict>
                <v:line id="_x0000_s1979" style="position:absolute;left:0;text-align:left;flip:x y;z-index:251280384;mso-position-horizontal-relative:text;mso-position-vertical-relative:text" from="218.55pt,345.6pt" to="206.1pt,352.25pt" strokecolor="#ff8000" strokeweight="2.83pt"/>
              </w:pict>
            </w:r>
            <w:r>
              <w:rPr>
                <w:noProof/>
              </w:rPr>
              <w:pict>
                <v:line id="_x0000_s1978" style="position:absolute;left:0;text-align:left;flip:x y;z-index:251281408;mso-position-horizontal-relative:text;mso-position-vertical-relative:text" from="206.1pt,352.25pt" to="203.9pt,349.7pt" strokecolor="#ff8000" strokeweight="2.83pt"/>
              </w:pict>
            </w:r>
            <w:r>
              <w:rPr>
                <w:noProof/>
              </w:rPr>
              <w:pict>
                <v:line id="_x0000_s1977" style="position:absolute;left:0;text-align:left;flip:x y;z-index:251282432;mso-position-horizontal-relative:text;mso-position-vertical-relative:text" from="203.9pt,349.7pt" to="200.55pt,351.85pt" strokecolor="#ff8000" strokeweight="2.83pt"/>
              </w:pict>
            </w:r>
            <w:r>
              <w:rPr>
                <w:noProof/>
              </w:rPr>
              <w:pict>
                <v:line id="_x0000_s1976" style="position:absolute;left:0;text-align:left;flip:x y;z-index:251283456;mso-position-horizontal-relative:text;mso-position-vertical-relative:text" from="200.55pt,351.85pt" to="203.1pt,355.25pt" strokecolor="#ff8000" strokeweight="2.83pt"/>
              </w:pict>
            </w:r>
            <w:r>
              <w:rPr>
                <w:noProof/>
              </w:rPr>
              <w:pict>
                <v:line id="_x0000_s1975" style="position:absolute;left:0;text-align:left;flip:x y;z-index:251284480;mso-position-horizontal-relative:text;mso-position-vertical-relative:text" from="203.1pt,355.25pt" to="194.45pt,360.8pt" strokecolor="#ff8000" strokeweight="2.83pt"/>
              </w:pict>
            </w:r>
            <w:r>
              <w:rPr>
                <w:noProof/>
              </w:rPr>
              <w:pict>
                <v:line id="_x0000_s1974" style="position:absolute;left:0;text-align:left;flip:x y;z-index:251285504;mso-position-horizontal-relative:text;mso-position-vertical-relative:text" from="194.45pt,360.8pt" to="194.85pt,365pt" strokecolor="#ff8000" strokeweight="2.83pt"/>
              </w:pict>
            </w:r>
            <w:r>
              <w:rPr>
                <w:noProof/>
              </w:rPr>
              <w:pict>
                <v:line id="_x0000_s1973" style="position:absolute;left:0;text-align:left;flip:x y;z-index:251286528;mso-position-horizontal-relative:text;mso-position-vertical-relative:text" from="194.85pt,365pt" to="192.6pt,362.75pt" strokecolor="#ff8000" strokeweight="2.83pt"/>
              </w:pict>
            </w:r>
            <w:r>
              <w:rPr>
                <w:noProof/>
              </w:rPr>
              <w:pict>
                <v:line id="_x0000_s1972" style="position:absolute;left:0;text-align:left;flip:x y;z-index:251287552;mso-position-horizontal-relative:text;mso-position-vertical-relative:text" from="192.6pt,362.75pt" to="184.6pt,366.05pt" strokecolor="#ff8000" strokeweight="2.83pt"/>
              </w:pict>
            </w:r>
            <w:r>
              <w:rPr>
                <w:noProof/>
              </w:rPr>
              <w:pict>
                <v:line id="_x0000_s1971" style="position:absolute;left:0;text-align:left;flip:x y;z-index:251288576;mso-position-horizontal-relative:text;mso-position-vertical-relative:text" from="184.6pt,366.05pt" to="182pt,369.4pt" strokecolor="#ff8000" strokeweight="2.83pt"/>
              </w:pict>
            </w:r>
            <w:r>
              <w:rPr>
                <w:noProof/>
              </w:rPr>
              <w:pict>
                <v:line id="_x0000_s1970" style="position:absolute;left:0;text-align:left;flip:x y;z-index:251289600;mso-position-horizontal-relative:text;mso-position-vertical-relative:text" from="182pt,369.4pt" to="173.65pt,371.25pt" strokecolor="#ff8000" strokeweight="2.83pt"/>
              </w:pict>
            </w:r>
            <w:r>
              <w:rPr>
                <w:noProof/>
              </w:rPr>
              <w:pict>
                <v:line id="_x0000_s1969" style="position:absolute;left:0;text-align:left;flip:x y;z-index:251290624;mso-position-horizontal-relative:text;mso-position-vertical-relative:text" from="173.65pt,371.25pt" to="173.35pt,369.45pt" strokecolor="#ff8000" strokeweight="2.83pt"/>
              </w:pict>
            </w:r>
            <w:r>
              <w:rPr>
                <w:noProof/>
              </w:rPr>
              <w:pict>
                <v:line id="_x0000_s1968" style="position:absolute;left:0;text-align:left;flip:x y;z-index:251291648;mso-position-horizontal-relative:text;mso-position-vertical-relative:text" from="173.35pt,369.45pt" to="173pt,368.2pt" strokecolor="#ff8000" strokeweight="2.83pt"/>
              </w:pict>
            </w:r>
            <w:r>
              <w:rPr>
                <w:noProof/>
              </w:rPr>
              <w:pict>
                <v:line id="_x0000_s1967" style="position:absolute;left:0;text-align:left;flip:x y;z-index:251292672;mso-position-horizontal-relative:text;mso-position-vertical-relative:text" from="173pt,368.2pt" to="168.8pt,369.15pt" strokecolor="#ff8000" strokeweight="2.83pt"/>
              </w:pict>
            </w:r>
            <w:r>
              <w:rPr>
                <w:noProof/>
              </w:rPr>
              <w:pict>
                <v:line id="_x0000_s1966" style="position:absolute;left:0;text-align:left;flip:x y;z-index:251293696;mso-position-horizontal-relative:text;mso-position-vertical-relative:text" from="168.8pt,369.15pt" to="169.2pt,372.5pt" strokecolor="#ff8000" strokeweight="2.83pt"/>
              </w:pict>
            </w:r>
            <w:r>
              <w:rPr>
                <w:noProof/>
              </w:rPr>
              <w:pict>
                <v:line id="_x0000_s1965" style="position:absolute;left:0;text-align:left;flip:x y;z-index:251294720;mso-position-horizontal-relative:text;mso-position-vertical-relative:text" from="169.2pt,372.5pt" to="163.25pt,373.25pt" strokecolor="#ff8000" strokeweight="2.83pt"/>
              </w:pict>
            </w:r>
            <w:r>
              <w:rPr>
                <w:noProof/>
              </w:rPr>
              <w:pict>
                <v:line id="_x0000_s1964" style="position:absolute;left:0;text-align:left;flip:x y;z-index:251295744;mso-position-horizontal-relative:text;mso-position-vertical-relative:text" from="163.25pt,373.25pt" to="162.3pt,370.55pt" strokecolor="#ff8000" strokeweight="2.83pt"/>
              </w:pict>
            </w:r>
            <w:r>
              <w:rPr>
                <w:noProof/>
              </w:rPr>
              <w:pict>
                <v:line id="_x0000_s1963" style="position:absolute;left:0;text-align:left;flip:x y;z-index:251296768;mso-position-horizontal-relative:text;mso-position-vertical-relative:text" from="162.3pt,370.55pt" to="154.5pt,372.6pt" strokecolor="#ff8000" strokeweight="2.83pt"/>
              </w:pict>
            </w:r>
            <w:r>
              <w:rPr>
                <w:noProof/>
              </w:rPr>
              <w:pict>
                <v:line id="_x0000_s1962" style="position:absolute;left:0;text-align:left;flip:x y;z-index:251297792;mso-position-horizontal-relative:text;mso-position-vertical-relative:text" from="154.5pt,372.6pt" to="153.6pt,376.55pt" strokecolor="#ff8000" strokeweight="2.83pt"/>
              </w:pict>
            </w:r>
            <w:r>
              <w:rPr>
                <w:noProof/>
              </w:rPr>
              <w:pict>
                <v:line id="_x0000_s1961" style="position:absolute;left:0;text-align:left;flip:x y;z-index:251298816;mso-position-horizontal-relative:text;mso-position-vertical-relative:text" from="153.6pt,376.55pt" to="148.8pt,377.2pt" strokecolor="#ff8000" strokeweight="2.83pt"/>
              </w:pict>
            </w:r>
            <w:r>
              <w:rPr>
                <w:noProof/>
              </w:rPr>
              <w:pict>
                <v:line id="_x0000_s1960" style="position:absolute;left:0;text-align:left;flip:x y;z-index:251299840;mso-position-horizontal-relative:text;mso-position-vertical-relative:text" from="148.8pt,377.2pt" to="149.2pt,387.5pt" strokecolor="#ff8000" strokeweight="2.83pt"/>
              </w:pict>
            </w:r>
            <w:r>
              <w:rPr>
                <w:noProof/>
              </w:rPr>
              <w:pict>
                <v:line id="_x0000_s1959" style="position:absolute;left:0;text-align:left;flip:x y;z-index:251300864;mso-position-horizontal-relative:text;mso-position-vertical-relative:text" from="149.2pt,387.5pt" to="176.65pt,382.7pt" strokecolor="#ff8000" strokeweight="2.83pt"/>
              </w:pict>
            </w:r>
            <w:r>
              <w:rPr>
                <w:noProof/>
              </w:rPr>
              <w:pict>
                <v:line id="_x0000_s1958" style="position:absolute;left:0;text-align:left;flip:x y;z-index:251301888;mso-position-horizontal-relative:text;mso-position-vertical-relative:text" from="176.65pt,382.7pt" to="183.9pt,387.55pt" strokecolor="#ff8000" strokeweight="2.83pt"/>
              </w:pict>
            </w:r>
            <w:r>
              <w:rPr>
                <w:noProof/>
              </w:rPr>
              <w:pict>
                <v:line id="_x0000_s1957" style="position:absolute;left:0;text-align:left;flip:x y;z-index:251302912;mso-position-horizontal-relative:text;mso-position-vertical-relative:text" from="183.9pt,387.55pt" to="188.4pt,393.45pt" strokecolor="#ff8000" strokeweight="2.83pt"/>
              </w:pict>
            </w:r>
            <w:r>
              <w:rPr>
                <w:noProof/>
              </w:rPr>
              <w:pict>
                <v:line id="_x0000_s1956" style="position:absolute;left:0;text-align:left;flip:x y;z-index:251303936;mso-position-horizontal-relative:text;mso-position-vertical-relative:text" from="188.4pt,393.45pt" to="199.15pt,393.25pt" strokecolor="#ff8000" strokeweight="2.83pt"/>
              </w:pict>
            </w:r>
            <w:r>
              <w:rPr>
                <w:noProof/>
              </w:rPr>
              <w:pict>
                <v:line id="_x0000_s1955" style="position:absolute;left:0;text-align:left;flip:x y;z-index:251304960;mso-position-horizontal-relative:text;mso-position-vertical-relative:text" from="199.15pt,393.25pt" to="211.2pt,392.05pt" strokecolor="#ff8000" strokeweight="2.83pt"/>
              </w:pict>
            </w:r>
            <w:r>
              <w:rPr>
                <w:noProof/>
              </w:rPr>
              <w:pict>
                <v:line id="_x0000_s1954" style="position:absolute;left:0;text-align:left;flip:x y;z-index:251305984;mso-position-horizontal-relative:text;mso-position-vertical-relative:text" from="211.2pt,392.05pt" to="233.05pt,385.8pt" strokecolor="#ff8000" strokeweight="2.83pt"/>
              </w:pict>
            </w:r>
            <w:r>
              <w:rPr>
                <w:noProof/>
              </w:rPr>
              <w:pict>
                <v:line id="_x0000_s1953" style="position:absolute;left:0;text-align:left;flip:x y;z-index:251307008;mso-position-horizontal-relative:text;mso-position-vertical-relative:text" from="233.05pt,385.8pt" to="240.85pt,374.25pt" strokecolor="#ff8000" strokeweight="2.83pt"/>
              </w:pict>
            </w:r>
            <w:r>
              <w:rPr>
                <w:noProof/>
              </w:rPr>
              <w:pict>
                <v:line id="_x0000_s1952" style="position:absolute;left:0;text-align:left;flip:x y;z-index:251308032;mso-position-horizontal-relative:text;mso-position-vertical-relative:text" from="240.85pt,374.25pt" to="255.95pt,364.4pt" strokecolor="#ff8000" strokeweight="2.83pt"/>
              </w:pict>
            </w:r>
            <w:r>
              <w:rPr>
                <w:noProof/>
              </w:rPr>
              <w:pict>
                <v:line id="_x0000_s1951" style="position:absolute;left:0;text-align:left;flip:x y;z-index:251309056;mso-position-horizontal-relative:text;mso-position-vertical-relative:text" from="255.95pt,364.4pt" to="254.7pt,350.3pt" strokecolor="#ff8000" strokeweight="2.83pt"/>
              </w:pict>
            </w:r>
            <w:r>
              <w:rPr>
                <w:noProof/>
              </w:rPr>
              <w:pict>
                <v:line id="_x0000_s1950" style="position:absolute;left:0;text-align:left;flip:x y;z-index:251310080;mso-position-horizontal-relative:text;mso-position-vertical-relative:text" from="254.7pt,350.3pt" to="257.25pt,345.1pt" strokecolor="#ff8000" strokeweight="2.83pt"/>
              </w:pict>
            </w:r>
            <w:r>
              <w:rPr>
                <w:noProof/>
              </w:rPr>
              <w:pict>
                <v:line id="_x0000_s1949" style="position:absolute;left:0;text-align:left;flip:x y;z-index:251311104;mso-position-horizontal-relative:text;mso-position-vertical-relative:text" from="257.25pt,345.1pt" to="258.6pt,331.25pt" strokecolor="#ff8000" strokeweight="2.83pt"/>
              </w:pict>
            </w:r>
            <w:r>
              <w:rPr>
                <w:noProof/>
              </w:rPr>
              <w:pict>
                <v:line id="_x0000_s1948" style="position:absolute;left:0;text-align:left;flip:x y;z-index:251312128;mso-position-horizontal-relative:text;mso-position-vertical-relative:text" from="258.6pt,331.25pt" to="258.35pt,328.25pt" strokecolor="#ff8000" strokeweight="2.83pt"/>
              </w:pict>
            </w:r>
            <w:r>
              <w:rPr>
                <w:noProof/>
              </w:rPr>
              <w:pict>
                <v:line id="_x0000_s1947" style="position:absolute;left:0;text-align:left;flip:x y;z-index:251313152;mso-position-horizontal-relative:text;mso-position-vertical-relative:text" from="258.35pt,328.25pt" to="254.4pt,325.75pt" strokecolor="#ff8000" strokeweight="2.83pt"/>
              </w:pict>
            </w:r>
            <w:r>
              <w:rPr>
                <w:noProof/>
              </w:rPr>
              <w:pict>
                <v:line id="_x0000_s1946" style="position:absolute;left:0;text-align:left;flip:x y;z-index:251314176;mso-position-horizontal-relative:text;mso-position-vertical-relative:text" from="254.4pt,325.75pt" to="250.4pt,319.85pt" strokecolor="#ff8000" strokeweight="2.83pt"/>
              </w:pict>
            </w:r>
            <w:r>
              <w:rPr>
                <w:noProof/>
              </w:rPr>
              <w:pict>
                <v:line id="_x0000_s1945" style="position:absolute;left:0;text-align:left;flip:x y;z-index:251315200;mso-position-horizontal-relative:text;mso-position-vertical-relative:text" from="250.4pt,319.85pt" to="248.9pt,306.55pt" strokecolor="#ff8000" strokeweight="2.83pt"/>
              </w:pict>
            </w:r>
            <w:r>
              <w:rPr>
                <w:noProof/>
              </w:rPr>
              <w:pict>
                <v:line id="_x0000_s1944" style="position:absolute;left:0;text-align:left;flip:x y;z-index:251316224;mso-position-horizontal-relative:text;mso-position-vertical-relative:text" from="248.9pt,306.55pt" to="265.3pt,293.5pt" strokecolor="#ff8000" strokeweight="2.83pt"/>
              </w:pict>
            </w:r>
            <w:r>
              <w:rPr>
                <w:noProof/>
              </w:rPr>
              <w:pict>
                <v:line id="_x0000_s1943" style="position:absolute;left:0;text-align:left;flip:x y;z-index:251317248;mso-position-horizontal-relative:text;mso-position-vertical-relative:text" from="265.3pt,293.5pt" to="277.85pt,301.25pt" strokecolor="#ff8000" strokeweight="2.83pt"/>
              </w:pict>
            </w:r>
            <w:r>
              <w:rPr>
                <w:noProof/>
              </w:rPr>
              <w:pict>
                <v:line id="_x0000_s1942" style="position:absolute;left:0;text-align:left;flip:x y;z-index:251318272;mso-position-horizontal-relative:text;mso-position-vertical-relative:text" from="277.85pt,301.25pt" to="277.7pt,301.3pt" strokecolor="#ff8000" strokeweight="2.83pt"/>
              </w:pict>
            </w:r>
            <w:r>
              <w:rPr>
                <w:noProof/>
              </w:rPr>
              <w:pict>
                <v:line id="_x0000_s1941" style="position:absolute;left:0;text-align:left;flip:x y;z-index:251319296;mso-position-horizontal-relative:text;mso-position-vertical-relative:text" from="277.7pt,301.3pt" to="280.4pt,304.15pt" strokecolor="#ff8000" strokeweight="2.83pt"/>
              </w:pict>
            </w:r>
            <w:r>
              <w:rPr>
                <w:noProof/>
              </w:rPr>
              <w:pict>
                <v:line id="_x0000_s1940" style="position:absolute;left:0;text-align:left;flip:x y;z-index:251320320;mso-position-horizontal-relative:text;mso-position-vertical-relative:text" from="280.4pt,304.15pt" to="284pt,308.2pt" strokecolor="#ff8000" strokeweight="2.83pt"/>
              </w:pict>
            </w:r>
            <w:r>
              <w:rPr>
                <w:noProof/>
              </w:rPr>
              <w:pict>
                <v:line id="_x0000_s1939" style="position:absolute;left:0;text-align:left;flip:x y;z-index:251321344;mso-position-horizontal-relative:text;mso-position-vertical-relative:text" from="284pt,308.2pt" to="285.9pt,306.8pt" strokecolor="#ff8000" strokeweight="2.83pt"/>
              </w:pict>
            </w:r>
            <w:r>
              <w:rPr>
                <w:noProof/>
              </w:rPr>
              <w:pict>
                <v:line id="_x0000_s1938" style="position:absolute;left:0;text-align:left;flip:x y;z-index:251322368;mso-position-horizontal-relative:text;mso-position-vertical-relative:text" from="285.9pt,306.8pt" to="287.85pt,308.45pt" strokecolor="#ff8000" strokeweight="2.83pt"/>
              </w:pict>
            </w:r>
            <w:r>
              <w:rPr>
                <w:noProof/>
              </w:rPr>
              <w:pict>
                <v:line id="_x0000_s1937" style="position:absolute;left:0;text-align:left;flip:x y;z-index:251323392;mso-position-horizontal-relative:text;mso-position-vertical-relative:text" from="287.85pt,308.45pt" to="288.7pt,314.85pt" strokecolor="#ff8000" strokeweight="2.83pt"/>
              </w:pict>
            </w:r>
            <w:r>
              <w:rPr>
                <w:noProof/>
              </w:rPr>
              <w:pict>
                <v:line id="_x0000_s1936" style="position:absolute;left:0;text-align:left;flip:x y;z-index:251324416;mso-position-horizontal-relative:text;mso-position-vertical-relative:text" from="288.7pt,314.85pt" to="282.4pt,322.55pt" strokecolor="#ff8000" strokeweight="2.83pt"/>
              </w:pict>
            </w:r>
            <w:r>
              <w:rPr>
                <w:noProof/>
              </w:rPr>
              <w:pict>
                <v:line id="_x0000_s1935" style="position:absolute;left:0;text-align:left;flip:x y;z-index:251325440;mso-position-horizontal-relative:text;mso-position-vertical-relative:text" from="282.4pt,322.55pt" to="285.95pt,326.9pt" strokecolor="#ff8000" strokeweight="2.83pt"/>
              </w:pict>
            </w:r>
            <w:r>
              <w:rPr>
                <w:noProof/>
              </w:rPr>
              <w:pict>
                <v:line id="_x0000_s1934" style="position:absolute;left:0;text-align:left;flip:x y;z-index:251326464;mso-position-horizontal-relative:text;mso-position-vertical-relative:text" from="285.95pt,326.9pt" to="291.15pt,323.8pt" strokecolor="#ff8000" strokeweight="2.83pt"/>
              </w:pict>
            </w:r>
            <w:r>
              <w:rPr>
                <w:noProof/>
              </w:rPr>
              <w:pict>
                <v:line id="_x0000_s1933" style="position:absolute;left:0;text-align:left;flip:x y;z-index:251327488;mso-position-horizontal-relative:text;mso-position-vertical-relative:text" from="291.15pt,323.8pt" to="293.7pt,328.6pt" strokecolor="#ff8000" strokeweight="2.83pt"/>
              </w:pict>
            </w:r>
            <w:r>
              <w:rPr>
                <w:noProof/>
              </w:rPr>
              <w:pict>
                <v:line id="_x0000_s1932" style="position:absolute;left:0;text-align:left;flip:x y;z-index:251328512;mso-position-horizontal-relative:text;mso-position-vertical-relative:text" from="293.7pt,328.6pt" to="290.6pt,330.15pt" strokecolor="#ff8000" strokeweight="2.83pt"/>
              </w:pict>
            </w:r>
            <w:r>
              <w:rPr>
                <w:noProof/>
              </w:rPr>
              <w:pict>
                <v:line id="_x0000_s1931" style="position:absolute;left:0;text-align:left;flip:x y;z-index:251329536;mso-position-horizontal-relative:text;mso-position-vertical-relative:text" from="290.6pt,330.15pt" to="293.5pt,331.35pt" strokecolor="#ff8000" strokeweight="2.83pt"/>
              </w:pict>
            </w:r>
            <w:r>
              <w:rPr>
                <w:noProof/>
              </w:rPr>
              <w:pict>
                <v:line id="_x0000_s1930" style="position:absolute;left:0;text-align:left;flip:x y;z-index:251330560;mso-position-horizontal-relative:text;mso-position-vertical-relative:text" from="293.5pt,331.35pt" to="290.55pt,334.8pt" strokecolor="#ff8000" strokeweight="2.83pt"/>
              </w:pict>
            </w:r>
            <w:r>
              <w:rPr>
                <w:noProof/>
              </w:rPr>
              <w:pict>
                <v:line id="_x0000_s1929" style="position:absolute;left:0;text-align:left;flip:x y;z-index:251331584;mso-position-horizontal-relative:text;mso-position-vertical-relative:text" from="290.55pt,334.8pt" to="283.75pt,333.45pt" strokecolor="#ff8000" strokeweight="2.83pt"/>
              </w:pict>
            </w:r>
            <w:r>
              <w:rPr>
                <w:noProof/>
              </w:rPr>
              <w:pict>
                <v:line id="_x0000_s1928" style="position:absolute;left:0;text-align:left;flip:x y;z-index:251332608;mso-position-horizontal-relative:text;mso-position-vertical-relative:text" from="283.75pt,333.45pt" to="276.65pt,338.25pt" strokecolor="#ff8000" strokeweight="2.83pt"/>
              </w:pict>
            </w:r>
            <w:r>
              <w:rPr>
                <w:noProof/>
              </w:rPr>
              <w:pict>
                <v:line id="_x0000_s1927" style="position:absolute;left:0;text-align:left;flip:x y;z-index:251333632;mso-position-horizontal-relative:text;mso-position-vertical-relative:text" from="276.65pt,338.25pt" to="281.65pt,344.55pt" strokecolor="#ff8000" strokeweight="2.83pt"/>
              </w:pict>
            </w:r>
            <w:r>
              <w:rPr>
                <w:noProof/>
              </w:rPr>
              <w:pict>
                <v:line id="_x0000_s1926" style="position:absolute;left:0;text-align:left;flip:x y;z-index:251334656;mso-position-horizontal-relative:text;mso-position-vertical-relative:text" from="281.65pt,344.55pt" to="271.7pt,342.55pt" strokecolor="#ff8000" strokeweight="2.83pt"/>
              </w:pict>
            </w:r>
            <w:r>
              <w:rPr>
                <w:noProof/>
              </w:rPr>
              <w:pict>
                <v:line id="_x0000_s1925" style="position:absolute;left:0;text-align:left;flip:x y;z-index:251335680;mso-position-horizontal-relative:text;mso-position-vertical-relative:text" from="271.7pt,342.55pt" to="271.5pt,351.2pt" strokecolor="#ff8000" strokeweight="2.83pt"/>
              </w:pict>
            </w:r>
            <w:r>
              <w:rPr>
                <w:noProof/>
              </w:rPr>
              <w:pict>
                <v:line id="_x0000_s1924" style="position:absolute;left:0;text-align:left;flip:x y;z-index:251336704;mso-position-horizontal-relative:text;mso-position-vertical-relative:text" from="271.5pt,351.2pt" to="269.3pt,361.6pt" strokecolor="#ff8000" strokeweight="2.83pt"/>
              </w:pict>
            </w:r>
            <w:r>
              <w:rPr>
                <w:noProof/>
              </w:rPr>
              <w:pict>
                <v:line id="_x0000_s1923" style="position:absolute;left:0;text-align:left;flip:x y;z-index:251337728;mso-position-horizontal-relative:text;mso-position-vertical-relative:text" from="269.3pt,361.6pt" to="277.2pt,361.2pt" strokecolor="#ff8000" strokeweight="2.83pt"/>
              </w:pict>
            </w:r>
            <w:r>
              <w:rPr>
                <w:noProof/>
              </w:rPr>
              <w:pict>
                <v:line id="_x0000_s1922" style="position:absolute;left:0;text-align:left;flip:x y;z-index:251338752;mso-position-horizontal-relative:text;mso-position-vertical-relative:text" from="277.2pt,361.2pt" to="278.6pt,352.45pt" strokecolor="#ff8000" strokeweight="2.83pt"/>
              </w:pict>
            </w:r>
            <w:r>
              <w:rPr>
                <w:noProof/>
              </w:rPr>
              <w:pict>
                <v:line id="_x0000_s1921" style="position:absolute;left:0;text-align:left;flip:x y;z-index:251339776;mso-position-horizontal-relative:text;mso-position-vertical-relative:text" from="278.6pt,352.45pt" to="278.6pt,350.05pt" strokecolor="#ff8000" strokeweight="2.83pt"/>
              </w:pict>
            </w:r>
            <w:r>
              <w:rPr>
                <w:noProof/>
              </w:rPr>
              <w:pict>
                <v:line id="_x0000_s1920" style="position:absolute;left:0;text-align:left;flip:x y;z-index:251340800;mso-position-horizontal-relative:text;mso-position-vertical-relative:text" from="278.6pt,350.05pt" to="283.3pt,344.4pt" strokecolor="#ff8000" strokeweight="2.83pt"/>
              </w:pict>
            </w:r>
            <w:r>
              <w:rPr>
                <w:noProof/>
              </w:rPr>
              <w:pict>
                <v:line id="_x0000_s1919" style="position:absolute;left:0;text-align:left;flip:x y;z-index:251341824;mso-position-horizontal-relative:text;mso-position-vertical-relative:text" from="283.3pt,344.4pt" to="288.75pt,342.35pt" strokecolor="#ff8000" strokeweight="2.83pt"/>
              </w:pict>
            </w:r>
            <w:r>
              <w:rPr>
                <w:noProof/>
              </w:rPr>
              <w:pict>
                <v:line id="_x0000_s1918" style="position:absolute;left:0;text-align:left;flip:x y;z-index:251342848;mso-position-horizontal-relative:text;mso-position-vertical-relative:text" from="288.75pt,342.35pt" to="295.75pt,341.05pt" strokecolor="#ff8000" strokeweight="2.83pt"/>
              </w:pict>
            </w:r>
            <w:r>
              <w:rPr>
                <w:noProof/>
              </w:rPr>
              <w:pict>
                <v:line id="_x0000_s1917" style="position:absolute;left:0;text-align:left;flip:x y;z-index:251343872;mso-position-horizontal-relative:text;mso-position-vertical-relative:text" from="295.75pt,341.05pt" to="309.5pt,335.35pt" strokecolor="#ff8000" strokeweight="2.83pt"/>
              </w:pict>
            </w:r>
            <w:r>
              <w:rPr>
                <w:noProof/>
              </w:rPr>
              <w:pict>
                <v:line id="_x0000_s1916" style="position:absolute;left:0;text-align:left;flip:x y;z-index:251344896;mso-position-horizontal-relative:text;mso-position-vertical-relative:text" from="309.5pt,335.35pt" to="318pt,328.25pt" strokecolor="#ff8000" strokeweight="2.83pt"/>
              </w:pict>
            </w:r>
            <w:r>
              <w:rPr>
                <w:noProof/>
              </w:rPr>
              <w:pict>
                <v:line id="_x0000_s1915" style="position:absolute;left:0;text-align:left;flip:x y;z-index:251345920;mso-position-horizontal-relative:text;mso-position-vertical-relative:text" from="318pt,328.25pt" to="322.15pt,325.1pt" strokecolor="#ff8000" strokeweight="2.83pt"/>
              </w:pict>
            </w:r>
            <w:r>
              <w:rPr>
                <w:noProof/>
              </w:rPr>
              <w:pict>
                <v:line id="_x0000_s1914" style="position:absolute;left:0;text-align:left;flip:x y;z-index:251346944;mso-position-horizontal-relative:text;mso-position-vertical-relative:text" from="322.15pt,325.1pt" to="325.3pt,322.85pt" strokecolor="#ff8000" strokeweight="2.83pt"/>
              </w:pict>
            </w:r>
            <w:r>
              <w:rPr>
                <w:noProof/>
              </w:rPr>
              <w:pict>
                <v:line id="_x0000_s1913" style="position:absolute;left:0;text-align:left;flip:x y;z-index:251347968;mso-position-horizontal-relative:text;mso-position-vertical-relative:text" from="325.3pt,322.85pt" to="330.65pt,317.05pt" strokecolor="#ff8000" strokeweight="2.83pt"/>
              </w:pict>
            </w:r>
            <w:r>
              <w:rPr>
                <w:noProof/>
              </w:rPr>
              <w:pict>
                <v:line id="_x0000_s1912" style="position:absolute;left:0;text-align:left;flip:x y;z-index:251348992;mso-position-horizontal-relative:text;mso-position-vertical-relative:text" from="330.65pt,317.05pt" to="331.2pt,293pt" strokecolor="#ff8000" strokeweight="2.83pt"/>
              </w:pict>
            </w:r>
            <w:r>
              <w:rPr>
                <w:noProof/>
              </w:rPr>
              <w:pict>
                <v:line id="_x0000_s1911" style="position:absolute;left:0;text-align:left;flip:x y;z-index:251350016;mso-position-horizontal-relative:text;mso-position-vertical-relative:text" from="331.2pt,293pt" to="338.95pt,286.3pt" strokecolor="#ff8000" strokeweight="2.83pt"/>
              </w:pict>
            </w:r>
            <w:r>
              <w:rPr>
                <w:noProof/>
              </w:rPr>
              <w:pict>
                <v:line id="_x0000_s1910" style="position:absolute;left:0;text-align:left;flip:x y;z-index:251351040;mso-position-horizontal-relative:text;mso-position-vertical-relative:text" from="338.95pt,286.3pt" to="339.9pt,285.65pt" strokecolor="#ff8000" strokeweight="2.83pt"/>
              </w:pict>
            </w:r>
            <w:r>
              <w:rPr>
                <w:noProof/>
              </w:rPr>
              <w:pict>
                <v:line id="_x0000_s1909" style="position:absolute;left:0;text-align:left;flip:x y;z-index:251352064;mso-position-horizontal-relative:text;mso-position-vertical-relative:text" from="339.9pt,285.65pt" to="347.1pt,284.9pt" strokecolor="#ff8000" strokeweight="2.83pt"/>
              </w:pict>
            </w:r>
            <w:r>
              <w:rPr>
                <w:noProof/>
              </w:rPr>
              <w:pict>
                <v:line id="_x0000_s1908" style="position:absolute;left:0;text-align:left;flip:x y;z-index:251353088;mso-position-horizontal-relative:text;mso-position-vertical-relative:text" from="347.1pt,284.9pt" to="358.7pt,287pt" strokecolor="#ff8000" strokeweight="2.83pt"/>
              </w:pict>
            </w:r>
            <w:r>
              <w:rPr>
                <w:noProof/>
              </w:rPr>
              <w:pict>
                <v:line id="_x0000_s1907" style="position:absolute;left:0;text-align:left;flip:x y;z-index:251354112;mso-position-horizontal-relative:text;mso-position-vertical-relative:text" from="358.7pt,287pt" to="364.65pt,287.3pt" strokecolor="#ff8000" strokeweight="2.83pt"/>
              </w:pict>
            </w:r>
            <w:r>
              <w:rPr>
                <w:noProof/>
              </w:rPr>
              <w:pict>
                <v:line id="_x0000_s1906" style="position:absolute;left:0;text-align:left;flip:x y;z-index:251355136;mso-position-horizontal-relative:text;mso-position-vertical-relative:text" from="364.65pt,287.3pt" to="373.85pt,284.95pt" strokecolor="#ff8000" strokeweight="2.83pt"/>
              </w:pict>
            </w:r>
            <w:r>
              <w:rPr>
                <w:noProof/>
              </w:rPr>
              <w:pict>
                <v:line id="_x0000_s1905" style="position:absolute;left:0;text-align:left;flip:x y;z-index:251356160;mso-position-horizontal-relative:text;mso-position-vertical-relative:text" from="373.85pt,284.95pt" to="376.55pt,284.6pt" strokecolor="#ff8000" strokeweight="2.83pt"/>
              </w:pict>
            </w:r>
            <w:r>
              <w:rPr>
                <w:noProof/>
              </w:rPr>
              <w:pict>
                <v:line id="_x0000_s1904" style="position:absolute;left:0;text-align:left;flip:x y;z-index:251357184;mso-position-horizontal-relative:text;mso-position-vertical-relative:text" from="376.55pt,284.6pt" to="379.9pt,284.9pt" strokecolor="#ff8000" strokeweight="2.83pt"/>
              </w:pict>
            </w:r>
            <w:r>
              <w:rPr>
                <w:noProof/>
              </w:rPr>
              <w:pict>
                <v:line id="_x0000_s1903" style="position:absolute;left:0;text-align:left;flip:x y;z-index:251358208;mso-position-horizontal-relative:text;mso-position-vertical-relative:text" from="379.9pt,284.9pt" to="383.45pt,286.35pt" strokecolor="#ff8000" strokeweight="2.83pt"/>
              </w:pict>
            </w:r>
            <w:r>
              <w:rPr>
                <w:noProof/>
              </w:rPr>
              <w:pict>
                <v:line id="_x0000_s1902" style="position:absolute;left:0;text-align:left;flip:x y;z-index:251359232;mso-position-horizontal-relative:text;mso-position-vertical-relative:text" from="383.45pt,286.35pt" to="386pt,287.8pt" strokecolor="#ff8000" strokeweight="2.83pt"/>
              </w:pict>
            </w:r>
            <w:r>
              <w:rPr>
                <w:noProof/>
              </w:rPr>
              <w:pict>
                <v:line id="_x0000_s1901" style="position:absolute;left:0;text-align:left;flip:x y;z-index:251360256;mso-position-horizontal-relative:text;mso-position-vertical-relative:text" from="386pt,287.8pt" to="386.4pt,287.35pt" strokecolor="#ff8000" strokeweight="2.83pt"/>
              </w:pict>
            </w:r>
            <w:r>
              <w:rPr>
                <w:noProof/>
              </w:rPr>
              <w:pict>
                <v:line id="_x0000_s1900" style="position:absolute;left:0;text-align:left;flip:x y;z-index:251361280;mso-position-horizontal-relative:text;mso-position-vertical-relative:text" from="386.4pt,287.35pt" to="376.65pt,277.5pt" strokecolor="#ff8000" strokeweight="2.83pt"/>
              </w:pict>
            </w:r>
            <w:r>
              <w:rPr>
                <w:noProof/>
              </w:rPr>
              <w:pict>
                <v:line id="_x0000_s1899" style="position:absolute;left:0;text-align:left;flip:x y;z-index:251362304;mso-position-horizontal-relative:text;mso-position-vertical-relative:text" from="376.65pt,277.5pt" to="376.65pt,277.5pt" strokecolor="#ff8000" strokeweight="2.83pt"/>
              </w:pict>
            </w:r>
            <w:r>
              <w:rPr>
                <w:noProof/>
              </w:rPr>
              <w:pict>
                <v:line id="_x0000_s1898" style="position:absolute;left:0;text-align:left;flip:x y;z-index:251363328;mso-position-horizontal-relative:text;mso-position-vertical-relative:text" from="376.65pt,277.5pt" to="372.6pt,267.7pt" strokecolor="#ff8000" strokeweight="2.83pt"/>
              </w:pict>
            </w:r>
            <w:r>
              <w:rPr>
                <w:noProof/>
              </w:rPr>
              <w:pict>
                <v:line id="_x0000_s1897" style="position:absolute;left:0;text-align:left;flip:x y;z-index:251364352;mso-position-horizontal-relative:text;mso-position-vertical-relative:text" from="372.6pt,267.7pt" to="379.05pt,263.1pt" strokecolor="#ff8000" strokeweight="2.83pt"/>
              </w:pict>
            </w:r>
            <w:r>
              <w:rPr>
                <w:noProof/>
              </w:rPr>
              <w:pict>
                <v:line id="_x0000_s1896" style="position:absolute;left:0;text-align:left;flip:x y;z-index:251365376;mso-position-horizontal-relative:text;mso-position-vertical-relative:text" from="379.05pt,263.1pt" to="387.75pt,262.8pt" strokecolor="#ff8000" strokeweight="2.83pt"/>
              </w:pict>
            </w:r>
            <w:r>
              <w:rPr>
                <w:noProof/>
              </w:rPr>
              <w:pict>
                <v:line id="_x0000_s1895" style="position:absolute;left:0;text-align:left;flip:x y;z-index:251366400;mso-position-horizontal-relative:text;mso-position-vertical-relative:text" from="387.75pt,262.8pt" to="393.8pt,258.8pt" strokecolor="#ff8000" strokeweight="2.83pt"/>
              </w:pict>
            </w:r>
            <w:r>
              <w:rPr>
                <w:noProof/>
              </w:rPr>
              <w:pict>
                <v:line id="_x0000_s1894" style="position:absolute;left:0;text-align:left;flip:x y;z-index:251367424;mso-position-horizontal-relative:text;mso-position-vertical-relative:text" from="393.8pt,258.8pt" to="405.4pt,256.1pt" strokecolor="#ff8000" strokeweight="2.83pt"/>
              </w:pict>
            </w:r>
            <w:r>
              <w:rPr>
                <w:noProof/>
              </w:rPr>
              <w:pict>
                <v:line id="_x0000_s1893" style="position:absolute;left:0;text-align:left;flip:x y;z-index:251368448;mso-position-horizontal-relative:text;mso-position-vertical-relative:text" from="405.4pt,256.1pt" to="415.7pt,252.4pt" strokecolor="#ff8000" strokeweight="2.83pt"/>
              </w:pict>
            </w:r>
            <w:r>
              <w:rPr>
                <w:noProof/>
              </w:rPr>
              <w:pict>
                <v:line id="_x0000_s1892" style="position:absolute;left:0;text-align:left;flip:x y;z-index:251369472;mso-position-horizontal-relative:text;mso-position-vertical-relative:text" from="415.7pt,252.4pt" to="426pt,248.75pt" strokecolor="#ff8000" strokeweight="2.83pt"/>
              </w:pict>
            </w:r>
            <w:r>
              <w:rPr>
                <w:noProof/>
              </w:rPr>
              <w:pict>
                <v:line id="_x0000_s1891" style="position:absolute;left:0;text-align:left;flip:x y;z-index:251370496;mso-position-horizontal-relative:text;mso-position-vertical-relative:text" from="426pt,248.75pt" to="432.5pt,245.4pt" strokecolor="#ff8000" strokeweight="2.83pt"/>
              </w:pict>
            </w:r>
            <w:r>
              <w:rPr>
                <w:noProof/>
              </w:rPr>
              <w:pict>
                <v:line id="_x0000_s1890" style="position:absolute;left:0;text-align:left;flip:x y;z-index:251371520;mso-position-horizontal-relative:text;mso-position-vertical-relative:text" from="432.5pt,245.4pt" to="439pt,242.1pt" strokecolor="#ff8000" strokeweight="2.83pt"/>
              </w:pict>
            </w:r>
            <w:r>
              <w:rPr>
                <w:noProof/>
              </w:rPr>
              <w:pict>
                <v:line id="_x0000_s1889" style="position:absolute;left:0;text-align:left;flip:x y;z-index:251372544;mso-position-horizontal-relative:text;mso-position-vertical-relative:text" from="439pt,242.1pt" to="440.05pt,238.2pt" strokecolor="#ff8000" strokeweight="2.83pt"/>
              </w:pict>
            </w:r>
            <w:r>
              <w:rPr>
                <w:noProof/>
              </w:rPr>
              <w:pict>
                <v:line id="_x0000_s1888" style="position:absolute;left:0;text-align:left;flip:x y;z-index:251373568;mso-position-horizontal-relative:text;mso-position-vertical-relative:text" from="440.05pt,238.2pt" to="441.3pt,233.3pt" strokecolor="#ff8000" strokeweight="2.83pt"/>
              </w:pict>
            </w:r>
            <w:r>
              <w:rPr>
                <w:noProof/>
              </w:rPr>
              <w:pict>
                <v:line id="_x0000_s1887" style="position:absolute;left:0;text-align:left;flip:x y;z-index:251374592;mso-position-horizontal-relative:text;mso-position-vertical-relative:text" from="441.3pt,233.3pt" to="438.85pt,233.3pt" strokecolor="#ff8000" strokeweight="2.83pt"/>
              </w:pict>
            </w:r>
            <w:r>
              <w:rPr>
                <w:noProof/>
              </w:rPr>
              <w:pict>
                <v:line id="_x0000_s1886" style="position:absolute;left:0;text-align:left;flip:x y;z-index:251375616;mso-position-horizontal-relative:text;mso-position-vertical-relative:text" from="438.85pt,233.3pt" to="424.25pt,224.3pt" strokecolor="#ff8000" strokeweight="2.83pt"/>
              </w:pict>
            </w:r>
            <w:r>
              <w:rPr>
                <w:noProof/>
              </w:rPr>
              <w:pict>
                <v:line id="_x0000_s1885" style="position:absolute;left:0;text-align:left;flip:x y;z-index:251376640;mso-position-horizontal-relative:text;mso-position-vertical-relative:text" from="424.25pt,224.3pt" to="432.6pt,218.35pt" strokecolor="#ff8000" strokeweight="2.83pt"/>
              </w:pict>
            </w:r>
            <w:r>
              <w:rPr>
                <w:noProof/>
              </w:rPr>
              <w:pict>
                <v:line id="_x0000_s1884" style="position:absolute;left:0;text-align:left;flip:x y;z-index:251377664;mso-position-horizontal-relative:text;mso-position-vertical-relative:text" from="432.6pt,218.35pt" to="454.65pt,222.75pt" strokecolor="#ff8000" strokeweight="2.83pt"/>
              </w:pict>
            </w:r>
            <w:r>
              <w:rPr>
                <w:noProof/>
              </w:rPr>
              <w:pict>
                <v:line id="_x0000_s1883" style="position:absolute;left:0;text-align:left;flip:x y;z-index:251378688;mso-position-horizontal-relative:text;mso-position-vertical-relative:text" from="180.95pt,368.75pt" to="180.35pt,367.4pt" strokecolor="#ff8000" strokeweight="2.83pt"/>
              </w:pict>
            </w:r>
            <w:r>
              <w:rPr>
                <w:noProof/>
              </w:rPr>
              <w:pict>
                <v:line id="_x0000_s1882" style="position:absolute;left:0;text-align:left;flip:x y;z-index:251379712;mso-position-horizontal-relative:text;mso-position-vertical-relative:text" from="180.35pt,367.4pt" to="179.55pt,366.4pt" strokecolor="#ff8000" strokeweight="2.83pt"/>
              </w:pict>
            </w:r>
            <w:r>
              <w:rPr>
                <w:noProof/>
              </w:rPr>
              <w:pict>
                <v:line id="_x0000_s1881" style="position:absolute;left:0;text-align:left;flip:x y;z-index:251380736;mso-position-horizontal-relative:text;mso-position-vertical-relative:text" from="179.55pt,366.4pt" to="178.9pt,366.15pt" strokecolor="#ff8000" strokeweight="2.83pt"/>
              </w:pict>
            </w:r>
            <w:r>
              <w:rPr>
                <w:noProof/>
              </w:rPr>
              <w:pict>
                <v:line id="_x0000_s1880" style="position:absolute;left:0;text-align:left;flip:x y;z-index:251381760;mso-position-horizontal-relative:text;mso-position-vertical-relative:text" from="178.9pt,366.15pt" to="177pt,366.3pt" strokecolor="#ff8000" strokeweight="2.83pt"/>
              </w:pict>
            </w:r>
            <w:r>
              <w:rPr>
                <w:noProof/>
              </w:rPr>
              <w:pict>
                <v:line id="_x0000_s1879" style="position:absolute;left:0;text-align:left;flip:x y;z-index:251382784;mso-position-horizontal-relative:text;mso-position-vertical-relative:text" from="177pt,366.3pt" to="175.25pt,366.95pt" strokecolor="#ff8000" strokeweight="2.83pt"/>
              </w:pict>
            </w:r>
            <w:r>
              <w:rPr>
                <w:noProof/>
              </w:rPr>
              <w:pict>
                <v:line id="_x0000_s1878" style="position:absolute;left:0;text-align:left;flip:x y;z-index:251383808;mso-position-horizontal-relative:text;mso-position-vertical-relative:text" from="175.25pt,366.95pt" to="175.7pt,368.6pt" strokecolor="#ff8000" strokeweight="2.83pt"/>
              </w:pict>
            </w:r>
            <w:r>
              <w:rPr>
                <w:noProof/>
              </w:rPr>
              <w:pict>
                <v:line id="_x0000_s1877" style="position:absolute;left:0;text-align:left;flip:x y;z-index:251384832;mso-position-horizontal-relative:text;mso-position-vertical-relative:text" from="175.7pt,368.6pt" to="177.25pt,367.95pt" strokecolor="#ff8000" strokeweight="2.83pt"/>
              </w:pict>
            </w:r>
            <w:r>
              <w:rPr>
                <w:noProof/>
              </w:rPr>
              <w:pict>
                <v:line id="_x0000_s1876" style="position:absolute;left:0;text-align:left;flip:x y;z-index:251385856;mso-position-horizontal-relative:text;mso-position-vertical-relative:text" from="177.25pt,367.95pt" to="177.65pt,368.15pt" strokecolor="#ff8000" strokeweight="2.83pt"/>
              </w:pict>
            </w:r>
            <w:r>
              <w:rPr>
                <w:noProof/>
              </w:rPr>
              <w:pict>
                <v:line id="_x0000_s1875" style="position:absolute;left:0;text-align:left;flip:x y;z-index:251386880;mso-position-horizontal-relative:text;mso-position-vertical-relative:text" from="177.65pt,368.15pt" to="178.95pt,369.85pt" strokecolor="#ff8000" strokeweight="2.83pt"/>
              </w:pict>
            </w:r>
            <w:r>
              <w:rPr>
                <w:noProof/>
              </w:rPr>
              <w:pict>
                <v:line id="_x0000_s1874" style="position:absolute;left:0;text-align:left;flip:x y;z-index:251387904;mso-position-horizontal-relative:text;mso-position-vertical-relative:text" from="178.95pt,369.85pt" to="180.95pt,368.75pt" strokecolor="#ff8000" strokeweight="2.83pt"/>
              </w:pict>
            </w:r>
            <w:r>
              <w:rPr>
                <w:noProof/>
              </w:rPr>
              <w:pict>
                <v:line id="_x0000_s1873" style="position:absolute;left:0;text-align:left;flip:x y;z-index:251388928;mso-position-horizontal-relative:text;mso-position-vertical-relative:text" from="474.65pt,254.35pt" to="453.35pt,274.0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72" style="position:absolute;left:0;text-align:left;flip:x y;z-index:251389952;mso-position-horizontal-relative:text;mso-position-vertical-relative:text" from="453.35pt,274.05pt" to="442.55pt,281.3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71" style="position:absolute;left:0;text-align:left;flip:x y;z-index:251390976;mso-position-horizontal-relative:text;mso-position-vertical-relative:text" from="442.55pt,281.3pt" to="438.25pt,290.1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70" style="position:absolute;left:0;text-align:left;flip:x y;z-index:251392000;mso-position-horizontal-relative:text;mso-position-vertical-relative:text" from="438.25pt,290.15pt" to="420.35pt,301.5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9" style="position:absolute;left:0;text-align:left;flip:x y;z-index:251393024;mso-position-horizontal-relative:text;mso-position-vertical-relative:text" from="420.35pt,301.55pt" to="420.5pt,321.9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8" style="position:absolute;left:0;text-align:left;flip:x y;z-index:251394048;mso-position-horizontal-relative:text;mso-position-vertical-relative:text" from="420.5pt,321.95pt" to="420.05pt,335.2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7" style="position:absolute;left:0;text-align:left;flip:x y;z-index:251395072;mso-position-horizontal-relative:text;mso-position-vertical-relative:text" from="420.05pt,335.25pt" to="412.35pt,345.2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6" style="position:absolute;left:0;text-align:left;flip:x y;z-index:251396096;mso-position-horizontal-relative:text;mso-position-vertical-relative:text" from="412.35pt,345.2pt" to="410.3pt,343.4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5" style="position:absolute;left:0;text-align:left;flip:x y;z-index:251397120;mso-position-horizontal-relative:text;mso-position-vertical-relative:text" from="410.3pt,343.4pt" to="389.3pt,356.1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4" style="position:absolute;left:0;text-align:left;flip:x y;z-index:251398144;mso-position-horizontal-relative:text;mso-position-vertical-relative:text" from="389.3pt,356.1pt" to="374.2pt,363.8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3" style="position:absolute;left:0;text-align:left;flip:x y;z-index:251399168;mso-position-horizontal-relative:text;mso-position-vertical-relative:text" from="374.2pt,363.8pt" to="364.15pt,361.7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2" style="position:absolute;left:0;text-align:left;flip:x y;z-index:251400192;mso-position-horizontal-relative:text;mso-position-vertical-relative:text" from="364.15pt,361.75pt" to="346.7pt,352.5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1" style="position:absolute;left:0;text-align:left;flip:x y;z-index:251401216;mso-position-horizontal-relative:text;mso-position-vertical-relative:text" from="346.7pt,352.55pt" to="333.25pt,340.4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60" style="position:absolute;left:0;text-align:left;flip:x y;z-index:251402240;mso-position-horizontal-relative:text;mso-position-vertical-relative:text" from="333.25pt,340.45pt" to="333.4pt,334.9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9" style="position:absolute;left:0;text-align:left;flip:x y;z-index:251403264;mso-position-horizontal-relative:text;mso-position-vertical-relative:text" from="333.4pt,334.95pt" to="329.85pt,330.8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8" style="position:absolute;left:0;text-align:left;flip:x y;z-index:251404288;mso-position-horizontal-relative:text;mso-position-vertical-relative:text" from="329.85pt,330.85pt" to="320.35pt,330.5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7" style="position:absolute;left:0;text-align:left;flip:x y;z-index:251405312;mso-position-horizontal-relative:text;mso-position-vertical-relative:text" from="320.35pt,330.55pt" to="300.55pt,343.4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6" style="position:absolute;left:0;text-align:left;flip:x y;z-index:251406336;mso-position-horizontal-relative:text;mso-position-vertical-relative:text" from="300.55pt,343.4pt" to="292.85pt,355.7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5" style="position:absolute;left:0;text-align:left;flip:x y;z-index:251407360;mso-position-horizontal-relative:text;mso-position-vertical-relative:text" from="292.85pt,355.7pt" to="291.4pt,383.9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4" style="position:absolute;left:0;text-align:left;flip:x y;z-index:251408384;mso-position-horizontal-relative:text;mso-position-vertical-relative:text" from="291.4pt,383.95pt" to="294.95pt,419.7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3" style="position:absolute;left:0;text-align:left;flip:x y;z-index:251409408;mso-position-horizontal-relative:text;mso-position-vertical-relative:text" from="31.6pt,387.5pt" to="66.4pt,202.9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2" style="position:absolute;left:0;text-align:left;flip:x y;z-index:251410432;mso-position-horizontal-relative:text;mso-position-vertical-relative:text" from="66.4pt,202.9pt" to="68.8pt,189.4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1" style="position:absolute;left:0;text-align:left;flip:x y;z-index:251411456;mso-position-horizontal-relative:text;mso-position-vertical-relative:text" from="68.8pt,189.4pt" to="72.55pt,170.35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50" style="position:absolute;left:0;text-align:left;flip:x y;z-index:251412480;mso-position-horizontal-relative:text;mso-position-vertical-relative:text" from="72.55pt,170.35pt" to="73.05pt,164.8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49" style="position:absolute;left:0;text-align:left;flip:x y;z-index:251413504;mso-position-horizontal-relative:text;mso-position-vertical-relative:text" from="73.05pt,164.8pt" to="90.35pt,82.3pt" strokecolor="red" strokeweight=".76pt">
                  <v:stroke dashstyle="longDashDot"/>
                </v:line>
              </w:pict>
            </w:r>
            <w:r>
              <w:rPr>
                <w:noProof/>
              </w:rPr>
              <w:pict>
                <v:line id="_x0000_s1848" style="position:absolute;left:0;text-align:left;flip:x y;z-index:251414528;mso-position-horizontal-relative:text;mso-position-vertical-relative:text" from="129.5pt,186.25pt" to="137.15pt,185.1pt" strokeweight=".57pt"/>
              </w:pict>
            </w:r>
            <w:r>
              <w:rPr>
                <w:noProof/>
              </w:rPr>
              <w:pict>
                <v:line id="_x0000_s1847" style="position:absolute;left:0;text-align:left;flip:x y;z-index:251415552;mso-position-horizontal-relative:text;mso-position-vertical-relative:text" from="137.15pt,185.1pt" to="137.25pt,181.6pt" strokeweight=".57pt"/>
              </w:pict>
            </w:r>
            <w:r>
              <w:rPr>
                <w:noProof/>
              </w:rPr>
              <w:pict>
                <v:line id="_x0000_s1846" style="position:absolute;left:0;text-align:left;flip:x y;z-index:251416576;mso-position-horizontal-relative:text;mso-position-vertical-relative:text" from="137.25pt,181.6pt" to="143.55pt,181.9pt" strokeweight=".57pt"/>
              </w:pict>
            </w:r>
            <w:r>
              <w:rPr>
                <w:noProof/>
              </w:rPr>
              <w:pict>
                <v:line id="_x0000_s1845" style="position:absolute;left:0;text-align:left;flip:x y;z-index:251417600;mso-position-horizontal-relative:text;mso-position-vertical-relative:text" from="143.55pt,181.9pt" to="142.45pt,196.55pt" strokeweight=".57pt"/>
              </w:pict>
            </w:r>
            <w:r>
              <w:rPr>
                <w:noProof/>
              </w:rPr>
              <w:pict>
                <v:line id="_x0000_s1844" style="position:absolute;left:0;text-align:left;flip:x y;z-index:251418624;mso-position-horizontal-relative:text;mso-position-vertical-relative:text" from="142.45pt,196.55pt" to="130pt,196.05pt" strokeweight=".57pt"/>
              </w:pict>
            </w:r>
            <w:r>
              <w:rPr>
                <w:noProof/>
              </w:rPr>
              <w:pict>
                <v:line id="_x0000_s1843" style="position:absolute;left:0;text-align:left;flip:x y;z-index:251419648;mso-position-horizontal-relative:text;mso-position-vertical-relative:text" from="130pt,196.05pt" to="129.5pt,186.25pt" strokeweight=".57pt"/>
              </w:pict>
            </w:r>
            <w:r>
              <w:rPr>
                <w:noProof/>
              </w:rPr>
              <w:pict>
                <v:line id="_x0000_s1842" style="position:absolute;left:0;text-align:left;flip:x y;z-index:251420672;mso-position-horizontal-relative:text;mso-position-vertical-relative:text" from="270.35pt,188.6pt" to="273.4pt,187.4pt" strokeweight=".57pt"/>
              </w:pict>
            </w:r>
            <w:r>
              <w:rPr>
                <w:noProof/>
              </w:rPr>
              <w:pict>
                <v:line id="_x0000_s1841" style="position:absolute;left:0;text-align:left;flip:x y;z-index:251421696;mso-position-horizontal-relative:text;mso-position-vertical-relative:text" from="273.4pt,187.4pt" to="275.1pt,192.75pt" strokeweight=".57pt"/>
              </w:pict>
            </w:r>
            <w:r>
              <w:rPr>
                <w:noProof/>
              </w:rPr>
              <w:pict>
                <v:line id="_x0000_s1840" style="position:absolute;left:0;text-align:left;flip:x y;z-index:251422720;mso-position-horizontal-relative:text;mso-position-vertical-relative:text" from="275.1pt,192.75pt" to="275.85pt,195.15pt" strokeweight=".57pt"/>
              </w:pict>
            </w:r>
            <w:r>
              <w:rPr>
                <w:noProof/>
              </w:rPr>
              <w:pict>
                <v:line id="_x0000_s1839" style="position:absolute;left:0;text-align:left;flip:x y;z-index:251423744;mso-position-horizontal-relative:text;mso-position-vertical-relative:text" from="275.85pt,195.15pt" to="276.5pt,197.65pt" strokeweight=".57pt"/>
              </w:pict>
            </w:r>
            <w:r>
              <w:rPr>
                <w:noProof/>
              </w:rPr>
              <w:pict>
                <v:line id="_x0000_s1838" style="position:absolute;left:0;text-align:left;flip:x y;z-index:251424768;mso-position-horizontal-relative:text;mso-position-vertical-relative:text" from="276.5pt,197.65pt" to="275.6pt,197.95pt" strokeweight=".57pt"/>
              </w:pict>
            </w:r>
            <w:r>
              <w:rPr>
                <w:noProof/>
              </w:rPr>
              <w:pict>
                <v:line id="_x0000_s1837" style="position:absolute;left:0;text-align:left;flip:x y;z-index:251425792;mso-position-horizontal-relative:text;mso-position-vertical-relative:text" from="275.6pt,197.95pt" to="274.4pt,198.25pt" strokeweight=".57pt"/>
              </w:pict>
            </w:r>
            <w:r>
              <w:rPr>
                <w:noProof/>
              </w:rPr>
              <w:pict>
                <v:line id="_x0000_s1836" style="position:absolute;left:0;text-align:left;flip:x y;z-index:251426816;mso-position-horizontal-relative:text;mso-position-vertical-relative:text" from="274.4pt,198.25pt" to="274pt,198.25pt" strokeweight=".57pt"/>
              </w:pict>
            </w:r>
            <w:r>
              <w:rPr>
                <w:noProof/>
              </w:rPr>
              <w:pict>
                <v:line id="_x0000_s1835" style="position:absolute;left:0;text-align:left;flip:x y;z-index:251427840;mso-position-horizontal-relative:text;mso-position-vertical-relative:text" from="274pt,198.25pt" to="271.85pt,197.9pt" strokeweight=".57pt"/>
              </w:pict>
            </w:r>
            <w:r>
              <w:rPr>
                <w:noProof/>
              </w:rPr>
              <w:pict>
                <v:line id="_x0000_s1834" style="position:absolute;left:0;text-align:left;flip:x y;z-index:251428864;mso-position-horizontal-relative:text;mso-position-vertical-relative:text" from="271.85pt,197.9pt" to="271.7pt,197.4pt" strokeweight=".57pt"/>
              </w:pict>
            </w:r>
            <w:r>
              <w:rPr>
                <w:noProof/>
              </w:rPr>
              <w:pict>
                <v:line id="_x0000_s1833" style="position:absolute;left:0;text-align:left;flip:x y;z-index:251429888;mso-position-horizontal-relative:text;mso-position-vertical-relative:text" from="271.7pt,197.4pt" to="273.6pt,196.75pt" strokeweight=".57pt"/>
              </w:pict>
            </w:r>
            <w:r>
              <w:rPr>
                <w:noProof/>
              </w:rPr>
              <w:pict>
                <v:line id="_x0000_s1832" style="position:absolute;left:0;text-align:left;flip:x y;z-index:251430912;mso-position-horizontal-relative:text;mso-position-vertical-relative:text" from="273.6pt,196.75pt" to="272.15pt,191pt" strokeweight=".57pt"/>
              </w:pict>
            </w:r>
            <w:r>
              <w:rPr>
                <w:noProof/>
              </w:rPr>
              <w:pict>
                <v:line id="_x0000_s1831" style="position:absolute;left:0;text-align:left;flip:x y;z-index:251431936;mso-position-horizontal-relative:text;mso-position-vertical-relative:text" from="272.15pt,191pt" to="269.95pt,191.7pt" strokeweight=".57pt"/>
              </w:pict>
            </w:r>
            <w:r>
              <w:rPr>
                <w:noProof/>
              </w:rPr>
              <w:pict>
                <v:line id="_x0000_s1830" style="position:absolute;left:0;text-align:left;flip:x y;z-index:251432960;mso-position-horizontal-relative:text;mso-position-vertical-relative:text" from="269.95pt,191.7pt" to="269.15pt,189.15pt" strokeweight=".57pt"/>
              </w:pict>
            </w:r>
            <w:r>
              <w:rPr>
                <w:noProof/>
              </w:rPr>
              <w:pict>
                <v:line id="_x0000_s1829" style="position:absolute;left:0;text-align:left;flip:x y;z-index:251433984;mso-position-horizontal-relative:text;mso-position-vertical-relative:text" from="269.15pt,189.15pt" to="270.35pt,188.6pt" strokeweight=".57pt"/>
              </w:pict>
            </w:r>
            <w:r>
              <w:rPr>
                <w:noProof/>
              </w:rPr>
              <w:pict>
                <v:line id="_x0000_s1828" style="position:absolute;left:0;text-align:left;flip:x y;z-index:251435008;mso-position-horizontal-relative:text;mso-position-vertical-relative:text" from="265.2pt,214.35pt" to="270.05pt,211.35pt" strokeweight=".57pt"/>
              </w:pict>
            </w:r>
            <w:r>
              <w:rPr>
                <w:noProof/>
              </w:rPr>
              <w:pict>
                <v:line id="_x0000_s1827" style="position:absolute;left:0;text-align:left;flip:x y;z-index:251436032;mso-position-horizontal-relative:text;mso-position-vertical-relative:text" from="270.05pt,211.35pt" to="270.95pt,213.3pt" strokeweight=".57pt"/>
              </w:pict>
            </w:r>
            <w:r>
              <w:rPr>
                <w:noProof/>
              </w:rPr>
              <w:pict>
                <v:line id="_x0000_s1826" style="position:absolute;left:0;text-align:left;flip:x y;z-index:251437056;mso-position-horizontal-relative:text;mso-position-vertical-relative:text" from="270.95pt,213.3pt" to="265.75pt,216.55pt" strokeweight=".57pt"/>
              </w:pict>
            </w:r>
            <w:r>
              <w:rPr>
                <w:noProof/>
              </w:rPr>
              <w:pict>
                <v:line id="_x0000_s1825" style="position:absolute;left:0;text-align:left;flip:x y;z-index:251438080;mso-position-horizontal-relative:text;mso-position-vertical-relative:text" from="265.75pt,216.55pt" to="264.05pt,217.5pt" strokeweight=".57pt"/>
              </w:pict>
            </w:r>
            <w:r>
              <w:rPr>
                <w:noProof/>
              </w:rPr>
              <w:pict>
                <v:line id="_x0000_s1824" style="position:absolute;left:0;text-align:left;flip:x y;z-index:251439104;mso-position-horizontal-relative:text;mso-position-vertical-relative:text" from="264.05pt,217.5pt" to="260.95pt,213.55pt" strokeweight=".57pt"/>
              </w:pict>
            </w:r>
            <w:r>
              <w:rPr>
                <w:noProof/>
              </w:rPr>
              <w:pict>
                <v:line id="_x0000_s1823" style="position:absolute;left:0;text-align:left;flip:x y;z-index:251440128;mso-position-horizontal-relative:text;mso-position-vertical-relative:text" from="260.95pt,213.55pt" to="263.05pt,212pt" strokeweight=".57pt"/>
              </w:pict>
            </w:r>
            <w:r>
              <w:rPr>
                <w:noProof/>
              </w:rPr>
              <w:pict>
                <v:line id="_x0000_s1822" style="position:absolute;left:0;text-align:left;flip:x y;z-index:251441152;mso-position-horizontal-relative:text;mso-position-vertical-relative:text" from="263.05pt,212pt" to="265.2pt,214.35pt" strokeweight=".57pt"/>
              </w:pict>
            </w:r>
            <w:r>
              <w:rPr>
                <w:noProof/>
              </w:rPr>
              <w:pict>
                <v:line id="_x0000_s1821" style="position:absolute;left:0;text-align:left;flip:x y;z-index:251442176;mso-position-horizontal-relative:text;mso-position-vertical-relative:text" from="301.05pt,221.9pt" to="305.45pt,216.5pt" strokeweight=".57pt"/>
              </w:pict>
            </w:r>
            <w:r>
              <w:rPr>
                <w:noProof/>
              </w:rPr>
              <w:pict>
                <v:line id="_x0000_s1820" style="position:absolute;left:0;text-align:left;flip:x y;z-index:251443200;mso-position-horizontal-relative:text;mso-position-vertical-relative:text" from="305.45pt,216.5pt" to="305.75pt,213.85pt" strokeweight=".57pt"/>
              </w:pict>
            </w:r>
            <w:r>
              <w:rPr>
                <w:noProof/>
              </w:rPr>
              <w:pict>
                <v:line id="_x0000_s1819" style="position:absolute;left:0;text-align:left;flip:x y;z-index:251444224;mso-position-horizontal-relative:text;mso-position-vertical-relative:text" from="305.75pt,213.85pt" to="309.7pt,213.85pt" strokeweight=".57pt"/>
              </w:pict>
            </w:r>
            <w:r>
              <w:rPr>
                <w:noProof/>
              </w:rPr>
              <w:pict>
                <v:line id="_x0000_s1818" style="position:absolute;left:0;text-align:left;flip:x y;z-index:251445248;mso-position-horizontal-relative:text;mso-position-vertical-relative:text" from="309.7pt,213.85pt" to="313.1pt,215.65pt" strokeweight=".57pt"/>
              </w:pict>
            </w:r>
            <w:r>
              <w:rPr>
                <w:noProof/>
              </w:rPr>
              <w:pict>
                <v:line id="_x0000_s1817" style="position:absolute;left:0;text-align:left;flip:x y;z-index:251446272;mso-position-horizontal-relative:text;mso-position-vertical-relative:text" from="313.1pt,215.65pt" to="314.95pt,217.6pt" strokeweight=".57pt"/>
              </w:pict>
            </w:r>
            <w:r>
              <w:rPr>
                <w:noProof/>
              </w:rPr>
              <w:pict>
                <v:line id="_x0000_s1816" style="position:absolute;left:0;text-align:left;flip:x y;z-index:251447296;mso-position-horizontal-relative:text;mso-position-vertical-relative:text" from="314.95pt,217.6pt" to="313.95pt,218.75pt" strokeweight=".57pt"/>
              </w:pict>
            </w:r>
            <w:r>
              <w:rPr>
                <w:noProof/>
              </w:rPr>
              <w:pict>
                <v:line id="_x0000_s1815" style="position:absolute;left:0;text-align:left;flip:x y;z-index:251448320;mso-position-horizontal-relative:text;mso-position-vertical-relative:text" from="313.95pt,218.75pt" to="313.25pt,218.3pt" strokeweight=".57pt"/>
              </w:pict>
            </w:r>
            <w:r>
              <w:rPr>
                <w:noProof/>
              </w:rPr>
              <w:pict>
                <v:line id="_x0000_s1814" style="position:absolute;left:0;text-align:left;flip:x y;z-index:251449344;mso-position-horizontal-relative:text;mso-position-vertical-relative:text" from="313.25pt,218.3pt" to="310.45pt,221.4pt" strokeweight=".57pt"/>
              </w:pict>
            </w:r>
            <w:r>
              <w:rPr>
                <w:noProof/>
              </w:rPr>
              <w:pict>
                <v:line id="_x0000_s1813" style="position:absolute;left:0;text-align:left;flip:x y;z-index:251450368;mso-position-horizontal-relative:text;mso-position-vertical-relative:text" from="310.45pt,221.4pt" to="309.8pt,221.05pt" strokeweight=".57pt"/>
              </w:pict>
            </w:r>
            <w:r>
              <w:rPr>
                <w:noProof/>
              </w:rPr>
              <w:pict>
                <v:line id="_x0000_s1812" style="position:absolute;left:0;text-align:left;flip:x y;z-index:251451392;mso-position-horizontal-relative:text;mso-position-vertical-relative:text" from="309.8pt,221.05pt" to="305.75pt,226.6pt" strokeweight=".57pt"/>
              </w:pict>
            </w:r>
            <w:r>
              <w:rPr>
                <w:noProof/>
              </w:rPr>
              <w:pict>
                <v:line id="_x0000_s1811" style="position:absolute;left:0;text-align:left;flip:x y;z-index:251452416;mso-position-horizontal-relative:text;mso-position-vertical-relative:text" from="305.75pt,226.6pt" to="302pt,223.55pt" strokeweight=".57pt"/>
              </w:pict>
            </w:r>
            <w:r>
              <w:rPr>
                <w:noProof/>
              </w:rPr>
              <w:pict>
                <v:line id="_x0000_s1810" style="position:absolute;left:0;text-align:left;flip:x y;z-index:251453440;mso-position-horizontal-relative:text;mso-position-vertical-relative:text" from="302pt,223.55pt" to="301.05pt,221.9pt" strokeweight=".57pt"/>
              </w:pict>
            </w:r>
            <w:r>
              <w:rPr>
                <w:noProof/>
              </w:rPr>
              <w:pict>
                <v:line id="_x0000_s1809" style="position:absolute;left:0;text-align:left;flip:x y;z-index:251454464;mso-position-horizontal-relative:text;mso-position-vertical-relative:text" from="318.35pt,226.95pt" to="320.6pt,228.25pt" strokeweight=".57pt"/>
              </w:pict>
            </w:r>
            <w:r>
              <w:rPr>
                <w:noProof/>
              </w:rPr>
              <w:pict>
                <v:line id="_x0000_s1808" style="position:absolute;left:0;text-align:left;flip:x y;z-index:251455488;mso-position-horizontal-relative:text;mso-position-vertical-relative:text" from="320.6pt,228.25pt" to="321.45pt,226.65pt" strokeweight=".57pt"/>
              </w:pict>
            </w:r>
            <w:r>
              <w:rPr>
                <w:noProof/>
              </w:rPr>
              <w:pict>
                <v:line id="_x0000_s1807" style="position:absolute;left:0;text-align:left;flip:x y;z-index:251456512;mso-position-horizontal-relative:text;mso-position-vertical-relative:text" from="321.45pt,226.65pt" to="318.6pt,224pt" strokeweight=".57pt"/>
              </w:pict>
            </w:r>
            <w:r>
              <w:rPr>
                <w:noProof/>
              </w:rPr>
              <w:pict>
                <v:line id="_x0000_s1806" style="position:absolute;left:0;text-align:left;flip:x y;z-index:251457536;mso-position-horizontal-relative:text;mso-position-vertical-relative:text" from="318.6pt,224pt" to="320pt,222.35pt" strokeweight=".57pt"/>
              </w:pict>
            </w:r>
            <w:r>
              <w:rPr>
                <w:noProof/>
              </w:rPr>
              <w:pict>
                <v:line id="_x0000_s1805" style="position:absolute;left:0;text-align:left;flip:x y;z-index:251458560;mso-position-horizontal-relative:text;mso-position-vertical-relative:text" from="320pt,222.35pt" to="324.5pt,222.3pt" strokeweight=".57pt"/>
              </w:pict>
            </w:r>
            <w:r>
              <w:rPr>
                <w:noProof/>
              </w:rPr>
              <w:pict>
                <v:line id="_x0000_s1804" style="position:absolute;left:0;text-align:left;flip:x y;z-index:251459584;mso-position-horizontal-relative:text;mso-position-vertical-relative:text" from="324.5pt,222.3pt" to="326.95pt,223.3pt" strokeweight=".57pt"/>
              </w:pict>
            </w:r>
            <w:r>
              <w:rPr>
                <w:noProof/>
              </w:rPr>
              <w:pict>
                <v:line id="_x0000_s1803" style="position:absolute;left:0;text-align:left;flip:x y;z-index:251460608;mso-position-horizontal-relative:text;mso-position-vertical-relative:text" from="326.95pt,223.3pt" to="329.55pt,225pt" strokeweight=".57pt"/>
              </w:pict>
            </w:r>
            <w:r>
              <w:rPr>
                <w:noProof/>
              </w:rPr>
              <w:pict>
                <v:line id="_x0000_s1802" style="position:absolute;left:0;text-align:left;flip:x y;z-index:251461632;mso-position-horizontal-relative:text;mso-position-vertical-relative:text" from="329.55pt,225pt" to="325.55pt,230.8pt" strokeweight=".57pt"/>
              </w:pict>
            </w:r>
            <w:r>
              <w:rPr>
                <w:noProof/>
              </w:rPr>
              <w:pict>
                <v:line id="_x0000_s1801" style="position:absolute;left:0;text-align:left;flip:x y;z-index:251462656;mso-position-horizontal-relative:text;mso-position-vertical-relative:text" from="325.55pt,230.8pt" to="324.65pt,230.55pt" strokeweight=".57pt"/>
              </w:pict>
            </w:r>
            <w:r>
              <w:rPr>
                <w:noProof/>
              </w:rPr>
              <w:pict>
                <v:line id="_x0000_s1800" style="position:absolute;left:0;text-align:left;flip:x y;z-index:251463680;mso-position-horizontal-relative:text;mso-position-vertical-relative:text" from="324.65pt,230.55pt" to="324.35pt,230.8pt" strokeweight=".57pt"/>
              </w:pict>
            </w:r>
            <w:r>
              <w:rPr>
                <w:noProof/>
              </w:rPr>
              <w:pict>
                <v:line id="_x0000_s1799" style="position:absolute;left:0;text-align:left;flip:x y;z-index:251464704;mso-position-horizontal-relative:text;mso-position-vertical-relative:text" from="324.35pt,230.8pt" to="324.85pt,231.75pt" strokeweight=".57pt"/>
              </w:pict>
            </w:r>
            <w:r>
              <w:rPr>
                <w:noProof/>
              </w:rPr>
              <w:pict>
                <v:line id="_x0000_s1798" style="position:absolute;left:0;text-align:left;flip:x y;z-index:251465728;mso-position-horizontal-relative:text;mso-position-vertical-relative:text" from="324.85pt,231.75pt" to="322.9pt,234.95pt" strokeweight=".57pt"/>
              </w:pict>
            </w:r>
            <w:r>
              <w:rPr>
                <w:noProof/>
              </w:rPr>
              <w:pict>
                <v:line id="_x0000_s1797" style="position:absolute;left:0;text-align:left;flip:x y;z-index:251466752;mso-position-horizontal-relative:text;mso-position-vertical-relative:text" from="322.9pt,234.95pt" to="322.45pt,235.2pt" strokeweight=".57pt"/>
              </w:pict>
            </w:r>
            <w:r>
              <w:rPr>
                <w:noProof/>
              </w:rPr>
              <w:pict>
                <v:line id="_x0000_s1796" style="position:absolute;left:0;text-align:left;flip:x y;z-index:251467776;mso-position-horizontal-relative:text;mso-position-vertical-relative:text" from="322.45pt,235.2pt" to="322.2pt,235.75pt" strokeweight=".57pt"/>
              </w:pict>
            </w:r>
            <w:r>
              <w:rPr>
                <w:noProof/>
              </w:rPr>
              <w:pict>
                <v:line id="_x0000_s1795" style="position:absolute;left:0;text-align:left;flip:x y;z-index:251468800;mso-position-horizontal-relative:text;mso-position-vertical-relative:text" from="322.2pt,235.75pt" to="321.15pt,237.6pt" strokeweight=".57pt"/>
              </w:pict>
            </w:r>
            <w:r>
              <w:rPr>
                <w:noProof/>
              </w:rPr>
              <w:pict>
                <v:line id="_x0000_s1794" style="position:absolute;left:0;text-align:left;flip:x y;z-index:251469824;mso-position-horizontal-relative:text;mso-position-vertical-relative:text" from="321.15pt,237.6pt" to="314.55pt,232.9pt" strokeweight=".57pt"/>
              </w:pict>
            </w:r>
            <w:r>
              <w:rPr>
                <w:noProof/>
              </w:rPr>
              <w:pict>
                <v:line id="_x0000_s1793" style="position:absolute;left:0;text-align:left;flip:x y;z-index:251470848;mso-position-horizontal-relative:text;mso-position-vertical-relative:text" from="314.55pt,232.9pt" to="318.35pt,226.95pt" strokeweight=".57pt"/>
              </w:pict>
            </w:r>
            <w:r>
              <w:rPr>
                <w:noProof/>
              </w:rPr>
              <w:pict>
                <v:line id="_x0000_s1792" style="position:absolute;left:0;text-align:left;flip:x y;z-index:251471872;mso-position-horizontal-relative:text;mso-position-vertical-relative:text" from="327.3pt,283.25pt" to="329.1pt,283.9pt" strokeweight=".57pt"/>
              </w:pict>
            </w:r>
            <w:r>
              <w:rPr>
                <w:noProof/>
              </w:rPr>
              <w:pict>
                <v:line id="_x0000_s1791" style="position:absolute;left:0;text-align:left;flip:x y;z-index:251472896;mso-position-horizontal-relative:text;mso-position-vertical-relative:text" from="329.1pt,283.9pt" to="331.7pt,284.3pt" strokeweight=".57pt"/>
              </w:pict>
            </w:r>
            <w:r>
              <w:rPr>
                <w:noProof/>
              </w:rPr>
              <w:pict>
                <v:line id="_x0000_s1790" style="position:absolute;left:0;text-align:left;flip:x y;z-index:251473920;mso-position-horizontal-relative:text;mso-position-vertical-relative:text" from="331.7pt,284.3pt" to="340.1pt,284.8pt" strokeweight=".57pt"/>
              </w:pict>
            </w:r>
            <w:r>
              <w:rPr>
                <w:noProof/>
              </w:rPr>
              <w:pict>
                <v:line id="_x0000_s1789" style="position:absolute;left:0;text-align:left;flip:x y;z-index:251474944;mso-position-horizontal-relative:text;mso-position-vertical-relative:text" from="340.1pt,284.8pt" to="347.25pt,284pt" strokeweight=".57pt"/>
              </w:pict>
            </w:r>
            <w:r>
              <w:rPr>
                <w:noProof/>
              </w:rPr>
              <w:pict>
                <v:line id="_x0000_s1788" style="position:absolute;left:0;text-align:left;flip:x y;z-index:251475968;mso-position-horizontal-relative:text;mso-position-vertical-relative:text" from="347.25pt,284pt" to="358.9pt,286.35pt" strokeweight=".57pt"/>
              </w:pict>
            </w:r>
            <w:r>
              <w:rPr>
                <w:noProof/>
              </w:rPr>
              <w:pict>
                <v:line id="_x0000_s1787" style="position:absolute;left:0;text-align:left;flip:x y;z-index:251476992;mso-position-horizontal-relative:text;mso-position-vertical-relative:text" from="358.9pt,286.35pt" to="364.6pt,286.6pt" strokeweight=".57pt"/>
              </w:pict>
            </w:r>
            <w:r>
              <w:rPr>
                <w:noProof/>
              </w:rPr>
              <w:pict>
                <v:line id="_x0000_s1786" style="position:absolute;left:0;text-align:left;flip:x y;z-index:251478016;mso-position-horizontal-relative:text;mso-position-vertical-relative:text" from="364.6pt,286.6pt" to="373.85pt,284.05pt" strokeweight=".57pt"/>
              </w:pict>
            </w:r>
            <w:r>
              <w:rPr>
                <w:noProof/>
              </w:rPr>
              <w:pict>
                <v:line id="_x0000_s1785" style="position:absolute;left:0;text-align:left;flip:x y;z-index:251479040;mso-position-horizontal-relative:text;mso-position-vertical-relative:text" from="373.85pt,284.05pt" to="376.75pt,283.7pt" strokeweight=".57pt"/>
              </w:pict>
            </w:r>
            <w:r>
              <w:rPr>
                <w:noProof/>
              </w:rPr>
              <w:pict>
                <v:line id="_x0000_s1784" style="position:absolute;left:0;text-align:left;flip:x y;z-index:251480064;mso-position-horizontal-relative:text;mso-position-vertical-relative:text" from="376.75pt,283.7pt" to="380.1pt,284.05pt" strokeweight=".57pt"/>
              </w:pict>
            </w:r>
            <w:r>
              <w:rPr>
                <w:noProof/>
              </w:rPr>
              <w:pict>
                <v:line id="_x0000_s1783" style="position:absolute;left:0;text-align:left;flip:x y;z-index:251481088;mso-position-horizontal-relative:text;mso-position-vertical-relative:text" from="380.1pt,284.05pt" to="383.85pt,285.55pt" strokeweight=".57pt"/>
              </w:pict>
            </w:r>
            <w:r>
              <w:rPr>
                <w:noProof/>
              </w:rPr>
              <w:pict>
                <v:line id="_x0000_s1782" style="position:absolute;left:0;text-align:left;flip:x y;z-index:251482112;mso-position-horizontal-relative:text;mso-position-vertical-relative:text" from="383.85pt,285.55pt" to="386.4pt,287.35pt" strokeweight=".57pt"/>
              </w:pict>
            </w:r>
            <w:r>
              <w:rPr>
                <w:noProof/>
              </w:rPr>
              <w:pict>
                <v:line id="_x0000_s1781" style="position:absolute;left:0;text-align:left;flip:x y;z-index:251483136;mso-position-horizontal-relative:text;mso-position-vertical-relative:text" from="386.4pt,287.35pt" to="386pt,287.8pt" strokeweight=".57pt"/>
              </w:pict>
            </w:r>
            <w:r>
              <w:rPr>
                <w:noProof/>
              </w:rPr>
              <w:pict>
                <v:line id="_x0000_s1780" style="position:absolute;left:0;text-align:left;flip:x y;z-index:251484160;mso-position-horizontal-relative:text;mso-position-vertical-relative:text" from="386pt,287.8pt" to="383.45pt,286.35pt" strokeweight=".57pt"/>
              </w:pict>
            </w:r>
            <w:r>
              <w:rPr>
                <w:noProof/>
              </w:rPr>
              <w:pict>
                <v:line id="_x0000_s1779" style="position:absolute;left:0;text-align:left;flip:x y;z-index:251485184;mso-position-horizontal-relative:text;mso-position-vertical-relative:text" from="383.45pt,286.35pt" to="379.9pt,284.9pt" strokeweight=".57pt"/>
              </w:pict>
            </w:r>
            <w:r>
              <w:rPr>
                <w:noProof/>
              </w:rPr>
              <w:pict>
                <v:line id="_x0000_s1778" style="position:absolute;left:0;text-align:left;flip:x y;z-index:251486208;mso-position-horizontal-relative:text;mso-position-vertical-relative:text" from="379.9pt,284.9pt" to="376.55pt,284.6pt" strokeweight=".57pt"/>
              </w:pict>
            </w:r>
            <w:r>
              <w:rPr>
                <w:noProof/>
              </w:rPr>
              <w:pict>
                <v:line id="_x0000_s1777" style="position:absolute;left:0;text-align:left;flip:x y;z-index:251487232;mso-position-horizontal-relative:text;mso-position-vertical-relative:text" from="376.55pt,284.6pt" to="373.85pt,284.95pt" strokeweight=".57pt"/>
              </w:pict>
            </w:r>
            <w:r>
              <w:rPr>
                <w:noProof/>
              </w:rPr>
              <w:pict>
                <v:line id="_x0000_s1776" style="position:absolute;left:0;text-align:left;flip:x y;z-index:251488256;mso-position-horizontal-relative:text;mso-position-vertical-relative:text" from="373.85pt,284.95pt" to="364.65pt,287.3pt" strokeweight=".57pt"/>
              </w:pict>
            </w:r>
            <w:r>
              <w:rPr>
                <w:noProof/>
              </w:rPr>
              <w:pict>
                <v:line id="_x0000_s1775" style="position:absolute;left:0;text-align:left;flip:x y;z-index:251489280;mso-position-horizontal-relative:text;mso-position-vertical-relative:text" from="364.65pt,287.3pt" to="358.7pt,287pt" strokeweight=".57pt"/>
              </w:pict>
            </w:r>
            <w:r>
              <w:rPr>
                <w:noProof/>
              </w:rPr>
              <w:pict>
                <v:line id="_x0000_s1774" style="position:absolute;left:0;text-align:left;flip:x y;z-index:251490304;mso-position-horizontal-relative:text;mso-position-vertical-relative:text" from="358.7pt,287pt" to="347.1pt,284.9pt" strokeweight=".57pt"/>
              </w:pict>
            </w:r>
            <w:r>
              <w:rPr>
                <w:noProof/>
              </w:rPr>
              <w:pict>
                <v:line id="_x0000_s1773" style="position:absolute;left:0;text-align:left;flip:x y;z-index:251491328;mso-position-horizontal-relative:text;mso-position-vertical-relative:text" from="347.1pt,284.9pt" to="339.9pt,285.65pt" strokeweight=".57pt"/>
              </w:pict>
            </w:r>
            <w:r>
              <w:rPr>
                <w:noProof/>
              </w:rPr>
              <w:pict>
                <v:line id="_x0000_s1772" style="position:absolute;left:0;text-align:left;flip:x y;z-index:251492352;mso-position-horizontal-relative:text;mso-position-vertical-relative:text" from="339.9pt,285.65pt" to="331.55pt,285.1pt" strokeweight=".57pt"/>
              </w:pict>
            </w:r>
            <w:r>
              <w:rPr>
                <w:noProof/>
              </w:rPr>
              <w:pict>
                <v:line id="_x0000_s1771" style="position:absolute;left:0;text-align:left;flip:x y;z-index:251493376;mso-position-horizontal-relative:text;mso-position-vertical-relative:text" from="331.55pt,285.1pt" to="329.05pt,284.7pt" strokeweight=".57pt"/>
              </w:pict>
            </w:r>
            <w:r>
              <w:rPr>
                <w:noProof/>
              </w:rPr>
              <w:pict>
                <v:line id="_x0000_s1770" style="position:absolute;left:0;text-align:left;flip:x y;z-index:251494400;mso-position-horizontal-relative:text;mso-position-vertical-relative:text" from="329.05pt,284.7pt" to="327pt,284.1pt" strokeweight=".57pt"/>
              </w:pict>
            </w:r>
            <w:r>
              <w:rPr>
                <w:noProof/>
              </w:rPr>
              <w:pict>
                <v:line id="_x0000_s1769" style="position:absolute;left:0;text-align:left;flip:x y;z-index:251495424;mso-position-horizontal-relative:text;mso-position-vertical-relative:text" from="327pt,284.1pt" to="325.45pt,283.1pt" strokeweight=".57pt"/>
              </w:pict>
            </w:r>
            <w:r>
              <w:rPr>
                <w:noProof/>
              </w:rPr>
              <w:pict>
                <v:line id="_x0000_s1768" style="position:absolute;left:0;text-align:left;flip:x y;z-index:251496448;mso-position-horizontal-relative:text;mso-position-vertical-relative:text" from="325.45pt,283.1pt" to="325.1pt,282.5pt" strokeweight=".57pt"/>
              </w:pict>
            </w:r>
            <w:r>
              <w:rPr>
                <w:noProof/>
              </w:rPr>
              <w:pict>
                <v:line id="_x0000_s1767" style="position:absolute;left:0;text-align:left;flip:x y;z-index:251497472;mso-position-horizontal-relative:text;mso-position-vertical-relative:text" from="325.1pt,282.5pt" to="327.3pt,283.25pt" strokeweight=".57pt"/>
              </w:pict>
            </w:r>
            <w:r>
              <w:rPr>
                <w:noProof/>
              </w:rPr>
              <w:pict>
                <v:line id="_x0000_s1766" style="position:absolute;left:0;text-align:left;flip:x y;z-index:251498496;mso-position-horizontal-relative:text;mso-position-vertical-relative:text" from="220.05pt,278.15pt" to="222.55pt,278.65pt" strokeweight=".57pt"/>
              </w:pict>
            </w:r>
            <w:r>
              <w:rPr>
                <w:noProof/>
              </w:rPr>
              <w:pict>
                <v:line id="_x0000_s1765" style="position:absolute;left:0;text-align:left;flip:x y;z-index:251499520;mso-position-horizontal-relative:text;mso-position-vertical-relative:text" from="222.55pt,278.65pt" to="223.35pt,278pt" strokeweight=".57pt"/>
              </w:pict>
            </w:r>
            <w:r>
              <w:rPr>
                <w:noProof/>
              </w:rPr>
              <w:pict>
                <v:line id="_x0000_s1764" style="position:absolute;left:0;text-align:left;flip:x y;z-index:251500544;mso-position-horizontal-relative:text;mso-position-vertical-relative:text" from="223.35pt,278pt" to="225.4pt,278.85pt" strokeweight=".57pt"/>
              </w:pict>
            </w:r>
            <w:r>
              <w:rPr>
                <w:noProof/>
              </w:rPr>
              <w:pict>
                <v:line id="_x0000_s1763" style="position:absolute;left:0;text-align:left;flip:x y;z-index:251501568;mso-position-horizontal-relative:text;mso-position-vertical-relative:text" from="225.4pt,278.85pt" to="224.75pt,281pt" strokeweight=".57pt"/>
              </w:pict>
            </w:r>
            <w:r>
              <w:rPr>
                <w:noProof/>
              </w:rPr>
              <w:pict>
                <v:line id="_x0000_s1762" style="position:absolute;left:0;text-align:left;flip:x y;z-index:251502592;mso-position-horizontal-relative:text;mso-position-vertical-relative:text" from="224.75pt,281pt" to="223.05pt,285.7pt" strokeweight=".57pt"/>
              </w:pict>
            </w:r>
            <w:r>
              <w:rPr>
                <w:noProof/>
              </w:rPr>
              <w:pict>
                <v:line id="_x0000_s1761" style="position:absolute;left:0;text-align:left;flip:x y;z-index:251503616;mso-position-horizontal-relative:text;mso-position-vertical-relative:text" from="223.05pt,285.7pt" to="216.1pt,282.05pt" strokeweight=".57pt"/>
              </w:pict>
            </w:r>
            <w:r>
              <w:rPr>
                <w:noProof/>
              </w:rPr>
              <w:pict>
                <v:line id="_x0000_s1760" style="position:absolute;left:0;text-align:left;flip:x y;z-index:251504640;mso-position-horizontal-relative:text;mso-position-vertical-relative:text" from="216.1pt,282.05pt" to="217.15pt,278.65pt" strokeweight=".57pt"/>
              </w:pict>
            </w:r>
            <w:r>
              <w:rPr>
                <w:noProof/>
              </w:rPr>
              <w:pict>
                <v:line id="_x0000_s1759" style="position:absolute;left:0;text-align:left;flip:x y;z-index:251505664;mso-position-horizontal-relative:text;mso-position-vertical-relative:text" from="217.15pt,278.65pt" to="219.2pt,276.95pt" strokeweight=".57pt"/>
              </w:pict>
            </w:r>
            <w:r>
              <w:rPr>
                <w:noProof/>
              </w:rPr>
              <w:pict>
                <v:line id="_x0000_s1758" style="position:absolute;left:0;text-align:left;flip:x y;z-index:251506688;mso-position-horizontal-relative:text;mso-position-vertical-relative:text" from="219.2pt,276.95pt" to="220.05pt,278.15pt" strokeweight=".57pt"/>
              </w:pict>
            </w:r>
            <w:r>
              <w:rPr>
                <w:noProof/>
              </w:rPr>
              <w:pict>
                <v:line id="_x0000_s1757" style="position:absolute;left:0;text-align:left;flip:x y;z-index:251507712;mso-position-horizontal-relative:text;mso-position-vertical-relative:text" from="280.4pt,304.15pt" to="277.7pt,301.3pt" strokeweight=".57pt"/>
              </w:pict>
            </w:r>
            <w:r>
              <w:rPr>
                <w:noProof/>
              </w:rPr>
              <w:pict>
                <v:line id="_x0000_s1756" style="position:absolute;left:0;text-align:left;flip:x y;z-index:251508736;mso-position-horizontal-relative:text;mso-position-vertical-relative:text" from="277.7pt,301.3pt" to="278.75pt,300.9pt" strokeweight=".57pt"/>
              </w:pict>
            </w:r>
            <w:r>
              <w:rPr>
                <w:noProof/>
              </w:rPr>
              <w:pict>
                <v:line id="_x0000_s1755" style="position:absolute;left:0;text-align:left;flip:x y;z-index:251509760;mso-position-horizontal-relative:text;mso-position-vertical-relative:text" from="278.75pt,300.9pt" to="278.65pt,300.1pt" strokeweight=".57pt"/>
              </w:pict>
            </w:r>
            <w:r>
              <w:rPr>
                <w:noProof/>
              </w:rPr>
              <w:pict>
                <v:line id="_x0000_s1754" style="position:absolute;left:0;text-align:left;flip:x y;z-index:251510784;mso-position-horizontal-relative:text;mso-position-vertical-relative:text" from="278.65pt,300.1pt" to="279.4pt,299.4pt" strokeweight=".57pt"/>
              </w:pict>
            </w:r>
            <w:r>
              <w:rPr>
                <w:noProof/>
              </w:rPr>
              <w:pict>
                <v:line id="_x0000_s1753" style="position:absolute;left:0;text-align:left;flip:x y;z-index:251511808;mso-position-horizontal-relative:text;mso-position-vertical-relative:text" from="279.4pt,299.4pt" to="285.1pt,296pt" strokeweight=".57pt"/>
              </w:pict>
            </w:r>
            <w:r>
              <w:rPr>
                <w:noProof/>
              </w:rPr>
              <w:pict>
                <v:line id="_x0000_s1752" style="position:absolute;left:0;text-align:left;flip:x y;z-index:251512832;mso-position-horizontal-relative:text;mso-position-vertical-relative:text" from="285.1pt,296pt" to="287.65pt,299.45pt" strokeweight=".57pt"/>
              </w:pict>
            </w:r>
            <w:r>
              <w:rPr>
                <w:noProof/>
              </w:rPr>
              <w:pict>
                <v:line id="_x0000_s1751" style="position:absolute;left:0;text-align:left;flip:x y;z-index:251513856;mso-position-horizontal-relative:text;mso-position-vertical-relative:text" from="287.65pt,299.45pt" to="280.4pt,304.15pt" strokeweight=".57pt"/>
              </w:pict>
            </w:r>
            <w:r>
              <w:rPr>
                <w:noProof/>
              </w:rPr>
              <w:pict>
                <v:line id="_x0000_s1750" style="position:absolute;left:0;text-align:left;flip:x y;z-index:251514880;mso-position-horizontal-relative:text;mso-position-vertical-relative:text" from="287.65pt,299.45pt" to="290.5pt,303.25pt" strokeweight=".57pt"/>
              </w:pict>
            </w:r>
            <w:r>
              <w:rPr>
                <w:noProof/>
              </w:rPr>
              <w:pict>
                <v:line id="_x0000_s1749" style="position:absolute;left:0;text-align:left;flip:x y;z-index:251515904;mso-position-horizontal-relative:text;mso-position-vertical-relative:text" from="290.5pt,303.25pt" to="287.25pt,305.15pt" strokeweight=".57pt"/>
              </w:pict>
            </w:r>
            <w:r>
              <w:rPr>
                <w:noProof/>
              </w:rPr>
              <w:pict>
                <v:line id="_x0000_s1748" style="position:absolute;left:0;text-align:left;flip:x y;z-index:251516928;mso-position-horizontal-relative:text;mso-position-vertical-relative:text" from="287.25pt,305.15pt" to="287.4pt,305.7pt" strokeweight=".57pt"/>
              </w:pict>
            </w:r>
            <w:r>
              <w:rPr>
                <w:noProof/>
              </w:rPr>
              <w:pict>
                <v:line id="_x0000_s1747" style="position:absolute;left:0;text-align:left;flip:x y;z-index:251517952;mso-position-horizontal-relative:text;mso-position-vertical-relative:text" from="287.4pt,305.7pt" to="287.1pt,305.9pt" strokeweight=".57pt"/>
              </w:pict>
            </w:r>
            <w:r>
              <w:rPr>
                <w:noProof/>
              </w:rPr>
              <w:pict>
                <v:line id="_x0000_s1746" style="position:absolute;left:0;text-align:left;flip:x y;z-index:251518976;mso-position-horizontal-relative:text;mso-position-vertical-relative:text" from="287.1pt,305.9pt" to="284pt,308.2pt" strokeweight=".57pt"/>
              </w:pict>
            </w:r>
            <w:r>
              <w:rPr>
                <w:noProof/>
              </w:rPr>
              <w:pict>
                <v:line id="_x0000_s1745" style="position:absolute;left:0;text-align:left;flip:x y;z-index:251520000;mso-position-horizontal-relative:text;mso-position-vertical-relative:text" from="284pt,308.2pt" to="280.4pt,304.15pt" strokeweight=".57pt"/>
              </w:pict>
            </w:r>
            <w:r>
              <w:rPr>
                <w:noProof/>
              </w:rPr>
              <w:pict>
                <v:line id="_x0000_s1744" style="position:absolute;left:0;text-align:left;flip:x y;z-index:251521024;mso-position-horizontal-relative:text;mso-position-vertical-relative:text" from="280.4pt,304.15pt" to="287.65pt,299.45pt" strokeweight=".57pt"/>
              </w:pict>
            </w:r>
            <w:r>
              <w:rPr>
                <w:noProof/>
              </w:rPr>
              <w:pict>
                <v:line id="_x0000_s1743" style="position:absolute;left:0;text-align:left;flip:x y;z-index:251522048;mso-position-horizontal-relative:text;mso-position-vertical-relative:text" from="251.3pt,304.35pt" to="259.1pt,306.3pt" strokeweight=".57pt"/>
              </w:pict>
            </w:r>
            <w:r>
              <w:rPr>
                <w:noProof/>
              </w:rPr>
              <w:pict>
                <v:line id="_x0000_s1742" style="position:absolute;left:0;text-align:left;flip:x y;z-index:251523072;mso-position-horizontal-relative:text;mso-position-vertical-relative:text" from="259.1pt,306.3pt" to="277.05pt,311.05pt" strokeweight=".57pt"/>
              </w:pict>
            </w:r>
            <w:r>
              <w:rPr>
                <w:noProof/>
              </w:rPr>
              <w:pict>
                <v:line id="_x0000_s1741" style="position:absolute;left:0;text-align:left;flip:x y;z-index:251524096;mso-position-horizontal-relative:text;mso-position-vertical-relative:text" from="277.05pt,311.05pt" to="289pt,313.85pt" strokeweight=".57pt"/>
              </w:pict>
            </w:r>
            <w:r>
              <w:rPr>
                <w:noProof/>
              </w:rPr>
              <w:pict>
                <v:line id="_x0000_s1740" style="position:absolute;left:0;text-align:left;flip:x y;z-index:251525120;mso-position-horizontal-relative:text;mso-position-vertical-relative:text" from="289pt,313.85pt" to="290.6pt,313.25pt" strokeweight=".57pt"/>
              </w:pict>
            </w:r>
            <w:r>
              <w:rPr>
                <w:noProof/>
              </w:rPr>
              <w:pict>
                <v:line id="_x0000_s1739" style="position:absolute;left:0;text-align:left;flip:x y;z-index:251526144;mso-position-horizontal-relative:text;mso-position-vertical-relative:text" from="290.6pt,313.25pt" to="291.75pt,310.15pt" strokeweight=".57pt"/>
              </w:pict>
            </w:r>
            <w:r>
              <w:rPr>
                <w:noProof/>
              </w:rPr>
              <w:pict>
                <v:line id="_x0000_s1738" style="position:absolute;left:0;text-align:left;flip:x y;z-index:251527168;mso-position-horizontal-relative:text;mso-position-vertical-relative:text" from="291.75pt,310.15pt" to="292.95pt,307.45pt" strokeweight=".57pt"/>
              </w:pict>
            </w:r>
            <w:r>
              <w:rPr>
                <w:noProof/>
              </w:rPr>
              <w:pict>
                <v:line id="_x0000_s1737" style="position:absolute;left:0;text-align:left;flip:x y;z-index:251528192;mso-position-horizontal-relative:text;mso-position-vertical-relative:text" from="292.95pt,307.45pt" to="293.7pt,308.8pt" strokeweight=".57pt"/>
              </w:pict>
            </w:r>
            <w:r>
              <w:rPr>
                <w:noProof/>
              </w:rPr>
              <w:pict>
                <v:line id="_x0000_s1736" style="position:absolute;left:0;text-align:left;flip:x y;z-index:251529216;mso-position-horizontal-relative:text;mso-position-vertical-relative:text" from="293.7pt,308.8pt" to="292.35pt,311.7pt" strokeweight=".57pt"/>
              </w:pict>
            </w:r>
            <w:r>
              <w:rPr>
                <w:noProof/>
              </w:rPr>
              <w:pict>
                <v:line id="_x0000_s1735" style="position:absolute;left:0;text-align:left;flip:x y;z-index:251530240;mso-position-horizontal-relative:text;mso-position-vertical-relative:text" from="292.35pt,311.7pt" to="291.85pt,313.95pt" strokeweight=".57pt"/>
              </w:pict>
            </w:r>
            <w:r>
              <w:rPr>
                <w:noProof/>
              </w:rPr>
              <w:pict>
                <v:line id="_x0000_s1734" style="position:absolute;left:0;text-align:left;flip:x y;z-index:251531264;mso-position-horizontal-relative:text;mso-position-vertical-relative:text" from="291.85pt,313.95pt" to="292.05pt,316.8pt" strokeweight=".57pt"/>
              </w:pict>
            </w:r>
            <w:r>
              <w:rPr>
                <w:noProof/>
              </w:rPr>
              <w:pict>
                <v:line id="_x0000_s1733" style="position:absolute;left:0;text-align:left;flip:x y;z-index:251532288;mso-position-horizontal-relative:text;mso-position-vertical-relative:text" from="292.05pt,316.8pt" to="292.95pt,319.35pt" strokeweight=".57pt"/>
              </w:pict>
            </w:r>
            <w:r>
              <w:rPr>
                <w:noProof/>
              </w:rPr>
              <w:pict>
                <v:line id="_x0000_s1732" style="position:absolute;left:0;text-align:left;flip:x y;z-index:251533312;mso-position-horizontal-relative:text;mso-position-vertical-relative:text" from="292.95pt,319.35pt" to="297.2pt,329.4pt" strokeweight=".57pt"/>
              </w:pict>
            </w:r>
            <w:r>
              <w:rPr>
                <w:noProof/>
              </w:rPr>
              <w:pict>
                <v:line id="_x0000_s1731" style="position:absolute;left:0;text-align:left;flip:x y;z-index:251534336;mso-position-horizontal-relative:text;mso-position-vertical-relative:text" from="297.2pt,329.4pt" to="297.55pt,330.35pt" strokeweight=".57pt"/>
              </w:pict>
            </w:r>
            <w:r>
              <w:rPr>
                <w:noProof/>
              </w:rPr>
              <w:pict>
                <v:line id="_x0000_s1730" style="position:absolute;left:0;text-align:left;flip:x y;z-index:251535360;mso-position-horizontal-relative:text;mso-position-vertical-relative:text" from="297.55pt,330.35pt" to="304.25pt,336.15pt" strokeweight=".57pt"/>
              </w:pict>
            </w:r>
            <w:r>
              <w:rPr>
                <w:noProof/>
              </w:rPr>
              <w:pict>
                <v:line id="_x0000_s1729" style="position:absolute;left:0;text-align:left;flip:x y;z-index:251536384;mso-position-horizontal-relative:text;mso-position-vertical-relative:text" from="304.25pt,336.15pt" to="309.5pt,334.15pt" strokeweight=".57pt"/>
              </w:pict>
            </w:r>
            <w:r>
              <w:rPr>
                <w:noProof/>
              </w:rPr>
              <w:pict>
                <v:line id="_x0000_s1728" style="position:absolute;left:0;text-align:left;flip:x y;z-index:251537408;mso-position-horizontal-relative:text;mso-position-vertical-relative:text" from="309.5pt,334.15pt" to="317.05pt,327.8pt" strokeweight=".57pt"/>
              </w:pict>
            </w:r>
            <w:r>
              <w:rPr>
                <w:noProof/>
              </w:rPr>
              <w:pict>
                <v:line id="_x0000_s1727" style="position:absolute;left:0;text-align:left;flip:x y;z-index:251538432;mso-position-horizontal-relative:text;mso-position-vertical-relative:text" from="317.05pt,327.8pt" to="317.6pt,325.95pt" strokeweight=".57pt"/>
              </w:pict>
            </w:r>
            <w:r>
              <w:rPr>
                <w:noProof/>
              </w:rPr>
              <w:pict>
                <v:line id="_x0000_s1726" style="position:absolute;left:0;text-align:left;flip:x y;z-index:251539456;mso-position-horizontal-relative:text;mso-position-vertical-relative:text" from="317.6pt,325.95pt" to="315.4pt,319.2pt" strokeweight=".57pt"/>
              </w:pict>
            </w:r>
            <w:r>
              <w:rPr>
                <w:noProof/>
              </w:rPr>
              <w:pict>
                <v:line id="_x0000_s1725" style="position:absolute;left:0;text-align:left;flip:x y;z-index:251540480;mso-position-horizontal-relative:text;mso-position-vertical-relative:text" from="315.4pt,319.2pt" to="315.9pt,318.9pt" strokeweight=".57pt"/>
              </w:pict>
            </w:r>
            <w:r>
              <w:rPr>
                <w:noProof/>
              </w:rPr>
              <w:pict>
                <v:line id="_x0000_s1724" style="position:absolute;left:0;text-align:left;flip:x y;z-index:251541504;mso-position-horizontal-relative:text;mso-position-vertical-relative:text" from="315.9pt,318.9pt" to="318.4pt,325.85pt" strokeweight=".57pt"/>
              </w:pict>
            </w:r>
            <w:r>
              <w:rPr>
                <w:noProof/>
              </w:rPr>
              <w:pict>
                <v:line id="_x0000_s1723" style="position:absolute;left:0;text-align:left;flip:x y;z-index:251542528;mso-position-horizontal-relative:text;mso-position-vertical-relative:text" from="318.4pt,325.85pt" to="318pt,328.25pt" strokeweight=".57pt"/>
              </w:pict>
            </w:r>
            <w:r>
              <w:rPr>
                <w:noProof/>
              </w:rPr>
              <w:pict>
                <v:line id="_x0000_s1722" style="position:absolute;left:0;text-align:left;flip:x y;z-index:251543552;mso-position-horizontal-relative:text;mso-position-vertical-relative:text" from="318pt,328.25pt" to="309.5pt,335.35pt" strokeweight=".57pt"/>
              </w:pict>
            </w:r>
            <w:r>
              <w:rPr>
                <w:noProof/>
              </w:rPr>
              <w:pict>
                <v:line id="_x0000_s1721" style="position:absolute;left:0;text-align:left;flip:x y;z-index:251544576;mso-position-horizontal-relative:text;mso-position-vertical-relative:text" from="309.5pt,335.35pt" to="295.75pt,341.05pt" strokeweight=".57pt"/>
              </w:pict>
            </w:r>
            <w:r>
              <w:rPr>
                <w:noProof/>
              </w:rPr>
              <w:pict>
                <v:line id="_x0000_s1720" style="position:absolute;left:0;text-align:left;flip:x y;z-index:251545600;mso-position-horizontal-relative:text;mso-position-vertical-relative:text" from="295.75pt,341.05pt" to="288.75pt,342.35pt" strokeweight=".57pt"/>
              </w:pict>
            </w:r>
            <w:r>
              <w:rPr>
                <w:noProof/>
              </w:rPr>
              <w:pict>
                <v:line id="_x0000_s1719" style="position:absolute;left:0;text-align:left;flip:x y;z-index:251546624;mso-position-horizontal-relative:text;mso-position-vertical-relative:text" from="288.75pt,342.35pt" to="283.3pt,344.4pt" strokeweight=".57pt"/>
              </w:pict>
            </w:r>
            <w:r>
              <w:rPr>
                <w:noProof/>
              </w:rPr>
              <w:pict>
                <v:line id="_x0000_s1718" style="position:absolute;left:0;text-align:left;flip:x y;z-index:251547648;mso-position-horizontal-relative:text;mso-position-vertical-relative:text" from="283.3pt,344.4pt" to="278.6pt,350.05pt" strokeweight=".57pt"/>
              </w:pict>
            </w:r>
            <w:r>
              <w:rPr>
                <w:noProof/>
              </w:rPr>
              <w:pict>
                <v:line id="_x0000_s1717" style="position:absolute;left:0;text-align:left;flip:x y;z-index:251548672;mso-position-horizontal-relative:text;mso-position-vertical-relative:text" from="278.6pt,350.05pt" to="276.35pt,360.6pt" strokeweight=".57pt"/>
              </w:pict>
            </w:r>
            <w:r>
              <w:rPr>
                <w:noProof/>
              </w:rPr>
              <w:pict>
                <v:line id="_x0000_s1716" style="position:absolute;left:0;text-align:left;flip:x y;z-index:251549696;mso-position-horizontal-relative:text;mso-position-vertical-relative:text" from="276.35pt,360.6pt" to="275.2pt,360.35pt" strokeweight=".57pt"/>
              </w:pict>
            </w:r>
            <w:r>
              <w:rPr>
                <w:noProof/>
              </w:rPr>
              <w:pict>
                <v:line id="_x0000_s1715" style="position:absolute;left:0;text-align:left;flip:x y;z-index:251550720;mso-position-horizontal-relative:text;mso-position-vertical-relative:text" from="275.2pt,360.35pt" to="276.05pt,355.4pt" strokeweight=".57pt"/>
              </w:pict>
            </w:r>
            <w:r>
              <w:rPr>
                <w:noProof/>
              </w:rPr>
              <w:pict>
                <v:line id="_x0000_s1714" style="position:absolute;left:0;text-align:left;flip:x y;z-index:251551744;mso-position-horizontal-relative:text;mso-position-vertical-relative:text" from="276.05pt,355.4pt" to="277.3pt,349.6pt" strokeweight=".57pt"/>
              </w:pict>
            </w:r>
            <w:r>
              <w:rPr>
                <w:noProof/>
              </w:rPr>
              <w:pict>
                <v:line id="_x0000_s1713" style="position:absolute;left:0;text-align:left;flip:x y;z-index:251552768;mso-position-horizontal-relative:text;mso-position-vertical-relative:text" from="277.3pt,349.6pt" to="281.95pt,344.05pt" strokeweight=".57pt"/>
              </w:pict>
            </w:r>
            <w:r>
              <w:rPr>
                <w:noProof/>
              </w:rPr>
              <w:pict>
                <v:line id="_x0000_s1712" style="position:absolute;left:0;text-align:left;flip:x y;z-index:251553792;mso-position-horizontal-relative:text;mso-position-vertical-relative:text" from="281.95pt,344.05pt" to="283.1pt,343.6pt" strokeweight=".57pt"/>
              </w:pict>
            </w:r>
            <w:r>
              <w:rPr>
                <w:noProof/>
              </w:rPr>
              <w:pict>
                <v:line id="_x0000_s1711" style="position:absolute;left:0;text-align:left;flip:x y;z-index:251554816;mso-position-horizontal-relative:text;mso-position-vertical-relative:text" from="283.1pt,343.6pt" to="286.2pt,341.95pt" strokeweight=".57pt"/>
              </w:pict>
            </w:r>
            <w:r>
              <w:rPr>
                <w:noProof/>
              </w:rPr>
              <w:pict>
                <v:line id="_x0000_s1710" style="position:absolute;left:0;text-align:left;flip:x y;z-index:251555840;mso-position-horizontal-relative:text;mso-position-vertical-relative:text" from="286.2pt,341.95pt" to="296.05pt,339.65pt" strokeweight=".57pt"/>
              </w:pict>
            </w:r>
            <w:r>
              <w:rPr>
                <w:noProof/>
              </w:rPr>
              <w:pict>
                <v:line id="_x0000_s1709" style="position:absolute;left:0;text-align:left;flip:x y;z-index:251556864;mso-position-horizontal-relative:text;mso-position-vertical-relative:text" from="296.05pt,339.65pt" to="302.9pt,336.8pt" strokeweight=".57pt"/>
              </w:pict>
            </w:r>
            <w:r>
              <w:rPr>
                <w:noProof/>
              </w:rPr>
              <w:pict>
                <v:line id="_x0000_s1708" style="position:absolute;left:0;text-align:left;flip:x y;z-index:251557888;mso-position-horizontal-relative:text;mso-position-vertical-relative:text" from="302.9pt,336.8pt" to="301.9pt,335.15pt" strokeweight=".57pt"/>
              </w:pict>
            </w:r>
            <w:r>
              <w:rPr>
                <w:noProof/>
              </w:rPr>
              <w:pict>
                <v:line id="_x0000_s1707" style="position:absolute;left:0;text-align:left;flip:x y;z-index:251558912;mso-position-horizontal-relative:text;mso-position-vertical-relative:text" from="301.9pt,335.15pt" to="297.95pt,332.35pt" strokeweight=".57pt"/>
              </w:pict>
            </w:r>
            <w:r>
              <w:rPr>
                <w:noProof/>
              </w:rPr>
              <w:pict>
                <v:line id="_x0000_s1706" style="position:absolute;left:0;text-align:left;flip:x y;z-index:251559936;mso-position-horizontal-relative:text;mso-position-vertical-relative:text" from="297.95pt,332.35pt" to="295.95pt,330.05pt" strokeweight=".57pt"/>
              </w:pict>
            </w:r>
            <w:r>
              <w:rPr>
                <w:noProof/>
              </w:rPr>
              <w:pict>
                <v:line id="_x0000_s1705" style="position:absolute;left:0;text-align:left;flip:x y;z-index:251560960;mso-position-horizontal-relative:text;mso-position-vertical-relative:text" from="295.95pt,330.05pt" to="292pt,319.8pt" strokeweight=".57pt"/>
              </w:pict>
            </w:r>
            <w:r>
              <w:rPr>
                <w:noProof/>
              </w:rPr>
              <w:pict>
                <v:line id="_x0000_s1704" style="position:absolute;left:0;text-align:left;flip:x y;z-index:251561984;mso-position-horizontal-relative:text;mso-position-vertical-relative:text" from="292pt,319.8pt" to="290.8pt,314.9pt" strokeweight=".57pt"/>
              </w:pict>
            </w:r>
            <w:r>
              <w:rPr>
                <w:noProof/>
              </w:rPr>
              <w:pict>
                <v:line id="_x0000_s1703" style="position:absolute;left:0;text-align:left;flip:x y;z-index:251563008;mso-position-horizontal-relative:text;mso-position-vertical-relative:text" from="290.8pt,314.9pt" to="289.4pt,314.9pt" strokeweight=".57pt"/>
              </w:pict>
            </w:r>
            <w:r>
              <w:rPr>
                <w:noProof/>
              </w:rPr>
              <w:pict>
                <v:line id="_x0000_s1702" style="position:absolute;left:0;text-align:left;flip:x y;z-index:251564032;mso-position-horizontal-relative:text;mso-position-vertical-relative:text" from="289.4pt,314.9pt" to="277.25pt,311.9pt" strokeweight=".57pt"/>
              </w:pict>
            </w:r>
            <w:r>
              <w:rPr>
                <w:noProof/>
              </w:rPr>
              <w:pict>
                <v:line id="_x0000_s1701" style="position:absolute;left:0;text-align:left;flip:x y;z-index:251565056;mso-position-horizontal-relative:text;mso-position-vertical-relative:text" from="277.25pt,311.9pt" to="257.95pt,307pt" strokeweight=".57pt"/>
              </w:pict>
            </w:r>
            <w:r>
              <w:rPr>
                <w:noProof/>
              </w:rPr>
              <w:pict>
                <v:line id="_x0000_s1700" style="position:absolute;left:0;text-align:left;flip:x y;z-index:251566080;mso-position-horizontal-relative:text;mso-position-vertical-relative:text" from="257.95pt,307pt" to="248.55pt,304.85pt" strokeweight=".57pt"/>
              </w:pict>
            </w:r>
            <w:r>
              <w:rPr>
                <w:noProof/>
              </w:rPr>
              <w:pict>
                <v:line id="_x0000_s1699" style="position:absolute;left:0;text-align:left;flip:x y;z-index:251567104;mso-position-horizontal-relative:text;mso-position-vertical-relative:text" from="248.55pt,304.85pt" to="249.55pt,303.55pt" strokeweight=".57pt"/>
              </w:pict>
            </w:r>
            <w:r>
              <w:rPr>
                <w:noProof/>
              </w:rPr>
              <w:pict>
                <v:line id="_x0000_s1698" style="position:absolute;left:0;text-align:left;flip:x y;z-index:251568128;mso-position-horizontal-relative:text;mso-position-vertical-relative:text" from="249.55pt,303.55pt" to="251.3pt,304.35pt" strokeweight=".57pt"/>
              </w:pict>
            </w:r>
            <w:r>
              <w:rPr>
                <w:noProof/>
              </w:rPr>
              <w:pict>
                <v:line id="_x0000_s1697" style="position:absolute;left:0;text-align:left;flip:x y;z-index:251569152;mso-position-horizontal-relative:text;mso-position-vertical-relative:text" from="178.9pt,366.15pt" to="179.55pt,366.4pt" strokeweight=".57pt"/>
              </w:pict>
            </w:r>
            <w:r>
              <w:rPr>
                <w:noProof/>
              </w:rPr>
              <w:pict>
                <v:line id="_x0000_s1696" style="position:absolute;left:0;text-align:left;flip:x y;z-index:251570176;mso-position-horizontal-relative:text;mso-position-vertical-relative:text" from="179.55pt,366.4pt" to="180.35pt,367.4pt" strokeweight=".57pt"/>
              </w:pict>
            </w:r>
            <w:r>
              <w:rPr>
                <w:noProof/>
              </w:rPr>
              <w:pict>
                <v:line id="_x0000_s1695" style="position:absolute;left:0;text-align:left;flip:x y;z-index:251571200;mso-position-horizontal-relative:text;mso-position-vertical-relative:text" from="180.35pt,367.4pt" to="180.95pt,368.75pt" strokeweight=".57pt"/>
              </w:pict>
            </w:r>
            <w:r>
              <w:rPr>
                <w:noProof/>
              </w:rPr>
              <w:pict>
                <v:line id="_x0000_s1694" style="position:absolute;left:0;text-align:left;flip:x y;z-index:251572224;mso-position-horizontal-relative:text;mso-position-vertical-relative:text" from="180.95pt,368.75pt" to="178.95pt,369.85pt" strokeweight=".57pt"/>
              </w:pict>
            </w:r>
            <w:r>
              <w:rPr>
                <w:noProof/>
              </w:rPr>
              <w:pict>
                <v:line id="_x0000_s1693" style="position:absolute;left:0;text-align:left;flip:x y;z-index:251573248;mso-position-horizontal-relative:text;mso-position-vertical-relative:text" from="178.95pt,369.85pt" to="177.65pt,368.15pt" strokeweight=".57pt"/>
              </w:pict>
            </w:r>
            <w:r>
              <w:rPr>
                <w:noProof/>
              </w:rPr>
              <w:pict>
                <v:line id="_x0000_s1692" style="position:absolute;left:0;text-align:left;flip:x y;z-index:251574272;mso-position-horizontal-relative:text;mso-position-vertical-relative:text" from="177.65pt,368.15pt" to="177.25pt,367.95pt" strokeweight=".57pt"/>
              </w:pict>
            </w:r>
            <w:r>
              <w:rPr>
                <w:noProof/>
              </w:rPr>
              <w:pict>
                <v:line id="_x0000_s1691" style="position:absolute;left:0;text-align:left;flip:x y;z-index:251575296;mso-position-horizontal-relative:text;mso-position-vertical-relative:text" from="177.25pt,367.95pt" to="175.7pt,368.6pt" strokeweight=".57pt"/>
              </w:pict>
            </w:r>
            <w:r>
              <w:rPr>
                <w:noProof/>
              </w:rPr>
              <w:pict>
                <v:line id="_x0000_s1690" style="position:absolute;left:0;text-align:left;flip:x y;z-index:251576320;mso-position-horizontal-relative:text;mso-position-vertical-relative:text" from="175.7pt,368.6pt" to="175.25pt,366.95pt" strokeweight=".57pt"/>
              </w:pict>
            </w:r>
            <w:r>
              <w:rPr>
                <w:noProof/>
              </w:rPr>
              <w:pict>
                <v:line id="_x0000_s1689" style="position:absolute;left:0;text-align:left;flip:x y;z-index:251577344;mso-position-horizontal-relative:text;mso-position-vertical-relative:text" from="175.25pt,366.95pt" to="177pt,366.3pt" strokeweight=".57pt"/>
              </w:pict>
            </w:r>
            <w:r>
              <w:rPr>
                <w:noProof/>
              </w:rPr>
              <w:pict>
                <v:line id="_x0000_s1688" style="position:absolute;left:0;text-align:left;flip:x y;z-index:251578368;mso-position-horizontal-relative:text;mso-position-vertical-relative:text" from="177pt,366.3pt" to="178.9pt,366.15pt" strokeweight=".57pt"/>
              </w:pict>
            </w:r>
            <w:r>
              <w:rPr>
                <w:noProof/>
              </w:rPr>
              <w:pict>
                <v:line id="_x0000_s1687" style="position:absolute;left:0;text-align:left;flip:x y;z-index:251579392;mso-position-horizontal-relative:text;mso-position-vertical-relative:text" from="173pt,368.2pt" to="173.35pt,369.45pt" strokeweight=".57pt"/>
              </w:pict>
            </w:r>
            <w:r>
              <w:rPr>
                <w:noProof/>
              </w:rPr>
              <w:pict>
                <v:line id="_x0000_s1686" style="position:absolute;left:0;text-align:left;flip:x y;z-index:251580416;mso-position-horizontal-relative:text;mso-position-vertical-relative:text" from="173.35pt,369.45pt" to="174.4pt,375.4pt" strokeweight=".57pt"/>
              </w:pict>
            </w:r>
            <w:r>
              <w:rPr>
                <w:noProof/>
              </w:rPr>
              <w:pict>
                <v:line id="_x0000_s1685" style="position:absolute;left:0;text-align:left;flip:x y;z-index:251581440;mso-position-horizontal-relative:text;mso-position-vertical-relative:text" from="174.4pt,375.4pt" to="173.95pt,376.8pt" strokeweight=".57pt"/>
              </w:pict>
            </w:r>
            <w:r>
              <w:rPr>
                <w:noProof/>
              </w:rPr>
              <w:pict>
                <v:line id="_x0000_s1684" style="position:absolute;left:0;text-align:left;flip:x y;z-index:251582464;mso-position-horizontal-relative:text;mso-position-vertical-relative:text" from="173.95pt,376.8pt" to="175.35pt,379.95pt" strokeweight=".57pt"/>
              </w:pict>
            </w:r>
            <w:r>
              <w:rPr>
                <w:noProof/>
              </w:rPr>
              <w:pict>
                <v:line id="_x0000_s1683" style="position:absolute;left:0;text-align:left;flip:x y;z-index:251583488;mso-position-horizontal-relative:text;mso-position-vertical-relative:text" from="175.35pt,379.95pt" to="174.15pt,380.65pt" strokeweight=".57pt"/>
              </w:pict>
            </w:r>
            <w:r>
              <w:rPr>
                <w:noProof/>
              </w:rPr>
              <w:pict>
                <v:line id="_x0000_s1682" style="position:absolute;left:0;text-align:left;flip:x y;z-index:251584512;mso-position-horizontal-relative:text;mso-position-vertical-relative:text" from="174.15pt,380.65pt" to="170.2pt,381.25pt" strokeweight=".57pt"/>
              </w:pict>
            </w:r>
            <w:r>
              <w:rPr>
                <w:noProof/>
              </w:rPr>
              <w:pict>
                <v:line id="_x0000_s1681" style="position:absolute;left:0;text-align:left;flip:x y;z-index:251585536;mso-position-horizontal-relative:text;mso-position-vertical-relative:text" from="170.2pt,381.25pt" to="169.3pt,373.15pt" strokeweight=".57pt"/>
              </w:pict>
            </w:r>
            <w:r>
              <w:rPr>
                <w:noProof/>
              </w:rPr>
              <w:pict>
                <v:line id="_x0000_s1680" style="position:absolute;left:0;text-align:left;flip:x y;z-index:251586560;mso-position-horizontal-relative:text;mso-position-vertical-relative:text" from="169.3pt,373.15pt" to="168.8pt,369.15pt" strokeweight=".57pt"/>
              </w:pict>
            </w:r>
            <w:r>
              <w:rPr>
                <w:noProof/>
              </w:rPr>
              <w:pict>
                <v:line id="_x0000_s1679" style="position:absolute;left:0;text-align:left;flip:x y;z-index:251587584;mso-position-horizontal-relative:text;mso-position-vertical-relative:text" from="168.8pt,369.15pt" to="173pt,368.2pt" strokeweight=".57pt"/>
              </w:pict>
            </w:r>
            <w:r>
              <w:rPr>
                <w:noProof/>
              </w:rPr>
              <w:pict>
                <v:line id="_x0000_s1678" style="position:absolute;left:0;text-align:left;flip:x y;z-index:251588608;mso-position-horizontal-relative:text;mso-position-vertical-relative:text" from="184.9pt,399.55pt" to="188.4pt,393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77" style="position:absolute;left:0;text-align:left;flip:x y;z-index:251589632;mso-position-horizontal-relative:text;mso-position-vertical-relative:text" from="188.4pt,393.45pt" to="183.9pt,387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76" style="position:absolute;left:0;text-align:left;flip:x y;z-index:251590656;mso-position-horizontal-relative:text;mso-position-vertical-relative:text" from="183.9pt,387.55pt" to="176.65pt,382.7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75" style="position:absolute;left:0;text-align:left;flip:x y;z-index:251591680;mso-position-horizontal-relative:text;mso-position-vertical-relative:text" from="176.65pt,382.7pt" to="149.2pt,387.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74" style="position:absolute;left:0;text-align:left;flip:x y;z-index:251592704;mso-position-horizontal-relative:text;mso-position-vertical-relative:text" from="149.2pt,387.5pt" to="148.8pt,377.2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73" style="position:absolute;left:0;text-align:left;flip:x y;z-index:251593728;mso-position-horizontal-relative:text;mso-position-vertical-relative:text" from="148.8pt,377.2pt" to="153.6pt,376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72" style="position:absolute;left:0;text-align:left;flip:x y;z-index:251594752;mso-position-horizontal-relative:text;mso-position-vertical-relative:text" from="153.6pt,376.55pt" to="154.5pt,372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71" style="position:absolute;left:0;text-align:left;flip:x y;z-index:251595776;mso-position-horizontal-relative:text;mso-position-vertical-relative:text" from="154.5pt,372.6pt" to="162.3pt,370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70" style="position:absolute;left:0;text-align:left;flip:x y;z-index:251596800;mso-position-horizontal-relative:text;mso-position-vertical-relative:text" from="162.3pt,370.55pt" to="163.25pt,373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9" style="position:absolute;left:0;text-align:left;flip:x y;z-index:251597824;mso-position-horizontal-relative:text;mso-position-vertical-relative:text" from="163.25pt,373.25pt" to="169.25pt,372.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8" style="position:absolute;left:0;text-align:left;flip:x y;z-index:251598848;mso-position-horizontal-relative:text;mso-position-vertical-relative:text" from="169.25pt,372.5pt" to="170.75pt,369.7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7" style="position:absolute;left:0;text-align:left;flip:x y;z-index:251599872;mso-position-horizontal-relative:text;mso-position-vertical-relative:text" from="170.75pt,369.7pt" to="172.8pt,371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6" style="position:absolute;left:0;text-align:left;flip:x y;z-index:251600896;mso-position-horizontal-relative:text;mso-position-vertical-relative:text" from="172.8pt,371.45pt" to="182pt,369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5" style="position:absolute;left:0;text-align:left;flip:x y;z-index:251601920;mso-position-horizontal-relative:text;mso-position-vertical-relative:text" from="182pt,369.4pt" to="184.6pt,366.0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4" style="position:absolute;left:0;text-align:left;flip:x y;z-index:251602944;mso-position-horizontal-relative:text;mso-position-vertical-relative:text" from="184.6pt,366.05pt" to="192.6pt,362.7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3" style="position:absolute;left:0;text-align:left;flip:x y;z-index:251603968;mso-position-horizontal-relative:text;mso-position-vertical-relative:text" from="192.6pt,362.75pt" to="194.85pt,36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2" style="position:absolute;left:0;text-align:left;flip:x y;z-index:251604992;mso-position-horizontal-relative:text;mso-position-vertical-relative:text" from="194.85pt,365pt" to="194.45pt,360.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1" style="position:absolute;left:0;text-align:left;flip:x y;z-index:251606016;mso-position-horizontal-relative:text;mso-position-vertical-relative:text" from="194.45pt,360.8pt" to="203.1pt,355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60" style="position:absolute;left:0;text-align:left;flip:x y;z-index:251607040;mso-position-horizontal-relative:text;mso-position-vertical-relative:text" from="203.1pt,355.25pt" to="200.55pt,351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9" style="position:absolute;left:0;text-align:left;flip:x y;z-index:251608064;mso-position-horizontal-relative:text;mso-position-vertical-relative:text" from="200.55pt,351.85pt" to="203.9pt,349.7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8" style="position:absolute;left:0;text-align:left;flip:x y;z-index:251609088;mso-position-horizontal-relative:text;mso-position-vertical-relative:text" from="203.9pt,349.7pt" to="206.1pt,352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7" style="position:absolute;left:0;text-align:left;flip:x y;z-index:251610112;mso-position-horizontal-relative:text;mso-position-vertical-relative:text" from="206.1pt,352.25pt" to="218.55pt,345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6" style="position:absolute;left:0;text-align:left;flip:x y;z-index:251611136;mso-position-horizontal-relative:text;mso-position-vertical-relative:text" from="218.55pt,345.6pt" to="218.25pt,341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5" style="position:absolute;left:0;text-align:left;flip:x y;z-index:251612160;mso-position-horizontal-relative:text;mso-position-vertical-relative:text" from="218.25pt,341.85pt" to="228.75pt,336.3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4" style="position:absolute;left:0;text-align:left;flip:x y;z-index:251613184;mso-position-horizontal-relative:text;mso-position-vertical-relative:text" from="228.75pt,336.3pt" to="228.6pt,327.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3" style="position:absolute;left:0;text-align:left;flip:x y;z-index:251614208;mso-position-horizontal-relative:text;mso-position-vertical-relative:text" from="228.6pt,327.5pt" to="232.25pt,335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2" style="position:absolute;left:0;text-align:left;flip:x y;z-index:251615232;mso-position-horizontal-relative:text;mso-position-vertical-relative:text" from="232.25pt,335.85pt" to="236.75pt,335.1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1" style="position:absolute;left:0;text-align:left;flip:x y;z-index:251616256;mso-position-horizontal-relative:text;mso-position-vertical-relative:text" from="236.75pt,335.1pt" to="238.5pt,337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50" style="position:absolute;left:0;text-align:left;flip:x y;z-index:251617280;mso-position-horizontal-relative:text;mso-position-vertical-relative:text" from="238.5pt,337.45pt" to="246.75pt,319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9" style="position:absolute;left:0;text-align:left;flip:x y;z-index:251618304;mso-position-horizontal-relative:text;mso-position-vertical-relative:text" from="246.75pt,319.35pt" to="246.5pt,311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8" style="position:absolute;left:0;text-align:left;flip:x y;z-index:251619328;mso-position-horizontal-relative:text;mso-position-vertical-relative:text" from="246.5pt,311pt" to="242.65pt,306.0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7" style="position:absolute;left:0;text-align:left;flip:x y;z-index:251620352;mso-position-horizontal-relative:text;mso-position-vertical-relative:text" from="242.65pt,306.05pt" to="238.8pt,302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6" style="position:absolute;left:0;text-align:left;flip:x y;z-index:251621376;mso-position-horizontal-relative:text;mso-position-vertical-relative:text" from="238.8pt,302.55pt" to="226.6pt,318.0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5" style="position:absolute;left:0;text-align:left;flip:x y;z-index:251622400;mso-position-horizontal-relative:text;mso-position-vertical-relative:text" from="226.6pt,318.05pt" to="229.1pt,320.0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4" style="position:absolute;left:0;text-align:left;flip:x y;z-index:251623424;mso-position-horizontal-relative:text;mso-position-vertical-relative:text" from="229.1pt,320.05pt" to="226.7pt,322.2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3" style="position:absolute;left:0;text-align:left;flip:x y;z-index:251624448;mso-position-horizontal-relative:text;mso-position-vertical-relative:text" from="226.7pt,322.2pt" to="223.75pt,322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2" style="position:absolute;left:0;text-align:left;flip:x y;z-index:251625472;mso-position-horizontal-relative:text;mso-position-vertical-relative:text" from="223.75pt,322.85pt" to="214.45pt,319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1" style="position:absolute;left:0;text-align:left;flip:x y;z-index:251626496;mso-position-horizontal-relative:text;mso-position-vertical-relative:text" from="214.45pt,319.25pt" to="213.85pt,318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40" style="position:absolute;left:0;text-align:left;flip:x y;z-index:251627520;mso-position-horizontal-relative:text;mso-position-vertical-relative:text" from="213.85pt,318.45pt" to="214.95pt,316.7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9" style="position:absolute;left:0;text-align:left;flip:x y;z-index:251628544;mso-position-horizontal-relative:text;mso-position-vertical-relative:text" from="214.95pt,316.75pt" to="217.85pt,314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8" style="position:absolute;left:0;text-align:left;flip:x y;z-index:251629568;mso-position-horizontal-relative:text;mso-position-vertical-relative:text" from="217.85pt,314.35pt" to="219.5pt,311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7" style="position:absolute;left:0;text-align:left;flip:x y;z-index:251630592;mso-position-horizontal-relative:text;mso-position-vertical-relative:text" from="219.5pt,311.6pt" to="222.85pt,314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6" style="position:absolute;left:0;text-align:left;flip:x y;z-index:251631616;mso-position-horizontal-relative:text;mso-position-vertical-relative:text" from="222.85pt,314.6pt" to="226.5pt,310.7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5" style="position:absolute;left:0;text-align:left;flip:x y;z-index:251632640;mso-position-horizontal-relative:text;mso-position-vertical-relative:text" from="226.5pt,310.75pt" to="229.55pt,313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4" style="position:absolute;left:0;text-align:left;flip:x y;z-index:251633664;mso-position-horizontal-relative:text;mso-position-vertical-relative:text" from="229.55pt,313.45pt" to="238.4pt,302.2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3" style="position:absolute;left:0;text-align:left;flip:x y;z-index:251634688;mso-position-horizontal-relative:text;mso-position-vertical-relative:text" from="238.4pt,302.2pt" to="230.45pt,294.9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2" style="position:absolute;left:0;text-align:left;flip:x y;z-index:251635712;mso-position-horizontal-relative:text;mso-position-vertical-relative:text" from="230.45pt,294.95pt" to="227pt,298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1" style="position:absolute;left:0;text-align:left;flip:x y;z-index:251636736;mso-position-horizontal-relative:text;mso-position-vertical-relative:text" from="227pt,298.6pt" to="218.05pt,292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30" style="position:absolute;left:0;text-align:left;flip:x y;z-index:251637760;mso-position-horizontal-relative:text;mso-position-vertical-relative:text" from="218.05pt,292.4pt" to="217.1pt,295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9" style="position:absolute;left:0;text-align:left;flip:x y;z-index:251638784;mso-position-horizontal-relative:text;mso-position-vertical-relative:text" from="217.1pt,295.35pt" to="210.55pt,289.7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8" style="position:absolute;left:0;text-align:left;flip:x y;z-index:251639808;mso-position-horizontal-relative:text;mso-position-vertical-relative:text" from="210.55pt,289.7pt" to="218.5pt,277.0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7" style="position:absolute;left:0;text-align:left;flip:x y;z-index:251640832;mso-position-horizontal-relative:text;mso-position-vertical-relative:text" from="218.5pt,277.05pt" to="228.6pt,278.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6" style="position:absolute;left:0;text-align:left;flip:x y;z-index:251641856;mso-position-horizontal-relative:text;mso-position-vertical-relative:text" from="228.6pt,278.8pt" to="235.1pt,259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5" style="position:absolute;left:0;text-align:left;flip:x y;z-index:251642880;mso-position-horizontal-relative:text;mso-position-vertical-relative:text" from="235.1pt,259.45pt" to="241.35pt,258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4" style="position:absolute;left:0;text-align:left;flip:x y;z-index:251643904;mso-position-horizontal-relative:text;mso-position-vertical-relative:text" from="241.35pt,258.85pt" to="248.25pt,254.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3" style="position:absolute;left:0;text-align:left;flip:x y;z-index:251644928;mso-position-horizontal-relative:text;mso-position-vertical-relative:text" from="248.25pt,254.5pt" to="255.4pt,261.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2" style="position:absolute;left:0;text-align:left;flip:x y;z-index:251645952;mso-position-horizontal-relative:text;mso-position-vertical-relative:text" from="255.4pt,261.5pt" to="266.25pt,262.1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1" style="position:absolute;left:0;text-align:left;flip:x y;z-index:251646976;mso-position-horizontal-relative:text;mso-position-vertical-relative:text" from="266.25pt,262.1pt" to="280.15pt,250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20" style="position:absolute;left:0;text-align:left;flip:x y;z-index:251648000;mso-position-horizontal-relative:text;mso-position-vertical-relative:text" from="280.15pt,250.25pt" to="264.7pt,215.9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9" style="position:absolute;left:0;text-align:left;flip:x y;z-index:251649024;mso-position-horizontal-relative:text;mso-position-vertical-relative:text" from="264.7pt,215.9pt" to="255.6pt,213.6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8" style="position:absolute;left:0;text-align:left;flip:x y;z-index:251650048;mso-position-horizontal-relative:text;mso-position-vertical-relative:text" from="255.6pt,213.65pt" to="240.45pt,207.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7" style="position:absolute;left:0;text-align:left;flip:x y;z-index:251651072;mso-position-horizontal-relative:text;mso-position-vertical-relative:text" from="240.45pt,207.5pt" to="221.2pt,213.1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6" style="position:absolute;left:0;text-align:left;flip:x y;z-index:251652096;mso-position-horizontal-relative:text;mso-position-vertical-relative:text" from="221.2pt,213.15pt" to="201.85pt,207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5" style="position:absolute;left:0;text-align:left;flip:x y;z-index:251653120;mso-position-horizontal-relative:text;mso-position-vertical-relative:text" from="201.85pt,207.6pt" to="159.45pt,225.7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4" style="position:absolute;left:0;text-align:left;flip:x y;z-index:251654144;mso-position-horizontal-relative:text;mso-position-vertical-relative:text" from="159.45pt,225.75pt" to="165.5pt,233.7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3" style="position:absolute;left:0;text-align:left;flip:x y;z-index:251655168;mso-position-horizontal-relative:text;mso-position-vertical-relative:text" from="165.5pt,233.75pt" to="160.65pt,242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2" style="position:absolute;left:0;text-align:left;flip:x y;z-index:251656192;mso-position-horizontal-relative:text;mso-position-vertical-relative:text" from="160.65pt,242.4pt" to="176.2pt,250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1" style="position:absolute;left:0;text-align:left;flip:x y;z-index:251657216;mso-position-horizontal-relative:text;mso-position-vertical-relative:text" from="176.2pt,250.85pt" to="179.5pt,262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10" style="position:absolute;left:0;text-align:left;flip:x y;z-index:251658240;mso-position-horizontal-relative:text;mso-position-vertical-relative:text" from="179.5pt,262.45pt" to="175.4pt,263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9" style="position:absolute;left:0;text-align:left;flip:x y;z-index:251659264;mso-position-horizontal-relative:text;mso-position-vertical-relative:text" from="175.4pt,263.85pt" to="158.7pt,252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8" style="position:absolute;left:0;text-align:left;flip:x y;z-index:251660288;mso-position-horizontal-relative:text;mso-position-vertical-relative:text" from="158.7pt,252.85pt" to="138.55pt,272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7" style="position:absolute;left:0;text-align:left;flip:x y;z-index:251661312;mso-position-horizontal-relative:text;mso-position-vertical-relative:text" from="138.55pt,272.35pt" to="124.05pt,261.2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6" style="position:absolute;left:0;text-align:left;flip:x y;z-index:251662336;mso-position-horizontal-relative:text;mso-position-vertical-relative:text" from="124.05pt,261.2pt" to="132.1pt,249.1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5" style="position:absolute;left:0;text-align:left;flip:x y;z-index:251663360;mso-position-horizontal-relative:text;mso-position-vertical-relative:text" from="132.1pt,249.1pt" to="143.35pt,235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4" style="position:absolute;left:0;text-align:left;flip:x y;z-index:251664384;mso-position-horizontal-relative:text;mso-position-vertical-relative:text" from="143.35pt,235.35pt" to="128.7pt,226.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3" style="position:absolute;left:0;text-align:left;flip:x y;z-index:251665408;mso-position-horizontal-relative:text;mso-position-vertical-relative:text" from="128.7pt,226.8pt" to="126.15pt,230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2" style="position:absolute;left:0;text-align:left;flip:x y;z-index:251666432;mso-position-horizontal-relative:text;mso-position-vertical-relative:text" from="126.15pt,230pt" to="122.1pt,227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1" style="position:absolute;left:0;text-align:left;flip:x y;z-index:251667456;mso-position-horizontal-relative:text;mso-position-vertical-relative:text" from="122.1pt,227.4pt" to="123.6pt,223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600" style="position:absolute;left:0;text-align:left;flip:x y;z-index:251668480;mso-position-horizontal-relative:text;mso-position-vertical-relative:text" from="123.6pt,223.85pt" to="109.55pt,215.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9" style="position:absolute;left:0;text-align:left;flip:x y;z-index:251669504;mso-position-horizontal-relative:text;mso-position-vertical-relative:text" from="109.55pt,215.5pt" to="68.8pt,189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8" style="position:absolute;left:0;text-align:left;flip:x y;z-index:251670528;mso-position-horizontal-relative:text;mso-position-vertical-relative:text" from="68.8pt,189.4pt" to="66.4pt,202.9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7" style="position:absolute;left:0;text-align:left;flip:x y;z-index:251671552;mso-position-horizontal-relative:text;mso-position-vertical-relative:text" from="466.05pt,220.5pt" to="459.55pt,230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6" style="position:absolute;left:0;text-align:left;flip:x y;z-index:251672576;mso-position-horizontal-relative:text;mso-position-vertical-relative:text" from="459.55pt,230.4pt" to="439.3pt,229.6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5" style="position:absolute;left:0;text-align:left;flip:x y;z-index:251673600;mso-position-horizontal-relative:text;mso-position-vertical-relative:text" from="439.3pt,229.65pt" to="438.85pt,233.3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4" style="position:absolute;left:0;text-align:left;flip:x y;z-index:251674624;mso-position-horizontal-relative:text;mso-position-vertical-relative:text" from="438.85pt,233.3pt" to="424.25pt,224.3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3" style="position:absolute;left:0;text-align:left;flip:x y;z-index:251675648;mso-position-horizontal-relative:text;mso-position-vertical-relative:text" from="424.25pt,224.3pt" to="432.6pt,218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2" style="position:absolute;left:0;text-align:left;flip:x y;z-index:251676672;mso-position-horizontal-relative:text;mso-position-vertical-relative:text" from="432.6pt,218.35pt" to="454.65pt,222.7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1" style="position:absolute;left:0;text-align:left;flip:x y;z-index:251677696;mso-position-horizontal-relative:text;mso-position-vertical-relative:text" from="454.65pt,222.75pt" to="440.9pt,211.6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90" style="position:absolute;left:0;text-align:left;flip:x y;z-index:251678720;mso-position-horizontal-relative:text;mso-position-vertical-relative:text" from="440.9pt,211.65pt" to="441.25pt,206.0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9" style="position:absolute;left:0;text-align:left;flip:x y;z-index:251679744;mso-position-horizontal-relative:text;mso-position-vertical-relative:text" from="441.25pt,206.05pt" to="436.25pt,200.2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8" style="position:absolute;left:0;text-align:left;flip:x y;z-index:251680768;mso-position-horizontal-relative:text;mso-position-vertical-relative:text" from="436.25pt,200.2pt" to="439.15pt,193.1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7" style="position:absolute;left:0;text-align:left;flip:x y;z-index:251681792;mso-position-horizontal-relative:text;mso-position-vertical-relative:text" from="439.15pt,193.1pt" to="6in,182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6" style="position:absolute;left:0;text-align:left;flip:x y;z-index:251682816;mso-position-horizontal-relative:text;mso-position-vertical-relative:text" from="6in,182.55pt" to="419.2pt,187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5" style="position:absolute;left:0;text-align:left;flip:x y;z-index:251683840;mso-position-horizontal-relative:text;mso-position-vertical-relative:text" from="419.2pt,187.55pt" to="414.4pt,187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4" style="position:absolute;left:0;text-align:left;flip:x y;z-index:251684864;mso-position-horizontal-relative:text;mso-position-vertical-relative:text" from="414.4pt,187.25pt" to="414.3pt,192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3" style="position:absolute;left:0;text-align:left;flip:x y;z-index:251685888;mso-position-horizontal-relative:text;mso-position-vertical-relative:text" from="414.3pt,192.4pt" to="411.6pt,191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2" style="position:absolute;left:0;text-align:left;flip:x y;z-index:251686912;mso-position-horizontal-relative:text;mso-position-vertical-relative:text" from="411.6pt,191pt" to="390.4pt,201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1" style="position:absolute;left:0;text-align:left;flip:x y;z-index:251687936;mso-position-horizontal-relative:text;mso-position-vertical-relative:text" from="390.4pt,201.6pt" to="388.25pt,206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80" style="position:absolute;left:0;text-align:left;flip:x y;z-index:251688960;mso-position-horizontal-relative:text;mso-position-vertical-relative:text" from="388.25pt,206.85pt" to="378.4pt,212.7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9" style="position:absolute;left:0;text-align:left;flip:x y;z-index:251689984;mso-position-horizontal-relative:text;mso-position-vertical-relative:text" from="378.4pt,212.75pt" to="373.15pt,21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8" style="position:absolute;left:0;text-align:left;flip:x y;z-index:251691008;mso-position-horizontal-relative:text;mso-position-vertical-relative:text" from="373.15pt,218pt" to="376.6pt,225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7" style="position:absolute;left:0;text-align:left;flip:x y;z-index:251692032;mso-position-horizontal-relative:text;mso-position-vertical-relative:text" from="376.6pt,225.6pt" to="375.85pt,231.9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6" style="position:absolute;left:0;text-align:left;flip:x y;z-index:251693056;mso-position-horizontal-relative:text;mso-position-vertical-relative:text" from="375.85pt,231.95pt" to="372.1pt,237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5" style="position:absolute;left:0;text-align:left;flip:x y;z-index:251694080;mso-position-horizontal-relative:text;mso-position-vertical-relative:text" from="372.1pt,237.6pt" to="366.1pt,235.9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4" style="position:absolute;left:0;text-align:left;flip:x y;z-index:251695104;mso-position-horizontal-relative:text;mso-position-vertical-relative:text" from="366.1pt,235.9pt" to="362.45pt,241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3" style="position:absolute;left:0;text-align:left;flip:x y;z-index:251696128;mso-position-horizontal-relative:text;mso-position-vertical-relative:text" from="362.45pt,241.55pt" to="348.7pt,244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2" style="position:absolute;left:0;text-align:left;flip:x y;z-index:251697152;mso-position-horizontal-relative:text;mso-position-vertical-relative:text" from="348.7pt,244.35pt" to="333.2pt,237.9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1" style="position:absolute;left:0;text-align:left;flip:x y;z-index:251698176;mso-position-horizontal-relative:text;mso-position-vertical-relative:text" from="333.2pt,237.95pt" to="314.2pt,224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70" style="position:absolute;left:0;text-align:left;flip:x y;z-index:251699200;mso-position-horizontal-relative:text;mso-position-vertical-relative:text" from="314.2pt,224.45pt" to="313.25pt,217.7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9" style="position:absolute;left:0;text-align:left;flip:x y;z-index:251700224;mso-position-horizontal-relative:text;mso-position-vertical-relative:text" from="313.25pt,217.7pt" to="300.4pt,206.7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8" style="position:absolute;left:0;text-align:left;flip:x y;z-index:251701248;mso-position-horizontal-relative:text;mso-position-vertical-relative:text" from="300.4pt,206.7pt" to="280.25pt,208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7" style="position:absolute;left:0;text-align:left;flip:x y;z-index:251702272;mso-position-horizontal-relative:text;mso-position-vertical-relative:text" from="280.25pt,208.4pt" to="278.9pt,203.3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6" style="position:absolute;left:0;text-align:left;flip:x y;z-index:251703296;mso-position-horizontal-relative:text;mso-position-vertical-relative:text" from="278.9pt,203.3pt" to="281.35pt,201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5" style="position:absolute;left:0;text-align:left;flip:x y;z-index:251704320;mso-position-horizontal-relative:text;mso-position-vertical-relative:text" from="281.35pt,201.4pt" to="281.25pt,197.9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4" style="position:absolute;left:0;text-align:left;flip:x y;z-index:251705344;mso-position-horizontal-relative:text;mso-position-vertical-relative:text" from="281.25pt,197.95pt" to="277.9pt,191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3" style="position:absolute;left:0;text-align:left;flip:x y;z-index:251706368;mso-position-horizontal-relative:text;mso-position-vertical-relative:text" from="277.9pt,191pt" to="274.55pt,189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2" style="position:absolute;left:0;text-align:left;flip:x y;z-index:251707392;mso-position-horizontal-relative:text;mso-position-vertical-relative:text" from="274.55pt,189.55pt" to="272.25pt,185.2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1" style="position:absolute;left:0;text-align:left;flip:x y;z-index:251708416;mso-position-horizontal-relative:text;mso-position-vertical-relative:text" from="272.25pt,185.2pt" to="268.35pt,17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60" style="position:absolute;left:0;text-align:left;flip:x y;z-index:251709440;mso-position-horizontal-relative:text;mso-position-vertical-relative:text" from="268.35pt,178pt" to="266.65pt,16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9" style="position:absolute;left:0;text-align:left;flip:x y;z-index:251710464;mso-position-horizontal-relative:text;mso-position-vertical-relative:text" from="266.65pt,168pt" to="261.15pt,163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8" style="position:absolute;left:0;text-align:left;flip:x y;z-index:251711488;mso-position-horizontal-relative:text;mso-position-vertical-relative:text" from="261.15pt,163.35pt" to="256.1pt,153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7" style="position:absolute;left:0;text-align:left;flip:x y;z-index:251712512;mso-position-horizontal-relative:text;mso-position-vertical-relative:text" from="256.1pt,153.6pt" to="250.8pt,156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6" style="position:absolute;left:0;text-align:left;flip:x y;z-index:251713536;mso-position-horizontal-relative:text;mso-position-vertical-relative:text" from="250.8pt,156.35pt" to="255.35pt,165.7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5" style="position:absolute;left:0;text-align:left;flip:x y;z-index:251714560;mso-position-horizontal-relative:text;mso-position-vertical-relative:text" from="255.35pt,165.75pt" to="250.55pt,176.9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4" style="position:absolute;left:0;text-align:left;flip:x y;z-index:251715584;mso-position-horizontal-relative:text;mso-position-vertical-relative:text" from="250.55pt,176.95pt" to="230.5pt,186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3" style="position:absolute;left:0;text-align:left;flip:x y;z-index:251716608;mso-position-horizontal-relative:text;mso-position-vertical-relative:text" from="230.5pt,186.55pt" to="220.4pt,183.1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2" style="position:absolute;left:0;text-align:left;flip:x y;z-index:251717632;mso-position-horizontal-relative:text;mso-position-vertical-relative:text" from="220.4pt,183.15pt" to="193.5pt,183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1" style="position:absolute;left:0;text-align:left;flip:x y;z-index:251718656;mso-position-horizontal-relative:text;mso-position-vertical-relative:text" from="193.5pt,183.6pt" to="187.85pt,179.9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50" style="position:absolute;left:0;text-align:left;flip:x y;z-index:251719680;mso-position-horizontal-relative:text;mso-position-vertical-relative:text" from="187.85pt,179.95pt" to="187.4pt,171.9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9" style="position:absolute;left:0;text-align:left;flip:x y;z-index:251720704;mso-position-horizontal-relative:text;mso-position-vertical-relative:text" from="187.4pt,171.95pt" to="159.95pt,176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8" style="position:absolute;left:0;text-align:left;flip:x y;z-index:251721728;mso-position-horizontal-relative:text;mso-position-vertical-relative:text" from="159.95pt,176.45pt" to="137.35pt,176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7" style="position:absolute;left:0;text-align:left;flip:x y;z-index:251722752;mso-position-horizontal-relative:text;mso-position-vertical-relative:text" from="137.35pt,176.85pt" to="135.35pt,186.0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6" style="position:absolute;left:0;text-align:left;flip:x y;z-index:251723776;mso-position-horizontal-relative:text;mso-position-vertical-relative:text" from="135.35pt,186.05pt" to="127.1pt,186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5" style="position:absolute;left:0;text-align:left;flip:x y;z-index:251724800;mso-position-horizontal-relative:text;mso-position-vertical-relative:text" from="127.1pt,186.55pt" to="125.15pt,199.0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4" style="position:absolute;left:0;text-align:left;flip:x y;z-index:251725824;mso-position-horizontal-relative:text;mso-position-vertical-relative:text" from="125.15pt,199.05pt" to="117.8pt,197.7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3" style="position:absolute;left:0;text-align:left;flip:x y;z-index:251726848;mso-position-horizontal-relative:text;mso-position-vertical-relative:text" from="117.8pt,197.7pt" to="119.85pt,18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2" style="position:absolute;left:0;text-align:left;flip:x y;z-index:251727872;mso-position-horizontal-relative:text;mso-position-vertical-relative:text" from="119.85pt,188pt" to="122.95pt,182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1" style="position:absolute;left:0;text-align:left;flip:x y;z-index:251728896;mso-position-horizontal-relative:text;mso-position-vertical-relative:text" from="122.95pt,182.35pt" to="123.95pt,176.1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40" style="position:absolute;left:0;text-align:left;flip:x y;z-index:251729920;mso-position-horizontal-relative:text;mso-position-vertical-relative:text" from="123.95pt,176.1pt" to="118.1pt,170.3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9" style="position:absolute;left:0;text-align:left;flip:x y;z-index:251730944;mso-position-horizontal-relative:text;mso-position-vertical-relative:text" from="118.1pt,170.3pt" to="103.7pt,164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8" style="position:absolute;left:0;text-align:left;flip:x y;z-index:251731968;mso-position-horizontal-relative:text;mso-position-vertical-relative:text" from="103.7pt,164.25pt" to="93.7pt,166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7" style="position:absolute;left:0;text-align:left;flip:x y;z-index:251732992;mso-position-horizontal-relative:text;mso-position-vertical-relative:text" from="93.7pt,166.45pt" to="91.4pt,170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6" style="position:absolute;left:0;text-align:left;flip:x y;z-index:251734016;mso-position-horizontal-relative:text;mso-position-vertical-relative:text" from="91.4pt,170.55pt" to="87.7pt,172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5" style="position:absolute;left:0;text-align:left;flip:x y;z-index:251735040;mso-position-horizontal-relative:text;mso-position-vertical-relative:text" from="87.7pt,172.85pt" to="72.55pt,170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4" style="position:absolute;left:0;text-align:left;flip:x y;z-index:251736064;mso-position-horizontal-relative:text;mso-position-vertical-relative:text" from="72.55pt,170.35pt" to="73.5pt,165.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3" style="position:absolute;left:0;text-align:left;flip:x y;z-index:251737088;mso-position-horizontal-relative:text;mso-position-vertical-relative:text" from="265.3pt,293.5pt" to="248.9pt,306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2" style="position:absolute;left:0;text-align:left;flip:x y;z-index:251738112;mso-position-horizontal-relative:text;mso-position-vertical-relative:text" from="248.9pt,306.55pt" to="250.4pt,319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1" style="position:absolute;left:0;text-align:left;flip:x y;z-index:251739136;mso-position-horizontal-relative:text;mso-position-vertical-relative:text" from="250.4pt,319.85pt" to="254.4pt,325.7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30" style="position:absolute;left:0;text-align:left;flip:x y;z-index:251740160;mso-position-horizontal-relative:text;mso-position-vertical-relative:text" from="254.4pt,325.75pt" to="258.35pt,328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9" style="position:absolute;left:0;text-align:left;flip:x y;z-index:251741184;mso-position-horizontal-relative:text;mso-position-vertical-relative:text" from="258.35pt,328.25pt" to="258.6pt,331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8" style="position:absolute;left:0;text-align:left;flip:x y;z-index:251742208;mso-position-horizontal-relative:text;mso-position-vertical-relative:text" from="258.6pt,331.25pt" to="257.25pt,345.1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7" style="position:absolute;left:0;text-align:left;flip:x y;z-index:251743232;mso-position-horizontal-relative:text;mso-position-vertical-relative:text" from="257.25pt,345.1pt" to="254.7pt,350.3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6" style="position:absolute;left:0;text-align:left;flip:x y;z-index:251744256;mso-position-horizontal-relative:text;mso-position-vertical-relative:text" from="254.7pt,350.3pt" to="255.95pt,364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5" style="position:absolute;left:0;text-align:left;flip:x y;z-index:251745280;mso-position-horizontal-relative:text;mso-position-vertical-relative:text" from="255.95pt,364.4pt" to="263.4pt,370.9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4" style="position:absolute;left:0;text-align:left;flip:x y;z-index:251746304;mso-position-horizontal-relative:text;mso-position-vertical-relative:text" from="263.4pt,370.9pt" to="267.1pt,369.4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3" style="position:absolute;left:0;text-align:left;flip:x y;z-index:251747328;mso-position-horizontal-relative:text;mso-position-vertical-relative:text" from="267.1pt,369.4pt" to="271.45pt,364.1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2" style="position:absolute;left:0;text-align:left;flip:x y;z-index:251748352;mso-position-horizontal-relative:text;mso-position-vertical-relative:text" from="271.45pt,364.15pt" to="269.3pt,361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1" style="position:absolute;left:0;text-align:left;flip:x y;z-index:251749376;mso-position-horizontal-relative:text;mso-position-vertical-relative:text" from="269.3pt,361.6pt" to="271.5pt,351.2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20" style="position:absolute;left:0;text-align:left;flip:x y;z-index:251750400;mso-position-horizontal-relative:text;mso-position-vertical-relative:text" from="271.5pt,351.2pt" to="271.7pt,342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9" style="position:absolute;left:0;text-align:left;flip:x y;z-index:251751424;mso-position-horizontal-relative:text;mso-position-vertical-relative:text" from="271.7pt,342.55pt" to="281.65pt,344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8" style="position:absolute;left:0;text-align:left;flip:x y;z-index:251752448;mso-position-horizontal-relative:text;mso-position-vertical-relative:text" from="281.65pt,344.55pt" to="276.65pt,338.2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7" style="position:absolute;left:0;text-align:left;flip:x y;z-index:251753472;mso-position-horizontal-relative:text;mso-position-vertical-relative:text" from="276.65pt,338.25pt" to="283.75pt,333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6" style="position:absolute;left:0;text-align:left;flip:x y;z-index:251754496;mso-position-horizontal-relative:text;mso-position-vertical-relative:text" from="283.75pt,333.45pt" to="290.55pt,334.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5" style="position:absolute;left:0;text-align:left;flip:x y;z-index:251755520;mso-position-horizontal-relative:text;mso-position-vertical-relative:text" from="290.55pt,334.8pt" to="293.5pt,331.3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4" style="position:absolute;left:0;text-align:left;flip:x y;z-index:251756544;mso-position-horizontal-relative:text;mso-position-vertical-relative:text" from="293.5pt,331.35pt" to="290.6pt,330.1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3" style="position:absolute;left:0;text-align:left;flip:x y;z-index:251757568;mso-position-horizontal-relative:text;mso-position-vertical-relative:text" from="290.6pt,330.15pt" to="293.7pt,328.6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2" style="position:absolute;left:0;text-align:left;flip:x y;z-index:251758592;mso-position-horizontal-relative:text;mso-position-vertical-relative:text" from="293.7pt,328.6pt" to="291.15pt,323.8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1" style="position:absolute;left:0;text-align:left;flip:x y;z-index:251759616;mso-position-horizontal-relative:text;mso-position-vertical-relative:text" from="291.15pt,323.8pt" to="285.95pt,326.9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10" style="position:absolute;left:0;text-align:left;flip:x y;z-index:251760640;mso-position-horizontal-relative:text;mso-position-vertical-relative:text" from="285.95pt,326.9pt" to="282.4pt,322.5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09" style="position:absolute;left:0;text-align:left;flip:x y;z-index:251761664;mso-position-horizontal-relative:text;mso-position-vertical-relative:text" from="282.4pt,322.55pt" to="288.7pt,314.8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08" style="position:absolute;left:0;text-align:left;flip:x y;z-index:251762688;mso-position-horizontal-relative:text;mso-position-vertical-relative:text" from="288.7pt,314.85pt" to="287.85pt,308.4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07" style="position:absolute;left:0;text-align:left;flip:x y;z-index:251763712;mso-position-horizontal-relative:text;mso-position-vertical-relative:text" from="287.85pt,308.45pt" to="282.75pt,304.3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line id="_x0000_s1506" style="position:absolute;left:0;text-align:left;flip:x y;z-index:251764736;mso-position-horizontal-relative:text;mso-position-vertical-relative:text" from="282.75pt,304.3pt" to="265.3pt,293.5pt" strokeweight="2.95pt">
                  <v:stroke linestyle="thinThin"/>
                </v:line>
              </w:pict>
            </w:r>
            <w:r>
              <w:rPr>
                <w:noProof/>
              </w:rPr>
              <w:pict>
                <v:oval id="_x0000_s1505" style="position:absolute;left:0;text-align:left;margin-left:71.15pt;margin-top:168.95pt;width:2.85pt;height:2.85pt;z-index:2517657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504" style="position:absolute;left:0;text-align:left;margin-left:67.35pt;margin-top:187.95pt;width:2.85pt;height:2.85pt;z-index:2517667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503" style="position:absolute;left:0;text-align:left;margin-left:187pt;margin-top:392.05pt;width:2.85pt;height:2.85pt;z-index:2517678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502" style="position:absolute;left:0;text-align:left;margin-left:254.55pt;margin-top:363pt;width:2.85pt;height:2.85pt;z-index:2517688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501" style="position:absolute;left:0;text-align:left;margin-left:267.9pt;margin-top:360.15pt;width:2.85pt;height:2.85pt;z-index:2517698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500" style="position:absolute;left:0;text-align:left;margin-left:437.45pt;margin-top:231.85pt;width:2.85pt;height:2.85pt;z-index:2517708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9" style="position:absolute;left:0;text-align:left;margin-left:128.65pt;margin-top:185.4pt;width:1.7pt;height:1.7pt;z-index:2517719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8" style="position:absolute;left:0;text-align:left;margin-left:136.3pt;margin-top:184.25pt;width:1.7pt;height:1.7pt;z-index:2517729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7" style="position:absolute;left:0;text-align:left;margin-left:136.4pt;margin-top:180.75pt;width:1.7pt;height:1.7pt;z-index:2517739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6" style="position:absolute;left:0;text-align:left;margin-left:142.7pt;margin-top:181.05pt;width:1.7pt;height:1.7pt;z-index:2517749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5" style="position:absolute;left:0;text-align:left;margin-left:141.6pt;margin-top:195.7pt;width:1.7pt;height:1.7pt;z-index:2517760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4" style="position:absolute;left:0;text-align:left;margin-left:129.15pt;margin-top:195.2pt;width:1.7pt;height:1.7pt;z-index:2517770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3" style="position:absolute;left:0;text-align:left;margin-left:128.65pt;margin-top:185.4pt;width:1.7pt;height:1.7pt;z-index:2517780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2" style="position:absolute;left:0;text-align:left;margin-left:269.5pt;margin-top:187.75pt;width:1.7pt;height:1.7pt;z-index:2517790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1" style="position:absolute;left:0;text-align:left;margin-left:272.55pt;margin-top:186.55pt;width:1.7pt;height:1.7pt;z-index:2517800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90" style="position:absolute;left:0;text-align:left;margin-left:274.25pt;margin-top:191.9pt;width:1.7pt;height:1.7pt;z-index:2517811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9" style="position:absolute;left:0;text-align:left;margin-left:275pt;margin-top:194.3pt;width:1.7pt;height:1.7pt;z-index:2517821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8" style="position:absolute;left:0;text-align:left;margin-left:275.65pt;margin-top:196.8pt;width:1.7pt;height:1.7pt;z-index:2517831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7" style="position:absolute;left:0;text-align:left;margin-left:274.75pt;margin-top:197.1pt;width:1.7pt;height:1.7pt;z-index:2517841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6" style="position:absolute;left:0;text-align:left;margin-left:273.55pt;margin-top:197.4pt;width:1.7pt;height:1.7pt;z-index:2517852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5" style="position:absolute;left:0;text-align:left;margin-left:273.15pt;margin-top:197.4pt;width:1.7pt;height:1.7pt;z-index:2517862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4" style="position:absolute;left:0;text-align:left;margin-left:271pt;margin-top:197.05pt;width:1.7pt;height:1.7pt;z-index:2517872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3" style="position:absolute;left:0;text-align:left;margin-left:270.85pt;margin-top:196.55pt;width:1.7pt;height:1.7pt;z-index:2517882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2" style="position:absolute;left:0;text-align:left;margin-left:272.75pt;margin-top:195.9pt;width:1.7pt;height:1.7pt;z-index:2517893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1" style="position:absolute;left:0;text-align:left;margin-left:271.3pt;margin-top:190.15pt;width:1.7pt;height:1.7pt;z-index:2517903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0" style="position:absolute;left:0;text-align:left;margin-left:269.1pt;margin-top:190.85pt;width:1.7pt;height:1.7pt;z-index:2517913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9" style="position:absolute;left:0;text-align:left;margin-left:268.3pt;margin-top:188.3pt;width:1.7pt;height:1.7pt;z-index:2517923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8" style="position:absolute;left:0;text-align:left;margin-left:269.5pt;margin-top:187.75pt;width:1.7pt;height:1.7pt;z-index:2517934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7" style="position:absolute;left:0;text-align:left;margin-left:264.35pt;margin-top:213.5pt;width:1.7pt;height:1.7pt;z-index:2517944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6" style="position:absolute;left:0;text-align:left;margin-left:269.2pt;margin-top:210.5pt;width:1.7pt;height:1.7pt;z-index:2517954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5" style="position:absolute;left:0;text-align:left;margin-left:270.1pt;margin-top:212.45pt;width:1.7pt;height:1.7pt;z-index:2517964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4" style="position:absolute;left:0;text-align:left;margin-left:264.9pt;margin-top:215.7pt;width:1.7pt;height:1.7pt;z-index:2517975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3" style="position:absolute;left:0;text-align:left;margin-left:263.2pt;margin-top:216.65pt;width:1.7pt;height:1.7pt;z-index:2517985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2" style="position:absolute;left:0;text-align:left;margin-left:260.1pt;margin-top:212.7pt;width:1.7pt;height:1.7pt;z-index:2517995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1" style="position:absolute;left:0;text-align:left;margin-left:262.2pt;margin-top:211.15pt;width:1.7pt;height:1.7pt;z-index:2518005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0" style="position:absolute;left:0;text-align:left;margin-left:264.35pt;margin-top:213.5pt;width:1.7pt;height:1.7pt;z-index:2518016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9" style="position:absolute;left:0;text-align:left;margin-left:300.2pt;margin-top:221.05pt;width:1.7pt;height:1.7pt;z-index:2518026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8" style="position:absolute;left:0;text-align:left;margin-left:304.6pt;margin-top:215.65pt;width:1.7pt;height:1.7pt;z-index:2518036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7" style="position:absolute;left:0;text-align:left;margin-left:304.9pt;margin-top:213pt;width:1.7pt;height:1.7pt;z-index:2518046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6" style="position:absolute;left:0;text-align:left;margin-left:308.85pt;margin-top:213pt;width:1.7pt;height:1.7pt;z-index:2518056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5" style="position:absolute;left:0;text-align:left;margin-left:312.25pt;margin-top:214.8pt;width:1.7pt;height:1.7pt;z-index:2518067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4" style="position:absolute;left:0;text-align:left;margin-left:314.1pt;margin-top:216.75pt;width:1.7pt;height:1.7pt;z-index:2518077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3" style="position:absolute;left:0;text-align:left;margin-left:313.1pt;margin-top:217.9pt;width:1.7pt;height:1.7pt;z-index:2518087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2" style="position:absolute;left:0;text-align:left;margin-left:312.4pt;margin-top:217.45pt;width:1.7pt;height:1.7pt;z-index:2518097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1" style="position:absolute;left:0;text-align:left;margin-left:309.6pt;margin-top:220.55pt;width:1.7pt;height:1.7pt;z-index:2518108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60" style="position:absolute;left:0;text-align:left;margin-left:308.95pt;margin-top:220.2pt;width:1.7pt;height:1.7pt;z-index:2518118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9" style="position:absolute;left:0;text-align:left;margin-left:304.9pt;margin-top:225.75pt;width:1.7pt;height:1.7pt;z-index:2518128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8" style="position:absolute;left:0;text-align:left;margin-left:301.15pt;margin-top:222.7pt;width:1.7pt;height:1.7pt;z-index:2518138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7" style="position:absolute;left:0;text-align:left;margin-left:300.2pt;margin-top:221.05pt;width:1.7pt;height:1.7pt;z-index:2518149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6" style="position:absolute;left:0;text-align:left;margin-left:317.5pt;margin-top:226.1pt;width:1.7pt;height:1.7pt;z-index:2518159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5" style="position:absolute;left:0;text-align:left;margin-left:319.75pt;margin-top:227.4pt;width:1.7pt;height:1.7pt;z-index:2518169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4" style="position:absolute;left:0;text-align:left;margin-left:320.6pt;margin-top:225.8pt;width:1.7pt;height:1.7pt;z-index:2518179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3" style="position:absolute;left:0;text-align:left;margin-left:317.75pt;margin-top:223.15pt;width:1.7pt;height:1.7pt;z-index:2518190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2" style="position:absolute;left:0;text-align:left;margin-left:319.15pt;margin-top:221.5pt;width:1.7pt;height:1.7pt;z-index:2518200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1" style="position:absolute;left:0;text-align:left;margin-left:323.65pt;margin-top:221.45pt;width:1.7pt;height:1.7pt;z-index:2518210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50" style="position:absolute;left:0;text-align:left;margin-left:326.1pt;margin-top:222.45pt;width:1.7pt;height:1.7pt;z-index:2518220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9" style="position:absolute;left:0;text-align:left;margin-left:328.7pt;margin-top:224.15pt;width:1.7pt;height:1.7pt;z-index:2518231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8" style="position:absolute;left:0;text-align:left;margin-left:324.7pt;margin-top:229.95pt;width:1.7pt;height:1.7pt;z-index:2518241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7" style="position:absolute;left:0;text-align:left;margin-left:323.8pt;margin-top:229.7pt;width:1.7pt;height:1.7pt;z-index:2518251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6" style="position:absolute;left:0;text-align:left;margin-left:323.5pt;margin-top:229.95pt;width:1.7pt;height:1.7pt;z-index:2518261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5" style="position:absolute;left:0;text-align:left;margin-left:324pt;margin-top:230.9pt;width:1.7pt;height:1.7pt;z-index:2518272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4" style="position:absolute;left:0;text-align:left;margin-left:322.05pt;margin-top:234.1pt;width:1.7pt;height:1.7pt;z-index:2518282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3" style="position:absolute;left:0;text-align:left;margin-left:321.6pt;margin-top:234.35pt;width:1.7pt;height:1.7pt;z-index:2518292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2" style="position:absolute;left:0;text-align:left;margin-left:321.35pt;margin-top:234.9pt;width:1.7pt;height:1.7pt;z-index:2518302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1" style="position:absolute;left:0;text-align:left;margin-left:320.3pt;margin-top:236.75pt;width:1.7pt;height:1.7pt;z-index:2518312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40" style="position:absolute;left:0;text-align:left;margin-left:313.7pt;margin-top:232.05pt;width:1.7pt;height:1.7pt;z-index:2518323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9" style="position:absolute;left:0;text-align:left;margin-left:317.5pt;margin-top:226.1pt;width:1.7pt;height:1.7pt;z-index:2518333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8" style="position:absolute;left:0;text-align:left;margin-left:326.45pt;margin-top:282.4pt;width:1.7pt;height:1.7pt;z-index:2518343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7" style="position:absolute;left:0;text-align:left;margin-left:328.25pt;margin-top:283.05pt;width:1.7pt;height:1.7pt;z-index:2518353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6" style="position:absolute;left:0;text-align:left;margin-left:330.85pt;margin-top:283.45pt;width:1.7pt;height:1.7pt;z-index:2518364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5" style="position:absolute;left:0;text-align:left;margin-left:339.25pt;margin-top:283.95pt;width:1.7pt;height:1.7pt;z-index:2518374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4" style="position:absolute;left:0;text-align:left;margin-left:346.4pt;margin-top:283.15pt;width:1.7pt;height:1.7pt;z-index:2518384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3" style="position:absolute;left:0;text-align:left;margin-left:358.05pt;margin-top:285.5pt;width:1.7pt;height:1.7pt;z-index:2518394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2" style="position:absolute;left:0;text-align:left;margin-left:363.75pt;margin-top:285.75pt;width:1.7pt;height:1.7pt;z-index:2518405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1" style="position:absolute;left:0;text-align:left;margin-left:373pt;margin-top:283.2pt;width:1.7pt;height:1.7pt;z-index:2518415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30" style="position:absolute;left:0;text-align:left;margin-left:375.9pt;margin-top:282.85pt;width:1.7pt;height:1.7pt;z-index:2518425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9" style="position:absolute;left:0;text-align:left;margin-left:379.25pt;margin-top:283.2pt;width:1.7pt;height:1.7pt;z-index:2518435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8" style="position:absolute;left:0;text-align:left;margin-left:383pt;margin-top:284.7pt;width:1.7pt;height:1.7pt;z-index:2518446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7" style="position:absolute;left:0;text-align:left;margin-left:385.55pt;margin-top:286.5pt;width:1.7pt;height:1.7pt;z-index:2518456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6" style="position:absolute;left:0;text-align:left;margin-left:385.15pt;margin-top:286.95pt;width:1.7pt;height:1.7pt;z-index:2518466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5" style="position:absolute;left:0;text-align:left;margin-left:382.6pt;margin-top:285.5pt;width:1.7pt;height:1.7pt;z-index:2518476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4" style="position:absolute;left:0;text-align:left;margin-left:379.05pt;margin-top:284.05pt;width:1.7pt;height:1.7pt;z-index:2518487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3" style="position:absolute;left:0;text-align:left;margin-left:375.7pt;margin-top:283.75pt;width:1.7pt;height:1.7pt;z-index:2518497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2" style="position:absolute;left:0;text-align:left;margin-left:373pt;margin-top:284.1pt;width:1.7pt;height:1.7pt;z-index:2518507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1" style="position:absolute;left:0;text-align:left;margin-left:363.8pt;margin-top:286.45pt;width:1.7pt;height:1.7pt;z-index:2518517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20" style="position:absolute;left:0;text-align:left;margin-left:357.85pt;margin-top:286.15pt;width:1.7pt;height:1.7pt;z-index:2518528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9" style="position:absolute;left:0;text-align:left;margin-left:346.25pt;margin-top:284.05pt;width:1.7pt;height:1.7pt;z-index:2518538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8" style="position:absolute;left:0;text-align:left;margin-left:339.05pt;margin-top:284.8pt;width:1.7pt;height:1.7pt;z-index:2518548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7" style="position:absolute;left:0;text-align:left;margin-left:330.7pt;margin-top:284.25pt;width:1.7pt;height:1.7pt;z-index:2518558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6" style="position:absolute;left:0;text-align:left;margin-left:328.2pt;margin-top:283.85pt;width:1.7pt;height:1.7pt;z-index:2518568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5" style="position:absolute;left:0;text-align:left;margin-left:326.15pt;margin-top:283.25pt;width:1.7pt;height:1.7pt;z-index:2518579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4" style="position:absolute;left:0;text-align:left;margin-left:324.6pt;margin-top:282.25pt;width:1.7pt;height:1.7pt;z-index:2518589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3" style="position:absolute;left:0;text-align:left;margin-left:324.25pt;margin-top:281.65pt;width:1.7pt;height:1.7pt;z-index:2518599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2" style="position:absolute;left:0;text-align:left;margin-left:326.45pt;margin-top:282.4pt;width:1.7pt;height:1.7pt;z-index:2518609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1" style="position:absolute;left:0;text-align:left;margin-left:219.2pt;margin-top:277.3pt;width:1.7pt;height:1.7pt;z-index:2518620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10" style="position:absolute;left:0;text-align:left;margin-left:221.7pt;margin-top:277.8pt;width:1.7pt;height:1.7pt;z-index:2518630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9" style="position:absolute;left:0;text-align:left;margin-left:222.5pt;margin-top:277.15pt;width:1.7pt;height:1.7pt;z-index:2518640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8" style="position:absolute;left:0;text-align:left;margin-left:224.55pt;margin-top:278pt;width:1.7pt;height:1.7pt;z-index:2518650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7" style="position:absolute;left:0;text-align:left;margin-left:223.9pt;margin-top:280.15pt;width:1.7pt;height:1.7pt;z-index:2518661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6" style="position:absolute;left:0;text-align:left;margin-left:222.2pt;margin-top:284.85pt;width:1.7pt;height:1.7pt;z-index:2518671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5" style="position:absolute;left:0;text-align:left;margin-left:215.25pt;margin-top:281.2pt;width:1.7pt;height:1.7pt;z-index:2518681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4" style="position:absolute;left:0;text-align:left;margin-left:216.3pt;margin-top:277.8pt;width:1.7pt;height:1.7pt;z-index:2518691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3" style="position:absolute;left:0;text-align:left;margin-left:218.35pt;margin-top:276.1pt;width:1.7pt;height:1.7pt;z-index:2518702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2" style="position:absolute;left:0;text-align:left;margin-left:219.2pt;margin-top:277.3pt;width:1.7pt;height:1.7pt;z-index:2518712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1" style="position:absolute;left:0;text-align:left;margin-left:279.55pt;margin-top:303.3pt;width:1.7pt;height:1.7pt;z-index:2518722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00" style="position:absolute;left:0;text-align:left;margin-left:276.85pt;margin-top:300.45pt;width:1.7pt;height:1.7pt;z-index:2518732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9" style="position:absolute;left:0;text-align:left;margin-left:277.9pt;margin-top:300.05pt;width:1.7pt;height:1.7pt;z-index:2518743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8" style="position:absolute;left:0;text-align:left;margin-left:277.8pt;margin-top:299.25pt;width:1.7pt;height:1.7pt;z-index:2518753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7" style="position:absolute;left:0;text-align:left;margin-left:278.55pt;margin-top:298.55pt;width:1.7pt;height:1.7pt;z-index:2518763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6" style="position:absolute;left:0;text-align:left;margin-left:284.25pt;margin-top:295.15pt;width:1.7pt;height:1.7pt;z-index:2518773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5" style="position:absolute;left:0;text-align:left;margin-left:286.8pt;margin-top:298.6pt;width:1.7pt;height:1.7pt;z-index:2518784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4" style="position:absolute;left:0;text-align:left;margin-left:279.55pt;margin-top:303.3pt;width:1.7pt;height:1.7pt;z-index:2518794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3" style="position:absolute;left:0;text-align:left;margin-left:286.8pt;margin-top:298.6pt;width:1.7pt;height:1.7pt;z-index:2518804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2" style="position:absolute;left:0;text-align:left;margin-left:289.65pt;margin-top:302.4pt;width:1.7pt;height:1.7pt;z-index:2518814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1" style="position:absolute;left:0;text-align:left;margin-left:286.4pt;margin-top:304.3pt;width:1.7pt;height:1.7pt;z-index:2518824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90" style="position:absolute;left:0;text-align:left;margin-left:286.55pt;margin-top:304.85pt;width:1.7pt;height:1.7pt;z-index:2518835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9" style="position:absolute;left:0;text-align:left;margin-left:286.25pt;margin-top:305.05pt;width:1.7pt;height:1.7pt;z-index:2518845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8" style="position:absolute;left:0;text-align:left;margin-left:283.15pt;margin-top:307.35pt;width:1.7pt;height:1.7pt;z-index:2518855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7" style="position:absolute;left:0;text-align:left;margin-left:279.55pt;margin-top:303.3pt;width:1.7pt;height:1.7pt;z-index:2518865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6" style="position:absolute;left:0;text-align:left;margin-left:286.8pt;margin-top:298.6pt;width:1.7pt;height:1.7pt;z-index:2518876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5" style="position:absolute;left:0;text-align:left;margin-left:250.45pt;margin-top:303.5pt;width:1.7pt;height:1.7pt;z-index:2518886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4" style="position:absolute;left:0;text-align:left;margin-left:258.25pt;margin-top:305.45pt;width:1.7pt;height:1.7pt;z-index:2518896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3" style="position:absolute;left:0;text-align:left;margin-left:276.2pt;margin-top:310.2pt;width:1.7pt;height:1.7pt;z-index:2518906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2" style="position:absolute;left:0;text-align:left;margin-left:288.15pt;margin-top:313pt;width:1.7pt;height:1.7pt;z-index:2518917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1" style="position:absolute;left:0;text-align:left;margin-left:289.75pt;margin-top:312.4pt;width:1.7pt;height:1.7pt;z-index:2518927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80" style="position:absolute;left:0;text-align:left;margin-left:290.9pt;margin-top:309.3pt;width:1.7pt;height:1.7pt;z-index:2518937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9" style="position:absolute;left:0;text-align:left;margin-left:292.1pt;margin-top:306.6pt;width:1.7pt;height:1.7pt;z-index:2518947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8" style="position:absolute;left:0;text-align:left;margin-left:292.85pt;margin-top:307.95pt;width:1.7pt;height:1.7pt;z-index:2518958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7" style="position:absolute;left:0;text-align:left;margin-left:291.5pt;margin-top:310.85pt;width:1.7pt;height:1.7pt;z-index:2518968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6" style="position:absolute;left:0;text-align:left;margin-left:291pt;margin-top:313.1pt;width:1.7pt;height:1.7pt;z-index:2518978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5" style="position:absolute;left:0;text-align:left;margin-left:291.2pt;margin-top:315.95pt;width:1.7pt;height:1.7pt;z-index:2518988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4" style="position:absolute;left:0;text-align:left;margin-left:292.1pt;margin-top:318.5pt;width:1.7pt;height:1.7pt;z-index:2518999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3" style="position:absolute;left:0;text-align:left;margin-left:296.35pt;margin-top:328.55pt;width:1.7pt;height:1.7pt;z-index:2519009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2" style="position:absolute;left:0;text-align:left;margin-left:296.7pt;margin-top:329.5pt;width:1.7pt;height:1.7pt;z-index:2519019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1" style="position:absolute;left:0;text-align:left;margin-left:303.4pt;margin-top:335.3pt;width:1.7pt;height:1.7pt;z-index:2519029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70" style="position:absolute;left:0;text-align:left;margin-left:308.65pt;margin-top:333.3pt;width:1.7pt;height:1.7pt;z-index:2519040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9" style="position:absolute;left:0;text-align:left;margin-left:316.2pt;margin-top:326.95pt;width:1.7pt;height:1.7pt;z-index:2519050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8" style="position:absolute;left:0;text-align:left;margin-left:316.75pt;margin-top:325.1pt;width:1.7pt;height:1.7pt;z-index:2519060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7" style="position:absolute;left:0;text-align:left;margin-left:314.55pt;margin-top:318.35pt;width:1.7pt;height:1.7pt;z-index:2519070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6" style="position:absolute;left:0;text-align:left;margin-left:315.05pt;margin-top:318.05pt;width:1.7pt;height:1.7pt;z-index:2519080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5" style="position:absolute;left:0;text-align:left;margin-left:317.55pt;margin-top:325pt;width:1.7pt;height:1.7pt;z-index:2519091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4" style="position:absolute;left:0;text-align:left;margin-left:317.15pt;margin-top:327.4pt;width:1.7pt;height:1.7pt;z-index:2519101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3" style="position:absolute;left:0;text-align:left;margin-left:308.65pt;margin-top:334.5pt;width:1.7pt;height:1.7pt;z-index:2519111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2" style="position:absolute;left:0;text-align:left;margin-left:294.9pt;margin-top:340.2pt;width:1.7pt;height:1.7pt;z-index:2519121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1" style="position:absolute;left:0;text-align:left;margin-left:287.9pt;margin-top:341.5pt;width:1.7pt;height:1.7pt;z-index:2519132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60" style="position:absolute;left:0;text-align:left;margin-left:282.45pt;margin-top:343.55pt;width:1.7pt;height:1.7pt;z-index:2519142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9" style="position:absolute;left:0;text-align:left;margin-left:277.75pt;margin-top:349.2pt;width:1.7pt;height:1.7pt;z-index:2519152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8" style="position:absolute;left:0;text-align:left;margin-left:275.5pt;margin-top:359.75pt;width:1.7pt;height:1.7pt;z-index:2519162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7" style="position:absolute;left:0;text-align:left;margin-left:274.35pt;margin-top:359.5pt;width:1.7pt;height:1.7pt;z-index:2519173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6" style="position:absolute;left:0;text-align:left;margin-left:275.2pt;margin-top:354.55pt;width:1.7pt;height:1.7pt;z-index:2519183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5" style="position:absolute;left:0;text-align:left;margin-left:276.45pt;margin-top:348.75pt;width:1.7pt;height:1.7pt;z-index:2519193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4" style="position:absolute;left:0;text-align:left;margin-left:281.1pt;margin-top:343.2pt;width:1.7pt;height:1.7pt;z-index:2519203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3" style="position:absolute;left:0;text-align:left;margin-left:282.25pt;margin-top:342.75pt;width:1.7pt;height:1.7pt;z-index:2519214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2" style="position:absolute;left:0;text-align:left;margin-left:285.35pt;margin-top:341.1pt;width:1.7pt;height:1.7pt;z-index:2519224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1" style="position:absolute;left:0;text-align:left;margin-left:295.2pt;margin-top:338.8pt;width:1.7pt;height:1.7pt;z-index:2519234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50" style="position:absolute;left:0;text-align:left;margin-left:302.05pt;margin-top:335.95pt;width:1.7pt;height:1.7pt;z-index:2519244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9" style="position:absolute;left:0;text-align:left;margin-left:301.05pt;margin-top:334.3pt;width:1.7pt;height:1.7pt;z-index:2519255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8" style="position:absolute;left:0;text-align:left;margin-left:297.1pt;margin-top:331.5pt;width:1.7pt;height:1.7pt;z-index:2519265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7" style="position:absolute;left:0;text-align:left;margin-left:295.1pt;margin-top:329.2pt;width:1.7pt;height:1.7pt;z-index:2519275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6" style="position:absolute;left:0;text-align:left;margin-left:291.15pt;margin-top:318.95pt;width:1.7pt;height:1.7pt;z-index:2519285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5" style="position:absolute;left:0;text-align:left;margin-left:289.95pt;margin-top:314.05pt;width:1.7pt;height:1.7pt;z-index:2519296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4" style="position:absolute;left:0;text-align:left;margin-left:288.55pt;margin-top:314.05pt;width:1.7pt;height:1.7pt;z-index:2519306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3" style="position:absolute;left:0;text-align:left;margin-left:276.4pt;margin-top:311.05pt;width:1.7pt;height:1.7pt;z-index:2519316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2" style="position:absolute;left:0;text-align:left;margin-left:257.1pt;margin-top:306.15pt;width:1.7pt;height:1.7pt;z-index:2519326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1" style="position:absolute;left:0;text-align:left;margin-left:247.7pt;margin-top:304pt;width:1.7pt;height:1.7pt;z-index:2519336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40" style="position:absolute;left:0;text-align:left;margin-left:248.7pt;margin-top:302.7pt;width:1.7pt;height:1.7pt;z-index:2519347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9" style="position:absolute;left:0;text-align:left;margin-left:250.45pt;margin-top:303.5pt;width:1.7pt;height:1.7pt;z-index:2519357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8" style="position:absolute;left:0;text-align:left;margin-left:178.05pt;margin-top:365.25pt;width:1.7pt;height:1.7pt;z-index:2519367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7" style="position:absolute;left:0;text-align:left;margin-left:178.7pt;margin-top:365.55pt;width:1.7pt;height:1.7pt;z-index:2519377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6" style="position:absolute;left:0;text-align:left;margin-left:179.5pt;margin-top:366.55pt;width:1.7pt;height:1.7pt;z-index:2519388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5" style="position:absolute;left:0;text-align:left;margin-left:180.1pt;margin-top:367.9pt;width:1.7pt;height:1.7pt;z-index:2519398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4" style="position:absolute;left:0;text-align:left;margin-left:178.1pt;margin-top:369pt;width:1.7pt;height:1.7pt;z-index:2519408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3" style="position:absolute;left:0;text-align:left;margin-left:176.8pt;margin-top:367.3pt;width:1.7pt;height:1.7pt;z-index:2519418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2" style="position:absolute;left:0;text-align:left;margin-left:176.4pt;margin-top:367.1pt;width:1.7pt;height:1.7pt;z-index:2519429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1" style="position:absolute;left:0;text-align:left;margin-left:174.85pt;margin-top:367.75pt;width:1.7pt;height:1.7pt;z-index:2519439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30" style="position:absolute;left:0;text-align:left;margin-left:174.4pt;margin-top:366.1pt;width:1.7pt;height:1.7pt;z-index:2519449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9" style="position:absolute;left:0;text-align:left;margin-left:176.15pt;margin-top:365.45pt;width:1.7pt;height:1.7pt;z-index:2519459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8" style="position:absolute;left:0;text-align:left;margin-left:178.05pt;margin-top:365.25pt;width:1.7pt;height:1.7pt;z-index:2519470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7" style="position:absolute;left:0;text-align:left;margin-left:172.15pt;margin-top:367.35pt;width:1.7pt;height:1.7pt;z-index:2519480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6" style="position:absolute;left:0;text-align:left;margin-left:172.5pt;margin-top:368.6pt;width:1.7pt;height:1.7pt;z-index:2519490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5" style="position:absolute;left:0;text-align:left;margin-left:173.55pt;margin-top:374.55pt;width:1.7pt;height:1.7pt;z-index:2519500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4" style="position:absolute;left:0;text-align:left;margin-left:173.1pt;margin-top:375.95pt;width:1.7pt;height:1.7pt;z-index:2519511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3" style="position:absolute;left:0;text-align:left;margin-left:174.5pt;margin-top:379.1pt;width:1.7pt;height:1.7pt;z-index:2519521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2" style="position:absolute;left:0;text-align:left;margin-left:173.3pt;margin-top:379.8pt;width:1.7pt;height:1.7pt;z-index:2519531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1" style="position:absolute;left:0;text-align:left;margin-left:169.35pt;margin-top:380.4pt;width:1.7pt;height:1.7pt;z-index:2519541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20" style="position:absolute;left:0;text-align:left;margin-left:168.45pt;margin-top:372.3pt;width:1.7pt;height:1.7pt;z-index:2519552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9" style="position:absolute;left:0;text-align:left;margin-left:167.95pt;margin-top:368.3pt;width:1.7pt;height:1.7pt;z-index:2519562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8" style="position:absolute;left:0;text-align:left;margin-left:172.15pt;margin-top:367.35pt;width:1.7pt;height:1.7pt;z-index:2519572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7" style="position:absolute;left:0;text-align:left;margin-left:184.05pt;margin-top:398.7pt;width:1.7pt;height:1.7pt;z-index:2519582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6" style="position:absolute;left:0;text-align:left;margin-left:187.55pt;margin-top:392.6pt;width:1.7pt;height:1.7pt;z-index:2519592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5" style="position:absolute;left:0;text-align:left;margin-left:183.05pt;margin-top:386.7pt;width:1.7pt;height:1.7pt;z-index:2519603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4" style="position:absolute;left:0;text-align:left;margin-left:175.8pt;margin-top:381.85pt;width:1.7pt;height:1.7pt;z-index:2519613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3" style="position:absolute;left:0;text-align:left;margin-left:148.35pt;margin-top:386.65pt;width:1.7pt;height:1.7pt;z-index:2519623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2" style="position:absolute;left:0;text-align:left;margin-left:147.95pt;margin-top:376.35pt;width:1.7pt;height:1.7pt;z-index:2519633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1" style="position:absolute;left:0;text-align:left;margin-left:152.75pt;margin-top:375.7pt;width:1.7pt;height:1.7pt;z-index:2519644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10" style="position:absolute;left:0;text-align:left;margin-left:153.65pt;margin-top:371.75pt;width:1.7pt;height:1.7pt;z-index:2519654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9" style="position:absolute;left:0;text-align:left;margin-left:161.45pt;margin-top:369.7pt;width:1.7pt;height:1.7pt;z-index:2519664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8" style="position:absolute;left:0;text-align:left;margin-left:162.4pt;margin-top:372.4pt;width:1.7pt;height:1.7pt;z-index:2519674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7" style="position:absolute;left:0;text-align:left;margin-left:168.4pt;margin-top:371.65pt;width:1.7pt;height:1.7pt;z-index:2519685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6" style="position:absolute;left:0;text-align:left;margin-left:169.9pt;margin-top:368.85pt;width:1.7pt;height:1.7pt;z-index:2519695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5" style="position:absolute;left:0;text-align:left;margin-left:171.95pt;margin-top:370.55pt;width:1.7pt;height:1.7pt;z-index:2519705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4" style="position:absolute;left:0;text-align:left;margin-left:181.15pt;margin-top:368.55pt;width:1.7pt;height:1.7pt;z-index:2519715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3" style="position:absolute;left:0;text-align:left;margin-left:183.75pt;margin-top:365.2pt;width:1.7pt;height:1.7pt;z-index:2519726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2" style="position:absolute;left:0;text-align:left;margin-left:191.75pt;margin-top:361.9pt;width:1.7pt;height:1.7pt;z-index:2519736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1" style="position:absolute;left:0;text-align:left;margin-left:194pt;margin-top:364.15pt;width:1.7pt;height:1.7pt;z-index:2519746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300" style="position:absolute;left:0;text-align:left;margin-left:193.6pt;margin-top:359.95pt;width:1.7pt;height:1.7pt;z-index:2519756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9" style="position:absolute;left:0;text-align:left;margin-left:202.25pt;margin-top:354.4pt;width:1.7pt;height:1.7pt;z-index:2519767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8" style="position:absolute;left:0;text-align:left;margin-left:199.7pt;margin-top:351pt;width:1.7pt;height:1.7pt;z-index:2519777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7" style="position:absolute;left:0;text-align:left;margin-left:203.05pt;margin-top:348.85pt;width:1.7pt;height:1.7pt;z-index:2519787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6" style="position:absolute;left:0;text-align:left;margin-left:205.25pt;margin-top:351.4pt;width:1.7pt;height:1.7pt;z-index:2519797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5" style="position:absolute;left:0;text-align:left;margin-left:217.7pt;margin-top:344.75pt;width:1.7pt;height:1.7pt;z-index:2519808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4" style="position:absolute;left:0;text-align:left;margin-left:217.4pt;margin-top:341pt;width:1.7pt;height:1.7pt;z-index:2519818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3" style="position:absolute;left:0;text-align:left;margin-left:227.9pt;margin-top:335.45pt;width:1.7pt;height:1.7pt;z-index:2519828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2" style="position:absolute;left:0;text-align:left;margin-left:227.75pt;margin-top:326.65pt;width:1.7pt;height:1.7pt;z-index:2519838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1" style="position:absolute;left:0;text-align:left;margin-left:231.4pt;margin-top:335pt;width:1.7pt;height:1.7pt;z-index:2519848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90" style="position:absolute;left:0;text-align:left;margin-left:235.9pt;margin-top:334.25pt;width:1.7pt;height:1.7pt;z-index:2519859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9" style="position:absolute;left:0;text-align:left;margin-left:237.65pt;margin-top:336.6pt;width:1.7pt;height:1.7pt;z-index:2519869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8" style="position:absolute;left:0;text-align:left;margin-left:245.9pt;margin-top:318.5pt;width:1.7pt;height:1.7pt;z-index:2519879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7" style="position:absolute;left:0;text-align:left;margin-left:245.65pt;margin-top:310.15pt;width:1.7pt;height:1.7pt;z-index:2519889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6" style="position:absolute;left:0;text-align:left;margin-left:241.8pt;margin-top:305.2pt;width:1.7pt;height:1.7pt;z-index:2519900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5" style="position:absolute;left:0;text-align:left;margin-left:237.95pt;margin-top:301.7pt;width:1.7pt;height:1.7pt;z-index:2519910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4" style="position:absolute;left:0;text-align:left;margin-left:225.75pt;margin-top:317.2pt;width:1.7pt;height:1.7pt;z-index:2519920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3" style="position:absolute;left:0;text-align:left;margin-left:228.25pt;margin-top:319.2pt;width:1.7pt;height:1.7pt;z-index:2519930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2" style="position:absolute;left:0;text-align:left;margin-left:225.85pt;margin-top:321.35pt;width:1.7pt;height:1.7pt;z-index:2519941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1" style="position:absolute;left:0;text-align:left;margin-left:222.9pt;margin-top:322pt;width:1.7pt;height:1.7pt;z-index:2519951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80" style="position:absolute;left:0;text-align:left;margin-left:213.6pt;margin-top:318.4pt;width:1.7pt;height:1.7pt;z-index:2519961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9" style="position:absolute;left:0;text-align:left;margin-left:213pt;margin-top:317.6pt;width:1.7pt;height:1.7pt;z-index:2519971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8" style="position:absolute;left:0;text-align:left;margin-left:214.1pt;margin-top:315.9pt;width:1.7pt;height:1.7pt;z-index:2519982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7" style="position:absolute;left:0;text-align:left;margin-left:217pt;margin-top:313.5pt;width:1.7pt;height:1.7pt;z-index:2519992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6" style="position:absolute;left:0;text-align:left;margin-left:218.65pt;margin-top:310.75pt;width:1.7pt;height:1.7pt;z-index:2520002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5" style="position:absolute;left:0;text-align:left;margin-left:222pt;margin-top:313.75pt;width:1.7pt;height:1.7pt;z-index:2520012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4" style="position:absolute;left:0;text-align:left;margin-left:225.65pt;margin-top:309.9pt;width:1.7pt;height:1.7pt;z-index:2520023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3" style="position:absolute;left:0;text-align:left;margin-left:228.7pt;margin-top:312.6pt;width:1.7pt;height:1.7pt;z-index:2520033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2" style="position:absolute;left:0;text-align:left;margin-left:237.55pt;margin-top:301.35pt;width:1.7pt;height:1.7pt;z-index:2520043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1" style="position:absolute;left:0;text-align:left;margin-left:229.6pt;margin-top:294.1pt;width:1.7pt;height:1.7pt;z-index:2520053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70" style="position:absolute;left:0;text-align:left;margin-left:226.15pt;margin-top:297.75pt;width:1.7pt;height:1.7pt;z-index:2520064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9" style="position:absolute;left:0;text-align:left;margin-left:217.2pt;margin-top:291.55pt;width:1.7pt;height:1.7pt;z-index:2520074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8" style="position:absolute;left:0;text-align:left;margin-left:216.25pt;margin-top:294.5pt;width:1.7pt;height:1.7pt;z-index:2520084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7" style="position:absolute;left:0;text-align:left;margin-left:209.7pt;margin-top:288.85pt;width:1.7pt;height:1.7pt;z-index:2520094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6" style="position:absolute;left:0;text-align:left;margin-left:217.65pt;margin-top:276.2pt;width:1.7pt;height:1.7pt;z-index:2520104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5" style="position:absolute;left:0;text-align:left;margin-left:227.75pt;margin-top:277.95pt;width:1.7pt;height:1.7pt;z-index:2520115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4" style="position:absolute;left:0;text-align:left;margin-left:234.25pt;margin-top:258.6pt;width:1.7pt;height:1.7pt;z-index:2520125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3" style="position:absolute;left:0;text-align:left;margin-left:240.5pt;margin-top:258pt;width:1.7pt;height:1.7pt;z-index:2520135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2" style="position:absolute;left:0;text-align:left;margin-left:247.4pt;margin-top:253.65pt;width:1.7pt;height:1.7pt;z-index:2520145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1" style="position:absolute;left:0;text-align:left;margin-left:254.55pt;margin-top:260.65pt;width:1.7pt;height:1.7pt;z-index:2520156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60" style="position:absolute;left:0;text-align:left;margin-left:265.4pt;margin-top:261.25pt;width:1.7pt;height:1.7pt;z-index:2520166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9" style="position:absolute;left:0;text-align:left;margin-left:279.3pt;margin-top:249.4pt;width:1.7pt;height:1.7pt;z-index:2520176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8" style="position:absolute;left:0;text-align:left;margin-left:263.85pt;margin-top:215.05pt;width:1.7pt;height:1.7pt;z-index:2520186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7" style="position:absolute;left:0;text-align:left;margin-left:254.75pt;margin-top:212.8pt;width:1.7pt;height:1.7pt;z-index:2520197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6" style="position:absolute;left:0;text-align:left;margin-left:239.6pt;margin-top:206.65pt;width:1.7pt;height:1.7pt;z-index:2520207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5" style="position:absolute;left:0;text-align:left;margin-left:220.35pt;margin-top:212.3pt;width:1.7pt;height:1.7pt;z-index:2520217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4" style="position:absolute;left:0;text-align:left;margin-left:201pt;margin-top:206.75pt;width:1.7pt;height:1.7pt;z-index:2520227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3" style="position:absolute;left:0;text-align:left;margin-left:158.6pt;margin-top:224.9pt;width:1.7pt;height:1.7pt;z-index:2520238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2" style="position:absolute;left:0;text-align:left;margin-left:164.65pt;margin-top:232.9pt;width:1.7pt;height:1.7pt;z-index:2520248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1" style="position:absolute;left:0;text-align:left;margin-left:159.8pt;margin-top:241.55pt;width:1.7pt;height:1.7pt;z-index:2520258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50" style="position:absolute;left:0;text-align:left;margin-left:175.35pt;margin-top:250pt;width:1.7pt;height:1.7pt;z-index:2520268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9" style="position:absolute;left:0;text-align:left;margin-left:178.65pt;margin-top:261.6pt;width:1.7pt;height:1.7pt;z-index:2520279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8" style="position:absolute;left:0;text-align:left;margin-left:174.55pt;margin-top:263pt;width:1.7pt;height:1.7pt;z-index:2520289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7" style="position:absolute;left:0;text-align:left;margin-left:157.85pt;margin-top:252pt;width:1.7pt;height:1.7pt;z-index:2520299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6" style="position:absolute;left:0;text-align:left;margin-left:137.7pt;margin-top:271.5pt;width:1.7pt;height:1.7pt;z-index:2520309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5" style="position:absolute;left:0;text-align:left;margin-left:123.2pt;margin-top:260.35pt;width:1.7pt;height:1.7pt;z-index:2520320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4" style="position:absolute;left:0;text-align:left;margin-left:131.25pt;margin-top:248.25pt;width:1.7pt;height:1.7pt;z-index:2520330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3" style="position:absolute;left:0;text-align:left;margin-left:142.5pt;margin-top:234.5pt;width:1.7pt;height:1.7pt;z-index:2520340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2" style="position:absolute;left:0;text-align:left;margin-left:127.85pt;margin-top:225.95pt;width:1.7pt;height:1.7pt;z-index:2520350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1" style="position:absolute;left:0;text-align:left;margin-left:125.3pt;margin-top:229.15pt;width:1.7pt;height:1.7pt;z-index:2520360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40" style="position:absolute;left:0;text-align:left;margin-left:121.25pt;margin-top:226.55pt;width:1.7pt;height:1.7pt;z-index:2520371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9" style="position:absolute;left:0;text-align:left;margin-left:122.75pt;margin-top:223pt;width:1.7pt;height:1.7pt;z-index:2520381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8" style="position:absolute;left:0;text-align:left;margin-left:108.7pt;margin-top:214.65pt;width:1.7pt;height:1.7pt;z-index:2520391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7" style="position:absolute;left:0;text-align:left;margin-left:67.95pt;margin-top:188.55pt;width:1.7pt;height:1.7pt;z-index:2520401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6" style="position:absolute;left:0;text-align:left;margin-left:65.55pt;margin-top:202.05pt;width:1.7pt;height:1.7pt;z-index:2520412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5" style="position:absolute;left:0;text-align:left;margin-left:465.2pt;margin-top:219.65pt;width:1.7pt;height:1.7pt;z-index:2520422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4" style="position:absolute;left:0;text-align:left;margin-left:458.7pt;margin-top:229.55pt;width:1.7pt;height:1.7pt;z-index:2520432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3" style="position:absolute;left:0;text-align:left;margin-left:438.45pt;margin-top:228.8pt;width:1.7pt;height:1.7pt;z-index:2520442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2" style="position:absolute;left:0;text-align:left;margin-left:438pt;margin-top:232.45pt;width:1.7pt;height:1.7pt;z-index:2520453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1" style="position:absolute;left:0;text-align:left;margin-left:423.4pt;margin-top:223.45pt;width:1.7pt;height:1.7pt;z-index:2520463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30" style="position:absolute;left:0;text-align:left;margin-left:431.7pt;margin-top:217.5pt;width:1.7pt;height:1.7pt;z-index:2520473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9" style="position:absolute;left:0;text-align:left;margin-left:453.8pt;margin-top:221.9pt;width:1.7pt;height:1.7pt;z-index:2520483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8" style="position:absolute;left:0;text-align:left;margin-left:440.05pt;margin-top:210.8pt;width:1.7pt;height:1.7pt;z-index:2520494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7" style="position:absolute;left:0;text-align:left;margin-left:440.4pt;margin-top:205.2pt;width:1.7pt;height:1.7pt;z-index:2520504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6" style="position:absolute;left:0;text-align:left;margin-left:435.4pt;margin-top:199.35pt;width:1.7pt;height:1.7pt;z-index:2520514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5" style="position:absolute;left:0;text-align:left;margin-left:438.3pt;margin-top:192.25pt;width:1.7pt;height:1.7pt;z-index:2520524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4" style="position:absolute;left:0;text-align:left;margin-left:431.15pt;margin-top:181.7pt;width:1.7pt;height:1.7pt;z-index:2520535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3" style="position:absolute;left:0;text-align:left;margin-left:418.35pt;margin-top:186.7pt;width:1.7pt;height:1.7pt;z-index:2520545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2" style="position:absolute;left:0;text-align:left;margin-left:413.55pt;margin-top:186.4pt;width:1.7pt;height:1.7pt;z-index:2520555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1" style="position:absolute;left:0;text-align:left;margin-left:413.45pt;margin-top:191.55pt;width:1.7pt;height:1.7pt;z-index:2520565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20" style="position:absolute;left:0;text-align:left;margin-left:410.75pt;margin-top:190.15pt;width:1.7pt;height:1.7pt;z-index:2520576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9" style="position:absolute;left:0;text-align:left;margin-left:389.55pt;margin-top:200.75pt;width:1.7pt;height:1.7pt;z-index:2520586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8" style="position:absolute;left:0;text-align:left;margin-left:387.4pt;margin-top:206pt;width:1.7pt;height:1.7pt;z-index:2520596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7" style="position:absolute;left:0;text-align:left;margin-left:377.55pt;margin-top:211.9pt;width:1.7pt;height:1.7pt;z-index:2520606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6" style="position:absolute;left:0;text-align:left;margin-left:372.3pt;margin-top:217.15pt;width:1.7pt;height:1.7pt;z-index:2520616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5" style="position:absolute;left:0;text-align:left;margin-left:375.75pt;margin-top:224.75pt;width:1.7pt;height:1.7pt;z-index:2520627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4" style="position:absolute;left:0;text-align:left;margin-left:375pt;margin-top:231.1pt;width:1.7pt;height:1.7pt;z-index:2520637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3" style="position:absolute;left:0;text-align:left;margin-left:371.25pt;margin-top:236.75pt;width:1.7pt;height:1.7pt;z-index:2520647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2" style="position:absolute;left:0;text-align:left;margin-left:365.25pt;margin-top:235.05pt;width:1.7pt;height:1.7pt;z-index:2520657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1" style="position:absolute;left:0;text-align:left;margin-left:361.6pt;margin-top:240.7pt;width:1.7pt;height:1.7pt;z-index:2520668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10" style="position:absolute;left:0;text-align:left;margin-left:347.85pt;margin-top:243.5pt;width:1.7pt;height:1.7pt;z-index:2520678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9" style="position:absolute;left:0;text-align:left;margin-left:332.35pt;margin-top:237.1pt;width:1.7pt;height:1.7pt;z-index:2520688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8" style="position:absolute;left:0;text-align:left;margin-left:313.35pt;margin-top:223.6pt;width:1.7pt;height:1.7pt;z-index:2520698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7" style="position:absolute;left:0;text-align:left;margin-left:312.4pt;margin-top:216.85pt;width:1.7pt;height:1.7pt;z-index:2520709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6" style="position:absolute;left:0;text-align:left;margin-left:299.55pt;margin-top:205.85pt;width:1.7pt;height:1.7pt;z-index:2520719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5" style="position:absolute;left:0;text-align:left;margin-left:279.4pt;margin-top:207.55pt;width:1.7pt;height:1.7pt;z-index:2520729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4" style="position:absolute;left:0;text-align:left;margin-left:278.05pt;margin-top:202.45pt;width:1.7pt;height:1.7pt;z-index:2520739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3" style="position:absolute;left:0;text-align:left;margin-left:280.5pt;margin-top:200.55pt;width:1.7pt;height:1.7pt;z-index:2520750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2" style="position:absolute;left:0;text-align:left;margin-left:280.4pt;margin-top:197.1pt;width:1.7pt;height:1.7pt;z-index:2520760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1" style="position:absolute;left:0;text-align:left;margin-left:277.05pt;margin-top:190.15pt;width:1.7pt;height:1.7pt;z-index:2520770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200" style="position:absolute;left:0;text-align:left;margin-left:273.7pt;margin-top:188.7pt;width:1.7pt;height:1.7pt;z-index:2520780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9" style="position:absolute;left:0;text-align:left;margin-left:271.4pt;margin-top:184.35pt;width:1.7pt;height:1.7pt;z-index:2520791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8" style="position:absolute;left:0;text-align:left;margin-left:267.5pt;margin-top:177.15pt;width:1.7pt;height:1.7pt;z-index:2520801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7" style="position:absolute;left:0;text-align:left;margin-left:265.8pt;margin-top:167.15pt;width:1.7pt;height:1.7pt;z-index:2520811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6" style="position:absolute;left:0;text-align:left;margin-left:260.3pt;margin-top:162.5pt;width:1.7pt;height:1.7pt;z-index:2520821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5" style="position:absolute;left:0;text-align:left;margin-left:255.25pt;margin-top:152.75pt;width:1.7pt;height:1.7pt;z-index:2520832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4" style="position:absolute;left:0;text-align:left;margin-left:249.95pt;margin-top:155.5pt;width:1.7pt;height:1.7pt;z-index:2520842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3" style="position:absolute;left:0;text-align:left;margin-left:254.5pt;margin-top:164.9pt;width:1.7pt;height:1.7pt;z-index:2520852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2" style="position:absolute;left:0;text-align:left;margin-left:249.7pt;margin-top:176.1pt;width:1.7pt;height:1.7pt;z-index:2520862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1" style="position:absolute;left:0;text-align:left;margin-left:229.65pt;margin-top:185.7pt;width:1.7pt;height:1.7pt;z-index:2520872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90" style="position:absolute;left:0;text-align:left;margin-left:219.55pt;margin-top:182.3pt;width:1.7pt;height:1.7pt;z-index:2520883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9" style="position:absolute;left:0;text-align:left;margin-left:192.65pt;margin-top:182.75pt;width:1.7pt;height:1.7pt;z-index:2520893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8" style="position:absolute;left:0;text-align:left;margin-left:187pt;margin-top:179.1pt;width:1.7pt;height:1.7pt;z-index:2520903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7" style="position:absolute;left:0;text-align:left;margin-left:186.55pt;margin-top:171.1pt;width:1.7pt;height:1.7pt;z-index:2520913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6" style="position:absolute;left:0;text-align:left;margin-left:159.1pt;margin-top:175.6pt;width:1.7pt;height:1.7pt;z-index:2520924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5" style="position:absolute;left:0;text-align:left;margin-left:136.5pt;margin-top:176pt;width:1.7pt;height:1.7pt;z-index:2520934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4" style="position:absolute;left:0;text-align:left;margin-left:134.5pt;margin-top:185.2pt;width:1.7pt;height:1.7pt;z-index:2520944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3" style="position:absolute;left:0;text-align:left;margin-left:126.25pt;margin-top:185.7pt;width:1.7pt;height:1.7pt;z-index:2520954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2" style="position:absolute;left:0;text-align:left;margin-left:124.3pt;margin-top:198.2pt;width:1.7pt;height:1.7pt;z-index:2520965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1" style="position:absolute;left:0;text-align:left;margin-left:116.95pt;margin-top:196.85pt;width:1.7pt;height:1.7pt;z-index:2520975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80" style="position:absolute;left:0;text-align:left;margin-left:119pt;margin-top:187.15pt;width:1.7pt;height:1.7pt;z-index:2520985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9" style="position:absolute;left:0;text-align:left;margin-left:122.1pt;margin-top:181.5pt;width:1.7pt;height:1.7pt;z-index:2520995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8" style="position:absolute;left:0;text-align:left;margin-left:123.1pt;margin-top:175.25pt;width:1.7pt;height:1.7pt;z-index:2521006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7" style="position:absolute;left:0;text-align:left;margin-left:117.25pt;margin-top:169.45pt;width:1.7pt;height:1.7pt;z-index:2521016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6" style="position:absolute;left:0;text-align:left;margin-left:102.85pt;margin-top:163.4pt;width:1.7pt;height:1.7pt;z-index:2521026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5" style="position:absolute;left:0;text-align:left;margin-left:92.85pt;margin-top:165.6pt;width:1.7pt;height:1.7pt;z-index:2521036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4" style="position:absolute;left:0;text-align:left;margin-left:90.55pt;margin-top:169.7pt;width:1.7pt;height:1.7pt;z-index:2521047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3" style="position:absolute;left:0;text-align:left;margin-left:86.85pt;margin-top:172pt;width:1.7pt;height:1.7pt;z-index:2521057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2" style="position:absolute;left:0;text-align:left;margin-left:71.7pt;margin-top:169.5pt;width:1.7pt;height:1.7pt;z-index:2521067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1" style="position:absolute;left:0;text-align:left;margin-left:72.65pt;margin-top:164.95pt;width:1.7pt;height:1.7pt;z-index:2521077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70" style="position:absolute;left:0;text-align:left;margin-left:264.45pt;margin-top:292.65pt;width:1.7pt;height:1.7pt;z-index:2521088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9" style="position:absolute;left:0;text-align:left;margin-left:248.05pt;margin-top:305.7pt;width:1.7pt;height:1.7pt;z-index:2521098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8" style="position:absolute;left:0;text-align:left;margin-left:249.55pt;margin-top:319pt;width:1.7pt;height:1.7pt;z-index:2521108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7" style="position:absolute;left:0;text-align:left;margin-left:253.55pt;margin-top:324.9pt;width:1.7pt;height:1.7pt;z-index:2521118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6" style="position:absolute;left:0;text-align:left;margin-left:257.5pt;margin-top:327.4pt;width:1.7pt;height:1.7pt;z-index:2521128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5" style="position:absolute;left:0;text-align:left;margin-left:257.75pt;margin-top:330.4pt;width:1.7pt;height:1.7pt;z-index:2521139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4" style="position:absolute;left:0;text-align:left;margin-left:256.4pt;margin-top:344.25pt;width:1.7pt;height:1.7pt;z-index:2521149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3" style="position:absolute;left:0;text-align:left;margin-left:253.85pt;margin-top:349.45pt;width:1.7pt;height:1.7pt;z-index:2521159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2" style="position:absolute;left:0;text-align:left;margin-left:255.1pt;margin-top:363.55pt;width:1.7pt;height:1.7pt;z-index:2521169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1" style="position:absolute;left:0;text-align:left;margin-left:262.55pt;margin-top:370.05pt;width:1.7pt;height:1.7pt;z-index:2521180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60" style="position:absolute;left:0;text-align:left;margin-left:266.25pt;margin-top:368.55pt;width:1.7pt;height:1.7pt;z-index:2521190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9" style="position:absolute;left:0;text-align:left;margin-left:270.6pt;margin-top:363.3pt;width:1.7pt;height:1.7pt;z-index:25212006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8" style="position:absolute;left:0;text-align:left;margin-left:268.45pt;margin-top:360.75pt;width:1.7pt;height:1.7pt;z-index:25212108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7" style="position:absolute;left:0;text-align:left;margin-left:270.65pt;margin-top:350.35pt;width:1.7pt;height:1.7pt;z-index:25212211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6" style="position:absolute;left:0;text-align:left;margin-left:270.85pt;margin-top:341.7pt;width:1.7pt;height:1.7pt;z-index:25212313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5" style="position:absolute;left:0;text-align:left;margin-left:280.8pt;margin-top:343.7pt;width:1.7pt;height:1.7pt;z-index:25212416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4" style="position:absolute;left:0;text-align:left;margin-left:275.8pt;margin-top:337.4pt;width:1.7pt;height:1.7pt;z-index:25212518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3" style="position:absolute;left:0;text-align:left;margin-left:282.9pt;margin-top:332.6pt;width:1.7pt;height:1.7pt;z-index:25212620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2" style="position:absolute;left:0;text-align:left;margin-left:289.7pt;margin-top:333.95pt;width:1.7pt;height:1.7pt;z-index:25212723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1" style="position:absolute;left:0;text-align:left;margin-left:292.65pt;margin-top:330.5pt;width:1.7pt;height:1.7pt;z-index:25212825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50" style="position:absolute;left:0;text-align:left;margin-left:289.75pt;margin-top:329.3pt;width:1.7pt;height:1.7pt;z-index:25212928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49" style="position:absolute;left:0;text-align:left;margin-left:292.85pt;margin-top:327.75pt;width:1.7pt;height:1.7pt;z-index:25213030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48" style="position:absolute;left:0;text-align:left;margin-left:290.3pt;margin-top:322.95pt;width:1.7pt;height:1.7pt;z-index:25213132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47" style="position:absolute;left:0;text-align:left;margin-left:285.1pt;margin-top:326.05pt;width:1.7pt;height:1.7pt;z-index:25213235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46" style="position:absolute;left:0;text-align:left;margin-left:281.55pt;margin-top:321.7pt;width:1.7pt;height:1.7pt;z-index:25213337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45" style="position:absolute;left:0;text-align:left;margin-left:287.85pt;margin-top:314pt;width:1.7pt;height:1.7pt;z-index:2521344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44" style="position:absolute;left:0;text-align:left;margin-left:287pt;margin-top:307.6pt;width:1.7pt;height:1.7pt;z-index:2521354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43" style="position:absolute;left:0;text-align:left;margin-left:281.9pt;margin-top:303.45pt;width:1.7pt;height:1.7pt;z-index:2521364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142" style="position:absolute;left:0;text-align:left;margin-left:264.45pt;margin-top:292.65pt;width:1.7pt;height:1.7pt;z-index:252137472;mso-position-horizontal-relative:text;mso-position-vertical-relative:text" fillcolor="black"/>
              </w:pict>
            </w:r>
            <w:r>
              <w:rPr>
                <w:noProof/>
              </w:rPr>
              <w:pict>
                <v:shape id="_x0000_s1141" style="position:absolute;left:0;text-align:left;margin-left:72.15pt;margin-top:171.95pt;width:22pt;height:36pt;z-index:2521384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r>
                          <w:rPr>
                            <w:rFonts w:ascii="Arial Narrow" w:hAnsi="Arial Narrow" w:cs="Arial Narrow"/>
                            <w:color w:val="FFFFFF"/>
                            <w:sz w:val="12"/>
                            <w:szCs w:val="12"/>
                          </w:rPr>
                          <w:t>83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0" style="position:absolute;left:0;text-align:left;margin-left:71.15pt;margin-top:181.25pt;width:22pt;height:36pt;z-index:2521395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r>
                          <w:rPr>
                            <w:rFonts w:ascii="Arial Narrow" w:hAnsi="Arial Narrow" w:cs="Arial Narrow"/>
                            <w:color w:val="FFFFFF"/>
                            <w:sz w:val="12"/>
                            <w:szCs w:val="12"/>
                          </w:rPr>
                          <w:t>84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9" style="position:absolute;left:0;text-align:left;margin-left:186.9pt;margin-top:381.25pt;width:27pt;height:36pt;z-index:2521405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r>
                          <w:rPr>
                            <w:rFonts w:ascii="Arial Narrow" w:hAnsi="Arial Narrow" w:cs="Arial Narrow"/>
                            <w:color w:val="FFFFFF"/>
                            <w:sz w:val="12"/>
                            <w:szCs w:val="12"/>
                          </w:rPr>
                          <w:t>161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8" style="position:absolute;left:0;text-align:left;margin-left:226.75pt;margin-top:355.9pt;width:27pt;height:36pt;z-index:2521415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right"/>
                        </w:pPr>
                        <w:r>
                          <w:rPr>
                            <w:rFonts w:ascii="Arial Narrow" w:hAnsi="Arial Narrow" w:cs="Arial Narrow"/>
                            <w:color w:val="FFFFFF"/>
                            <w:sz w:val="12"/>
                            <w:szCs w:val="12"/>
                          </w:rPr>
                          <w:t>166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7" style="position:absolute;left:0;text-align:left;margin-left:270.4pt;margin-top:351.4pt;width:27pt;height:36pt;z-index:2521425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r>
                          <w:rPr>
                            <w:rFonts w:ascii="Arial Narrow" w:hAnsi="Arial Narrow" w:cs="Arial Narrow"/>
                            <w:color w:val="FFFFFF"/>
                            <w:sz w:val="12"/>
                            <w:szCs w:val="12"/>
                          </w:rPr>
                          <w:t>194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6" style="position:absolute;left:0;text-align:left;margin-left:414.7pt;margin-top:236pt;width:27pt;height:36pt;z-index:2521436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right"/>
                        </w:pPr>
                        <w:r>
                          <w:rPr>
                            <w:rFonts w:ascii="Arial Narrow" w:hAnsi="Arial Narrow" w:cs="Arial Narrow"/>
                            <w:color w:val="FFFFFF"/>
                            <w:sz w:val="12"/>
                            <w:szCs w:val="12"/>
                          </w:rPr>
                          <w:t>231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5" style="position:absolute;left:0;text-align:left;margin-left:124.5pt;margin-top:177.05pt;width:25pt;height:36pt;z-index:2521446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:54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4" style="position:absolute;left:0;text-align:left;margin-left:257.85pt;margin-top:180.85pt;width:30pt;height:36pt;z-index:2521456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:206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3" style="position:absolute;left:0;text-align:left;margin-left:250.95pt;margin-top:202.45pt;width:30pt;height:36pt;z-index:2521466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:136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2" style="position:absolute;left:0;text-align:left;margin-left:293pt;margin-top:208.2pt;width:30pt;height:36pt;z-index:2521477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:152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1" style="position:absolute;left:0;text-align:left;margin-left:307.05pt;margin-top:217.95pt;width:30pt;height:36pt;z-index:2521487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:155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0" style="position:absolute;left:0;text-align:left;margin-left:340.75pt;margin-top:273.15pt;width:30pt;height:36pt;z-index:2521497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:171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9" style="position:absolute;left:0;text-align:left;margin-left:205.75pt;margin-top:269.3pt;width:30pt;height:36pt;z-index:2521507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:159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8" style="position:absolute;left:0;text-align:left;margin-left:270.7pt;margin-top:288.05pt;width:25pt;height:36pt;z-index:2521518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:27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7" style="position:absolute;left:0;text-align:left;margin-left:273.45pt;margin-top:291.85pt;width:25pt;height:36pt;z-index:2521528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:28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6" style="position:absolute;left:0;text-align:left;margin-left:268.45pt;margin-top:320.05pt;width:30pt;height:36pt;z-index:2521538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:168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5" style="position:absolute;left:0;text-align:left;margin-left:163.1pt;margin-top:356pt;width:30pt;height:36pt;z-index:2521548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:231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4" style="position:absolute;left:0;text-align:left;margin-left:157.05pt;margin-top:362.7pt;width:30pt;height:36pt;z-index:2521559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:161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3" style="position:absolute;left:0;text-align:left;margin-left:150.25pt;margin-top:282.45pt;width:46pt;height:36pt;z-index:2521569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:158(27)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2" style="position:absolute;left:0;text-align:left;margin-left:246.3pt;margin-top:186.95pt;width:46pt;height:36pt;z-index:2521579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:158(15)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1" style="position:absolute;left:0;text-align:left;margin-left:248.3pt;margin-top:320.2pt;width:46pt;height:36pt;z-index:2521589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E670AF" w:rsidRDefault="00BF75C6">
                        <w:pPr>
                          <w:jc w:val="center"/>
                        </w:pPr>
                        <w:r>
                          <w:rPr>
                            <w:rFonts w:ascii="Arial Narrow" w:hAnsi="Arial Narrow" w:cs="Arial Narrow"/>
                            <w:color w:val="008000"/>
                            <w:sz w:val="16"/>
                            <w:szCs w:val="16"/>
                          </w:rPr>
                          <w:t>:158(73)</w:t>
                        </w:r>
                      </w:p>
                    </w:txbxContent>
                  </v:textbox>
                </v:shape>
              </w:pict>
            </w:r>
          </w:p>
          <w:p w:rsidR="001E1206" w:rsidRPr="00053150" w:rsidRDefault="00BF75C6" w:rsidP="00094F15">
            <w:pPr>
              <w:jc w:val="center"/>
            </w:pPr>
          </w:p>
        </w:tc>
      </w:tr>
      <w:tr w:rsidR="00094F15" w:rsidRPr="005B4876" w:rsidTr="009C168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94"/>
        </w:trPr>
        <w:tc>
          <w:tcPr>
            <w:tcW w:w="10349" w:type="dxa"/>
            <w:gridSpan w:val="2"/>
            <w:tcBorders>
              <w:top w:val="nil"/>
            </w:tcBorders>
            <w:vAlign w:val="center"/>
          </w:tcPr>
          <w:p w:rsidR="00094F15" w:rsidRPr="00053150" w:rsidRDefault="00BF75C6" w:rsidP="000A5F15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26000</w:t>
            </w:r>
          </w:p>
          <w:p w:rsidR="00094F15" w:rsidRPr="00401181" w:rsidRDefault="00BF75C6" w:rsidP="000A5F15">
            <w:pPr>
              <w:jc w:val="center"/>
              <w:rPr>
                <w:noProof/>
              </w:rPr>
            </w:pPr>
          </w:p>
        </w:tc>
      </w:tr>
    </w:tbl>
    <w:p w:rsidR="003B7482" w:rsidRDefault="00BF75C6">
      <w:r>
        <w:br w:type="page"/>
      </w:r>
    </w:p>
    <w:tbl>
      <w:tblPr>
        <w:tblW w:w="10349" w:type="dxa"/>
        <w:tblInd w:w="-318" w:type="dxa"/>
        <w:tblLayout w:type="fixed"/>
        <w:tblLook w:val="0000"/>
      </w:tblPr>
      <w:tblGrid>
        <w:gridCol w:w="284"/>
        <w:gridCol w:w="3119"/>
        <w:gridCol w:w="5103"/>
        <w:gridCol w:w="1418"/>
        <w:gridCol w:w="425"/>
      </w:tblGrid>
      <w:tr w:rsidR="007A37E2" w:rsidRPr="005B4876" w:rsidTr="00A96D70">
        <w:trPr>
          <w:trHeight w:val="378"/>
          <w:tblHeader/>
        </w:trPr>
        <w:tc>
          <w:tcPr>
            <w:tcW w:w="8506" w:type="dxa"/>
            <w:gridSpan w:val="3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1E1206" w:rsidRPr="00053150" w:rsidRDefault="00BF75C6" w:rsidP="001E1206">
            <w:pPr>
              <w:pStyle w:val="a3"/>
              <w:spacing w:before="60"/>
            </w:pPr>
            <w:r w:rsidRPr="00053150">
              <w:br w:type="page"/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37E2" w:rsidRPr="00053150" w:rsidRDefault="00BF75C6" w:rsidP="007A37E2">
            <w:pPr>
              <w:pStyle w:val="a3"/>
              <w:spacing w:before="60"/>
            </w:pPr>
            <w:r w:rsidRPr="005B4876">
              <w:t>Лист №</w:t>
            </w:r>
          </w:p>
        </w:tc>
      </w:tr>
      <w:tr w:rsidR="00AF407B" w:rsidRPr="005B4876" w:rsidTr="00A96D70">
        <w:tblPrEx>
          <w:tblLook w:val="01E0"/>
        </w:tblPrEx>
        <w:trPr>
          <w:tblHeader/>
        </w:trPr>
        <w:tc>
          <w:tcPr>
            <w:tcW w:w="1034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407B" w:rsidRPr="00AF407B" w:rsidRDefault="00BF75C6" w:rsidP="00650C05">
            <w:pPr>
              <w:jc w:val="center"/>
              <w:rPr>
                <w:b/>
              </w:rPr>
            </w:pPr>
            <w:r w:rsidRPr="00AF407B">
              <w:rPr>
                <w:b/>
              </w:rPr>
              <w:t>КАРТА ПЛАН</w:t>
            </w:r>
          </w:p>
          <w:p w:rsidR="00AF407B" w:rsidRPr="00AF407B" w:rsidRDefault="00BF75C6" w:rsidP="00650C05">
            <w:pPr>
              <w:jc w:val="center"/>
            </w:pPr>
            <w:r w:rsidRPr="00AF407B">
              <w:rPr>
                <w:b/>
                <w:u w:val="single"/>
              </w:rPr>
              <w:t>Граница населенного пункта Подрезчиха Белохолуницкого района Кировской области</w:t>
            </w:r>
          </w:p>
          <w:p w:rsidR="00AF407B" w:rsidRPr="00AF407B" w:rsidRDefault="00BF75C6" w:rsidP="00650C05">
            <w:pPr>
              <w:jc w:val="center"/>
              <w:rPr>
                <w:b/>
                <w:sz w:val="20"/>
                <w:szCs w:val="20"/>
              </w:rPr>
            </w:pPr>
            <w:r w:rsidRPr="00AF407B">
              <w:rPr>
                <w:sz w:val="20"/>
                <w:szCs w:val="20"/>
              </w:rPr>
              <w:t>(наименование объекта землеустройства)</w:t>
            </w:r>
          </w:p>
        </w:tc>
      </w:tr>
      <w:tr w:rsidR="00371C93" w:rsidRPr="005B4876" w:rsidTr="003463E5">
        <w:tblPrEx>
          <w:tblLook w:val="01E0"/>
        </w:tblPrEx>
        <w:trPr>
          <w:trHeight w:hRule="exact" w:val="406"/>
          <w:tblHeader/>
        </w:trPr>
        <w:tc>
          <w:tcPr>
            <w:tcW w:w="1034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71C93" w:rsidRPr="00AF407B" w:rsidRDefault="00BF75C6" w:rsidP="003463E5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 землеустройства</w:t>
            </w:r>
          </w:p>
        </w:tc>
      </w:tr>
      <w:tr w:rsidR="00371C93" w:rsidRPr="005B4876" w:rsidTr="00C1267F">
        <w:tblPrEx>
          <w:tblLook w:val="01E0"/>
        </w:tblPrEx>
        <w:trPr>
          <w:trHeight w:hRule="exact" w:val="406"/>
        </w:trPr>
        <w:tc>
          <w:tcPr>
            <w:tcW w:w="28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71C93" w:rsidRPr="00AF407B" w:rsidRDefault="00BF75C6" w:rsidP="00371C93">
            <w:pPr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93" w:rsidRPr="00053150" w:rsidRDefault="00BF75C6" w:rsidP="00371C93">
            <w:pPr>
              <w:jc w:val="center"/>
              <w:rPr>
                <w:b/>
                <w:sz w:val="8"/>
                <w:szCs w:val="8"/>
              </w:rPr>
            </w:pPr>
          </w:p>
          <w:p w:rsidR="00371C93" w:rsidRPr="00FF7585" w:rsidRDefault="00BF75C6" w:rsidP="00371C93">
            <w:pPr>
              <w:jc w:val="center"/>
              <w:rPr>
                <w:b/>
              </w:rPr>
            </w:pPr>
            <w:r w:rsidRPr="00FF7585">
              <w:rPr>
                <w:b/>
              </w:rPr>
              <w:t>Список смежных объектов землеустройства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71C93" w:rsidRPr="00371C93" w:rsidRDefault="00BF75C6" w:rsidP="00371C93">
            <w:pPr>
              <w:jc w:val="center"/>
              <w:rPr>
                <w:b/>
                <w:sz w:val="8"/>
                <w:szCs w:val="8"/>
                <w:lang w:val="en-US"/>
              </w:rPr>
            </w:pPr>
          </w:p>
          <w:p w:rsidR="00371C93" w:rsidRPr="00FF7585" w:rsidRDefault="00BF75C6" w:rsidP="00371C93">
            <w:pPr>
              <w:jc w:val="center"/>
              <w:rPr>
                <w:b/>
              </w:rPr>
            </w:pPr>
          </w:p>
        </w:tc>
      </w:tr>
      <w:tr w:rsidR="00371C93" w:rsidRPr="005B4876" w:rsidTr="00C1267F">
        <w:tblPrEx>
          <w:tblLook w:val="01E0"/>
        </w:tblPrEx>
        <w:trPr>
          <w:trHeight w:hRule="exact" w:val="600"/>
        </w:trPr>
        <w:tc>
          <w:tcPr>
            <w:tcW w:w="28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71C93" w:rsidRPr="00AF407B" w:rsidRDefault="00BF75C6" w:rsidP="00371C93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93" w:rsidRPr="00524D0B" w:rsidRDefault="00BF75C6" w:rsidP="00524D0B">
            <w:pPr>
              <w:jc w:val="center"/>
              <w:rPr>
                <w:b/>
                <w:lang w:val="en-US"/>
              </w:rPr>
            </w:pPr>
            <w:r w:rsidRPr="00FF7585">
              <w:rPr>
                <w:b/>
              </w:rPr>
              <w:t>Обозначение смежной части границы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93" w:rsidRPr="00371C93" w:rsidRDefault="00BF75C6" w:rsidP="00371C93">
            <w:pPr>
              <w:jc w:val="center"/>
              <w:rPr>
                <w:b/>
              </w:rPr>
            </w:pPr>
            <w:r w:rsidRPr="00FF7585">
              <w:rPr>
                <w:b/>
              </w:rPr>
              <w:t>Наименование смежных объектов</w:t>
            </w:r>
            <w:r>
              <w:rPr>
                <w:b/>
              </w:rPr>
              <w:t xml:space="preserve"> </w:t>
            </w:r>
            <w:r w:rsidRPr="00FF7585">
              <w:rPr>
                <w:b/>
              </w:rPr>
              <w:t>землеустройства</w:t>
            </w:r>
          </w:p>
        </w:tc>
        <w:tc>
          <w:tcPr>
            <w:tcW w:w="4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1C93" w:rsidRPr="00AF407B" w:rsidRDefault="00BF75C6" w:rsidP="00371C93">
            <w:pPr>
              <w:jc w:val="center"/>
              <w:rPr>
                <w:b/>
              </w:rPr>
            </w:pPr>
          </w:p>
        </w:tc>
      </w:tr>
      <w:tr w:rsidR="00371C93" w:rsidRPr="005B4876" w:rsidTr="00C1267F">
        <w:tblPrEx>
          <w:tblLook w:val="01E0"/>
        </w:tblPrEx>
        <w:trPr>
          <w:trHeight w:hRule="exact" w:val="406"/>
        </w:trPr>
        <w:tc>
          <w:tcPr>
            <w:tcW w:w="28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71C93" w:rsidRPr="00AF407B" w:rsidRDefault="00BF75C6" w:rsidP="00371C93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93" w:rsidRPr="00371C93" w:rsidRDefault="00BF75C6" w:rsidP="00371C93">
            <w:pPr>
              <w:jc w:val="center"/>
              <w:rPr>
                <w:b/>
              </w:rPr>
            </w:pPr>
            <w:r w:rsidRPr="00371C93">
              <w:rPr>
                <w:b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93" w:rsidRPr="00371C93" w:rsidRDefault="00BF75C6" w:rsidP="00371C93">
            <w:pPr>
              <w:jc w:val="center"/>
              <w:rPr>
                <w:b/>
              </w:rPr>
            </w:pPr>
            <w:r w:rsidRPr="00FF7585">
              <w:rPr>
                <w:b/>
                <w:lang w:val="en-US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1C93" w:rsidRPr="00AF407B" w:rsidRDefault="00BF75C6" w:rsidP="00371C93">
            <w:pPr>
              <w:jc w:val="center"/>
              <w:rPr>
                <w:b/>
              </w:rPr>
            </w:pPr>
          </w:p>
        </w:tc>
      </w:tr>
      <w:tr w:rsidR="00371C93" w:rsidRPr="005B4876" w:rsidTr="00C1267F">
        <w:tblPrEx>
          <w:tblLook w:val="01E0"/>
        </w:tblPrEx>
        <w:trPr>
          <w:trHeight w:hRule="exact" w:val="406"/>
        </w:trPr>
        <w:tc>
          <w:tcPr>
            <w:tcW w:w="28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71C93" w:rsidRPr="00AF407B" w:rsidRDefault="00BF75C6" w:rsidP="003463E5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93" w:rsidRPr="00371C93" w:rsidRDefault="00BF75C6" w:rsidP="00524D0B">
            <w:r w:rsidRPr="00371C93">
              <w:t>точки 231-83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93" w:rsidRPr="00371C93" w:rsidRDefault="00BF75C6" w:rsidP="00524D0B">
            <w:r w:rsidRPr="00FF7585">
              <w:rPr>
                <w:lang w:val="en-US"/>
              </w:rPr>
              <w:t>Земельный участок (43:00:000000:158)</w:t>
            </w:r>
          </w:p>
        </w:tc>
        <w:tc>
          <w:tcPr>
            <w:tcW w:w="4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1C93" w:rsidRPr="00AF407B" w:rsidRDefault="00BF75C6" w:rsidP="003463E5">
            <w:pPr>
              <w:jc w:val="center"/>
              <w:rPr>
                <w:b/>
              </w:rPr>
            </w:pPr>
          </w:p>
        </w:tc>
      </w:tr>
      <w:tr w:rsidR="00371C93" w:rsidRPr="005B4876" w:rsidTr="00C1267F">
        <w:tblPrEx>
          <w:tblLook w:val="01E0"/>
        </w:tblPrEx>
        <w:trPr>
          <w:trHeight w:hRule="exact" w:val="406"/>
        </w:trPr>
        <w:tc>
          <w:tcPr>
            <w:tcW w:w="28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71C93" w:rsidRPr="00AF407B" w:rsidRDefault="00BF75C6" w:rsidP="003463E5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93" w:rsidRPr="00371C93" w:rsidRDefault="00BF75C6" w:rsidP="00524D0B">
            <w:r w:rsidRPr="00371C93">
              <w:t>точки 84-161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93" w:rsidRPr="00371C93" w:rsidRDefault="00BF75C6" w:rsidP="00524D0B">
            <w:r w:rsidRPr="00FF7585">
              <w:rPr>
                <w:lang w:val="en-US"/>
              </w:rPr>
              <w:t>Земельный участок (43:00:000000:158)</w:t>
            </w:r>
          </w:p>
        </w:tc>
        <w:tc>
          <w:tcPr>
            <w:tcW w:w="4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1C93" w:rsidRPr="00AF407B" w:rsidRDefault="00BF75C6" w:rsidP="003463E5">
            <w:pPr>
              <w:jc w:val="center"/>
              <w:rPr>
                <w:b/>
              </w:rPr>
            </w:pPr>
          </w:p>
        </w:tc>
      </w:tr>
      <w:tr w:rsidR="00371C93" w:rsidRPr="005B4876" w:rsidTr="00C1267F">
        <w:tblPrEx>
          <w:tblLook w:val="01E0"/>
        </w:tblPrEx>
        <w:trPr>
          <w:trHeight w:hRule="exact" w:val="406"/>
        </w:trPr>
        <w:tc>
          <w:tcPr>
            <w:tcW w:w="28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71C93" w:rsidRPr="00AF407B" w:rsidRDefault="00BF75C6" w:rsidP="003463E5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93" w:rsidRPr="00371C93" w:rsidRDefault="00BF75C6" w:rsidP="00524D0B">
            <w:r w:rsidRPr="00371C93">
              <w:t>точки 166-194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93" w:rsidRPr="00371C93" w:rsidRDefault="00BF75C6" w:rsidP="00524D0B">
            <w:r w:rsidRPr="00FF7585">
              <w:rPr>
                <w:lang w:val="en-US"/>
              </w:rPr>
              <w:t>Земельный участок (43:00:000000:158)</w:t>
            </w:r>
          </w:p>
        </w:tc>
        <w:tc>
          <w:tcPr>
            <w:tcW w:w="4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71C93" w:rsidRPr="00AF407B" w:rsidRDefault="00BF75C6" w:rsidP="003463E5">
            <w:pPr>
              <w:jc w:val="center"/>
              <w:rPr>
                <w:b/>
              </w:rPr>
            </w:pPr>
          </w:p>
        </w:tc>
      </w:tr>
      <w:tr w:rsidR="00371C93" w:rsidRPr="005B4876" w:rsidTr="00C1267F">
        <w:tblPrEx>
          <w:tblLook w:val="01E0"/>
        </w:tblPrEx>
        <w:trPr>
          <w:trHeight w:hRule="exact" w:val="406"/>
        </w:trPr>
        <w:tc>
          <w:tcPr>
            <w:tcW w:w="284" w:type="dxa"/>
            <w:tcBorders>
              <w:left w:val="double" w:sz="4" w:space="0" w:color="auto"/>
            </w:tcBorders>
            <w:vAlign w:val="center"/>
          </w:tcPr>
          <w:p w:rsidR="00371C93" w:rsidRPr="00AF407B" w:rsidRDefault="00BF75C6" w:rsidP="00371C93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371C93" w:rsidRPr="00371C93" w:rsidRDefault="00BF75C6" w:rsidP="00371C93">
            <w:pPr>
              <w:jc w:val="center"/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</w:tcBorders>
          </w:tcPr>
          <w:p w:rsidR="00371C93" w:rsidRPr="00371C93" w:rsidRDefault="00BF75C6" w:rsidP="00371C93">
            <w:pPr>
              <w:jc w:val="center"/>
            </w:pPr>
          </w:p>
        </w:tc>
        <w:tc>
          <w:tcPr>
            <w:tcW w:w="425" w:type="dxa"/>
            <w:tcBorders>
              <w:right w:val="double" w:sz="4" w:space="0" w:color="auto"/>
            </w:tcBorders>
            <w:vAlign w:val="center"/>
          </w:tcPr>
          <w:p w:rsidR="00371C93" w:rsidRPr="00AF407B" w:rsidRDefault="00BF75C6" w:rsidP="00371C93">
            <w:pPr>
              <w:jc w:val="center"/>
              <w:rPr>
                <w:b/>
              </w:rPr>
            </w:pPr>
          </w:p>
        </w:tc>
      </w:tr>
      <w:tr w:rsidR="002C054A" w:rsidRPr="005B4876" w:rsidTr="00C1267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74"/>
        </w:trPr>
        <w:tc>
          <w:tcPr>
            <w:tcW w:w="10349" w:type="dxa"/>
            <w:gridSpan w:val="5"/>
            <w:tcBorders>
              <w:top w:val="nil"/>
            </w:tcBorders>
            <w:vAlign w:val="bottom"/>
          </w:tcPr>
          <w:p w:rsidR="009C73BE" w:rsidRDefault="00BF75C6" w:rsidP="009C73BE">
            <w:pPr>
              <w:jc w:val="center"/>
            </w:pPr>
            <w:r>
              <w:t xml:space="preserve">Условные обозначения и знаки для оформления </w:t>
            </w:r>
            <w:r>
              <w:br/>
              <w:t>графической части карты (плана)</w:t>
            </w:r>
          </w:p>
          <w:p w:rsidR="002C054A" w:rsidRPr="00CA1EE7" w:rsidRDefault="00BF75C6" w:rsidP="00C24B6C">
            <w:pPr>
              <w:jc w:val="center"/>
            </w:pPr>
          </w:p>
          <w:tbl>
            <w:tblPr>
              <w:tblW w:w="14103" w:type="dxa"/>
              <w:tblInd w:w="142" w:type="dxa"/>
              <w:tblLayout w:type="fixed"/>
              <w:tblLook w:val="01E0"/>
            </w:tblPr>
            <w:tblGrid>
              <w:gridCol w:w="1008"/>
              <w:gridCol w:w="540"/>
              <w:gridCol w:w="4532"/>
              <w:gridCol w:w="3491"/>
              <w:gridCol w:w="4532"/>
            </w:tblGrid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:rsidR="002C054A" w:rsidRPr="004143B0" w:rsidRDefault="00BF75C6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не могут быть </w:t>
                  </w:r>
                  <w:r w:rsidRPr="00CA1EE7">
                    <w:br/>
                    <w:t>переданы в масштабе разделов графической части:</w:t>
                  </w:r>
                </w:p>
                <w:p w:rsidR="001D5B2F" w:rsidRPr="004143B0" w:rsidRDefault="00BF75C6" w:rsidP="00C24B6C">
                  <w:pPr>
                    <w:jc w:val="center"/>
                  </w:pP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rect id="_x0000_s62553" style="width:8.5pt;height:8.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Обозначение точки земельных участков, имеющиеся в ГКН сведения о границе которых достаточны для определения ее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rect id="_x0000_s62552" style="width:8.5pt;height:8.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Обозначение точки</w:t>
                  </w:r>
                  <w:r w:rsidRPr="00CA1EE7">
                    <w:t xml:space="preserve"> земельных участков, имеющиеся в ГКН сведения о границе которых не достаточны для определения ее положения на местности. 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rect id="_x0000_s62551" style="width:5.65pt;height:5.6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Обозначение точки земельных участков, представляющих собой единое з</w:t>
                  </w:r>
                  <w:r w:rsidRPr="00CA1EE7">
                    <w:t>емлепользование с преобладанием обособленных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rect id="_x0000_s62550" style="width:5.65pt;height:5.65pt;mso-left-percent:-10001;mso-top-percent:-10001;mso-position-horizontal:absolute;mso-position-horizontal-relative:char;mso-position-vertical:absolute;mso-position-vertical-relative:line;mso-left-percent:-10001;mso-top-percent:-10001" filled="f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Обозначение точки ранее учтенных земельных участков, представляющих собой единое землепользование с преобладанием обособленных участков, имеющиеся в ГКН сведения о границах которых не достаточны для определения их полож</w:t>
                  </w:r>
                  <w:r w:rsidRPr="00CA1EE7">
                    <w:t>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line id="_x0000_s62549" style="flip:x;mso-left-percent:-10001;mso-top-percent:-10001;mso-position-horizontal:absolute;mso-position-horizontal-relative:char;mso-position-vertical:absolute;mso-position-vertical-relative:line;mso-left-percent:-10001;mso-top-percent:-10001" from="0,0" to="42.5pt,0" strokeweight="3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Граница ранее учтенного земельного участка, представляющего собой единое землепользование с преобладанием условных участков, имеющиеся в ГКН сведения о границах которых достаточны для определения их положения на местнос</w:t>
                  </w:r>
                  <w:r w:rsidRPr="00CA1EE7">
                    <w:t>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line id="_x0000_s62548" style="flip:y;mso-left-percent:-10001;mso-top-percent:-10001;mso-position-horizontal:absolute;mso-position-horizontal-relative:char;mso-position-vertical:absolute;mso-position-vertical-relative:line;mso-left-percent:-10001;mso-top-percent:-10001" from="0,0" to="42.5pt,.05pt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Граница земельного участка, представляющего собой единое землепользование с преобладанием условных участков, имеющиеся в ГКН сведения о границах которых не достаточны для определения их</w:t>
                  </w:r>
                  <w:r w:rsidRPr="00CA1EE7">
                    <w:t xml:space="preserve">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BF75C6" w:rsidP="00C24B6C">
                  <w:pPr>
                    <w:jc w:val="center"/>
                  </w:pP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E82666"/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:rsidR="002C054A" w:rsidRPr="001D5B2F" w:rsidRDefault="00BF75C6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могут быть </w:t>
                  </w:r>
                  <w:r w:rsidRPr="00CA1EE7">
                    <w:br/>
                    <w:t>переданы в масштабе разделов графической части</w:t>
                  </w:r>
                  <w:r w:rsidRPr="001D5B2F">
                    <w:t>:</w:t>
                  </w:r>
                </w:p>
                <w:p w:rsidR="001D5B2F" w:rsidRPr="001D5B2F" w:rsidRDefault="00BF75C6" w:rsidP="00C24B6C">
                  <w:pPr>
                    <w:jc w:val="center"/>
                  </w:pP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oval id="_x0000_s62547" style="width:4.25pt;height:4.2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Характерная точка границы, сведения о которой не позволяют однозначно определить ее положение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oval id="_x0000_s62546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Характерная точка границы, сведения о которой</w:t>
                  </w:r>
                  <w:r w:rsidRPr="00CA1EE7">
                    <w:t xml:space="preserve"> позволяют однозначно определить ее положение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line id="_x0000_s62545" style="flip:y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в ГКН сведения о которой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line id="_x0000_s62544" style="flip:y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8B2DD8" w:rsidRPr="00CA1EE7" w:rsidRDefault="00BF75C6" w:rsidP="00C24B6C">
                  <w:pPr>
                    <w:spacing w:after="120"/>
                  </w:pPr>
                  <w:r w:rsidRPr="00CA1EE7">
                    <w:t xml:space="preserve">Вновь образованная часть </w:t>
                  </w:r>
                  <w:r w:rsidRPr="00CA1EE7">
                    <w:t>границы земельных участков, сведения о которой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line id="_x0000_s62543" style="flip:x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 xml:space="preserve">Существующая часть границы земельных участков, имеющиеся сведения о которой не достаточны для </w:t>
                  </w:r>
                  <w:r w:rsidRPr="00CA1EE7">
                    <w:t>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pict>
                      <v:line id="_x0000_s62542" style="flip:x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BF75C6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A3320C" w:rsidP="00C24B6C">
                  <w:pPr>
                    <w:jc w:val="center"/>
                  </w:pPr>
                  <w:r>
                    <w:rPr>
                      <w:noProof/>
                    </w:rPr>
                    <w:pict>
                      <v:group id="_x0000_s1062" style="position:absolute;left:0;text-align:left;margin-left:10pt;margin-top:4.55pt;width:14.15pt;height:14.2pt;z-index:251137024;mso-position-horizontal-relative:text;mso-position-vertical-relative:text" coordorigin="3008,6995" coordsize="283,284">
                        <v:line id="_x0000_s1063" style="position:absolute;flip:x" from="3008,7137" to="3291,7137" strokecolor="red"/>
                        <v:line id="_x0000_s1064" style="position:absolute;flip:y" from="3150,6995" to="3150,7279" strokecolor="red"/>
                        <v:oval id="_x0000_s1065" style="position:absolute;left:3065;top:7052;width:170;height:170" strokecolor="red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2C054A" w:rsidRPr="001D5B2F" w:rsidRDefault="00BF75C6" w:rsidP="00C24B6C">
                  <w:pPr>
                    <w:spacing w:after="120"/>
                  </w:pPr>
                  <w:r w:rsidRPr="00CA1EE7">
                    <w:t>Базовая станция при спутниковых</w:t>
                  </w:r>
                  <w:r w:rsidRPr="00CA1EE7">
                    <w:t xml:space="preserve"> наблюдениях (</w:t>
                  </w:r>
                  <w:r w:rsidRPr="00CA1EE7">
                    <w:rPr>
                      <w:lang w:val="en-US"/>
                    </w:rPr>
                    <w:t>GPS</w:t>
                  </w:r>
                  <w:r w:rsidRPr="00CA1EE7">
                    <w:t xml:space="preserve"> или ГЛОНАС</w:t>
                  </w:r>
                  <w:r>
                    <w:t>С</w:t>
                  </w:r>
                  <w:r w:rsidRPr="00CA1EE7">
                    <w:t>)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A3320C" w:rsidP="00C24B6C">
                  <w:pPr>
                    <w:jc w:val="center"/>
                    <w:rPr>
                      <w:noProof/>
                      <w:lang w:val="en-US"/>
                    </w:rPr>
                  </w:pPr>
                  <w:r>
                    <w:rPr>
                      <w:noProof/>
                    </w:rPr>
                  </w:r>
                  <w:r w:rsidRPr="00A3320C">
                    <w:rPr>
                      <w:noProof/>
                    </w:rPr>
                    <w:pi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62541" type="#_x0000_t5" style="width:8.5pt;height:8.5pt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BF75C6" w:rsidP="00C24B6C">
                  <w:pPr>
                    <w:spacing w:after="120"/>
                  </w:pPr>
                  <w:r w:rsidRPr="00CA1EE7">
                    <w:t>Пункты опорной межевой сети (ОМС), (пункт ГГС)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A3320C" w:rsidP="00C24B6C">
                  <w:pPr>
                    <w:jc w:val="center"/>
                    <w:rPr>
                      <w:noProof/>
                    </w:rPr>
                  </w:pPr>
                  <w:r>
                    <w:pict>
                      <v:rect id="_x0000_s62540" style="width:8.5pt;height:8.55pt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BF75C6" w:rsidP="00C24B6C">
                  <w:pPr>
                    <w:spacing w:after="120"/>
                  </w:pPr>
                  <w:r w:rsidRPr="00CA1EE7">
                    <w:t xml:space="preserve">Пункты съемочного обоснования, созданные при </w:t>
                  </w:r>
                  <w:r w:rsidRPr="00CA1EE7">
                    <w:t>проведении кадастровых работ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A3320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shape id="_x0000_s62539" type="#_x0000_t5" style="width:8.5pt;height:8.5pt;flip:y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BF75C6" w:rsidP="00C24B6C">
                  <w:pPr>
                    <w:spacing w:after="120"/>
                  </w:pPr>
                  <w:r w:rsidRPr="00CA1EE7">
                    <w:t>Межевые знаки, которые использовались в качестве опорной сети или съемочного обоснования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A3320C" w:rsidP="00C24B6C">
                  <w:pPr>
                    <w:jc w:val="center"/>
                  </w:pPr>
                  <w:r>
                    <w:rPr>
                      <w:noProof/>
                    </w:rPr>
                    <w:pict>
                      <v:group id="_x0000_s1097" style="position:absolute;left:0;text-align:left;margin-left:14.85pt;margin-top:2.15pt;width:8.5pt;height:8.5pt;z-index:251138048;mso-position-horizontal-relative:text;mso-position-vertical-relative:text" coordorigin="3058,11044" coordsize="170,170">
                        <v:line id="_x0000_s1098" style="position:absolute" from="3143,11129" to="3143,11129" strokeweight="2pt">
                          <v:stroke dashstyle="longDashDotDot"/>
                        </v:line>
                        <v:rect id="_x0000_s1099" style="position:absolute;left:3058;top:11044;width:170;height:170" fillcolor="#0cf" strokecolor="#0cf"/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_x0000_s1100" type="#_x0000_t6" style="position:absolute;left:3058;top:11044;width:170;height:170;rotation:-90" stroked="f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BF75C6" w:rsidP="00C24B6C">
                  <w:pPr>
                    <w:spacing w:after="120"/>
                  </w:pPr>
                  <w:r w:rsidRPr="00CA1EE7">
                    <w:t>Внемасштабный площадной участок, границы которого установлены декларативно</w:t>
                  </w:r>
                </w:p>
              </w:tc>
            </w:tr>
            <w:tr w:rsidR="00911877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911877" w:rsidRPr="00CA1EE7" w:rsidRDefault="00A3320C" w:rsidP="00C24B6C">
                  <w:pPr>
                    <w:jc w:val="center"/>
                  </w:pPr>
                  <w:r>
                    <w:pict>
                      <v:line id="_x0000_s62538" style="flip:x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2pt">
                        <v:stroke dashstyle="longDashDot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911877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911877" w:rsidRPr="00CA1EE7" w:rsidRDefault="00BF75C6" w:rsidP="00C24B6C">
                  <w:pPr>
                    <w:spacing w:after="120"/>
                  </w:pPr>
                  <w:r w:rsidRPr="00CA1EE7">
                    <w:t>Граница субъекта Российской Федерации</w:t>
                  </w:r>
                </w:p>
              </w:tc>
            </w:tr>
            <w:tr w:rsidR="00911877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911877" w:rsidRPr="00CA1EE7" w:rsidRDefault="00A3320C" w:rsidP="00C24B6C">
                  <w:pPr>
                    <w:jc w:val="center"/>
                  </w:pPr>
                  <w:r>
                    <w:pict>
                      <v:line id="_x0000_s62537" style="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1.42pt">
                        <v:stroke dashstyle="longDash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911877" w:rsidRPr="00CA1EE7" w:rsidRDefault="00BF75C6" w:rsidP="00E82666"/>
              </w:tc>
              <w:tc>
                <w:tcPr>
                  <w:tcW w:w="8023" w:type="dxa"/>
                  <w:gridSpan w:val="2"/>
                </w:tcPr>
                <w:p w:rsidR="00911877" w:rsidRPr="00CA1EE7" w:rsidRDefault="00BF75C6" w:rsidP="00C24B6C">
                  <w:pPr>
                    <w:spacing w:after="120"/>
                  </w:pPr>
                  <w:r w:rsidRPr="00CA1EE7">
                    <w:t>Граница муниципального образования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A3320C" w:rsidP="00C24B6C">
                  <w:pPr>
                    <w:jc w:val="center"/>
                  </w:pPr>
                  <w:r>
                    <w:pict>
                      <v:line id="_x0000_s62536" style="mso-left-percent:-10001;mso-top-percent:-10001;mso-position-horizontal:absolute;mso-position-horizontal-relative:char;mso-position-vertical:absolute;mso-position-vertical-relative:line;mso-left-percent:-10001;mso-top-percent:-10001" from="0,0" to="42.5pt,0" strokecolor="lime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BF75C6" w:rsidP="00D65F94"/>
              </w:tc>
              <w:tc>
                <w:tcPr>
                  <w:tcW w:w="8023" w:type="dxa"/>
                  <w:gridSpan w:val="2"/>
                </w:tcPr>
                <w:p w:rsidR="00316410" w:rsidRPr="00CA1EE7" w:rsidRDefault="00BF75C6" w:rsidP="00C24B6C">
                  <w:pPr>
                    <w:spacing w:after="120"/>
                  </w:pPr>
                  <w:r w:rsidRPr="00CA1EE7">
                    <w:t>Граница кадастрового округа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A3320C" w:rsidP="00C24B6C">
                  <w:pPr>
                    <w:jc w:val="center"/>
                  </w:pPr>
                  <w:r>
                    <w:pict>
                      <v:line id="_x0000_s62535" style="mso-left-percent:-10001;mso-top-percent:-10001;mso-position-horizontal:absolute;mso-position-horizontal-relative:char;mso-position-vertical:absolute;mso-position-vertical-relative:line;mso-left-percent:-10001;mso-top-percent:-10001" from="0,0" to="42.5pt,0" strokecolor="yellow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BF75C6" w:rsidP="00D65F94"/>
              </w:tc>
              <w:tc>
                <w:tcPr>
                  <w:tcW w:w="8023" w:type="dxa"/>
                  <w:gridSpan w:val="2"/>
                </w:tcPr>
                <w:p w:rsidR="00316410" w:rsidRPr="00CA1EE7" w:rsidRDefault="00BF75C6" w:rsidP="00C24B6C">
                  <w:pPr>
                    <w:spacing w:after="120"/>
                  </w:pPr>
                  <w:r w:rsidRPr="00CA1EE7">
                    <w:t>Граница кадастрового района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A3320C" w:rsidP="00C24B6C">
                  <w:pPr>
                    <w:jc w:val="center"/>
                  </w:pPr>
                  <w:r>
                    <w:pict>
                      <v:line id="_x0000_s62534" style="mso-left-percent:-10001;mso-top-percent:-10001;mso-position-horizontal:absolute;mso-position-horizontal-relative:char;mso-position-vertical:absolute;mso-position-vertical-relative:line;mso-left-percent:-10001;mso-top-percent:-10001" from="0,0" to="42.5pt,0" strokecolor="#0cf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BF75C6" w:rsidP="00D65F94"/>
              </w:tc>
              <w:tc>
                <w:tcPr>
                  <w:tcW w:w="8023" w:type="dxa"/>
                  <w:gridSpan w:val="2"/>
                </w:tcPr>
                <w:p w:rsidR="00876251" w:rsidRPr="00CA1EE7" w:rsidRDefault="00BF75C6" w:rsidP="00C24B6C">
                  <w:pPr>
                    <w:spacing w:after="120"/>
                  </w:pPr>
                  <w:r w:rsidRPr="00CA1EE7">
                    <w:t>Граница кадастрового квартала</w:t>
                  </w:r>
                </w:p>
              </w:tc>
            </w:tr>
            <w:tr w:rsidR="004143B0" w:rsidRPr="00CA1EE7" w:rsidTr="005C444A">
              <w:trPr>
                <w:cantSplit/>
                <w:trHeight w:val="567"/>
              </w:trPr>
              <w:tc>
                <w:tcPr>
                  <w:tcW w:w="6080" w:type="dxa"/>
                  <w:gridSpan w:val="3"/>
                </w:tcPr>
                <w:p w:rsidR="004143B0" w:rsidRPr="00CA1EE7" w:rsidRDefault="00BF75C6" w:rsidP="00876251">
                  <w:pPr>
                    <w:jc w:val="center"/>
                  </w:pPr>
                  <w:r>
                    <w:t>Подпись ______________________</w:t>
                  </w:r>
                  <w:r w:rsidRPr="004143B0">
                    <w:t>(</w:t>
                  </w:r>
                  <w:r>
                    <w:t xml:space="preserve"> </w:t>
                  </w:r>
                  <w:r w:rsidRPr="004143B0">
                    <w:t>Шулаков А. А.</w:t>
                  </w:r>
                  <w:r>
                    <w:t xml:space="preserve"> </w:t>
                  </w:r>
                  <w:r w:rsidRPr="004143B0">
                    <w:t>)</w:t>
                  </w:r>
                </w:p>
              </w:tc>
              <w:tc>
                <w:tcPr>
                  <w:tcW w:w="8023" w:type="dxa"/>
                  <w:gridSpan w:val="2"/>
                </w:tcPr>
                <w:p w:rsidR="004143B0" w:rsidRPr="004143B0" w:rsidRDefault="00BF75C6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  </w:t>
                  </w:r>
                  <w:r w:rsidRPr="004143B0">
                    <w:t>Дата</w:t>
                  </w:r>
                  <w:r>
                    <w:rPr>
                      <w:lang w:val="en-US"/>
                    </w:rPr>
                    <w:t xml:space="preserve"> </w:t>
                  </w:r>
                  <w:r w:rsidRPr="004143B0">
                    <w:t>–</w:t>
                  </w:r>
                  <w:r>
                    <w:rPr>
                      <w:lang w:val="en-US"/>
                    </w:rPr>
                    <w:t xml:space="preserve"> </w:t>
                  </w:r>
                  <w:r w:rsidRPr="004143B0">
                    <w:t>г.</w:t>
                  </w:r>
                </w:p>
                <w:p w:rsidR="004143B0" w:rsidRPr="004143B0" w:rsidRDefault="00BF75C6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137CEE" w:rsidRPr="00CA1EE7" w:rsidTr="005C444A">
              <w:trPr>
                <w:cantSplit/>
                <w:trHeight w:val="567"/>
              </w:trPr>
              <w:tc>
                <w:tcPr>
                  <w:tcW w:w="14103" w:type="dxa"/>
                  <w:gridSpan w:val="5"/>
                </w:tcPr>
                <w:p w:rsidR="00137CEE" w:rsidRPr="00B47375" w:rsidRDefault="00BF75C6" w:rsidP="00137CEE">
                  <w:pPr>
                    <w:pStyle w:val="1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:rsidR="00137CEE" w:rsidRPr="00137CEE" w:rsidRDefault="00BF75C6" w:rsidP="00C36FB4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 лица, составившего карту (плана) объекта землеустройства</w:t>
                  </w:r>
                </w:p>
                <w:p w:rsidR="00B65E24" w:rsidRDefault="00BF75C6" w:rsidP="004143B0">
                  <w:pPr>
                    <w:tabs>
                      <w:tab w:val="left" w:pos="2738"/>
                    </w:tabs>
                  </w:pPr>
                </w:p>
                <w:p w:rsidR="00C31586" w:rsidRPr="00137CEE" w:rsidRDefault="00BF75C6" w:rsidP="004143B0">
                  <w:pPr>
                    <w:tabs>
                      <w:tab w:val="left" w:pos="2738"/>
                    </w:tabs>
                  </w:pPr>
                </w:p>
              </w:tc>
            </w:tr>
          </w:tbl>
          <w:p w:rsidR="002C054A" w:rsidRPr="00CA1EE7" w:rsidRDefault="00BF75C6" w:rsidP="00E82666"/>
        </w:tc>
      </w:tr>
    </w:tbl>
    <w:p w:rsidR="00000000" w:rsidRDefault="00BF75C6"/>
    <w:sectPr w:rsidR="00000000" w:rsidSect="00B9236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 w:code="9"/>
      <w:pgMar w:top="1134" w:right="1085" w:bottom="1418" w:left="1134" w:header="709" w:footer="850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0B3" w:rsidRDefault="00A770B3" w:rsidP="00965A38">
      <w:r>
        <w:separator/>
      </w:r>
    </w:p>
  </w:endnote>
  <w:endnote w:type="continuationSeparator" w:id="1">
    <w:p w:rsidR="00A770B3" w:rsidRDefault="00A770B3" w:rsidP="00965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A3" w:rsidRPr="005B5BA3" w:rsidRDefault="005B5BA3" w:rsidP="005B5BA3">
    <w:pPr>
      <w:pStyle w:val="a9"/>
      <w:rPr>
        <w:lang w:val="en-US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63" w:rsidRDefault="00BF75C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A3320C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75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BF75C6" w:rsidP="008D51C3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BF75C6" w:rsidP="008D51C3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A3320C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75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BF75C6" w:rsidP="008D51C3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BF75C6" w:rsidP="008D51C3">
    <w:pPr>
      <w:pStyle w:val="a4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A3320C" w:rsidP="000E0AF3">
    <w:pPr>
      <w:framePr w:wrap="around" w:vAnchor="text" w:hAnchor="margin" w:xAlign="right" w:y="1"/>
    </w:pPr>
    <w:r>
      <w:fldChar w:fldCharType="begin"/>
    </w:r>
    <w:r w:rsidR="00BF75C6">
      <w:instrText xml:space="preserve">PAGE  </w:instrText>
    </w:r>
    <w:r>
      <w:fldChar w:fldCharType="end"/>
    </w:r>
  </w:p>
  <w:p w:rsidR="008D51C3" w:rsidRDefault="00BF75C6" w:rsidP="008D51C3">
    <w:pPr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BF75C6" w:rsidP="008D51C3">
    <w:pPr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A3320C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75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BF75C6" w:rsidP="008D51C3">
    <w:pPr>
      <w:pStyle w:val="a4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BF75C6" w:rsidP="008D51C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0B3" w:rsidRDefault="00A770B3" w:rsidP="00965A38">
      <w:r>
        <w:separator/>
      </w:r>
    </w:p>
  </w:footnote>
  <w:footnote w:type="continuationSeparator" w:id="1">
    <w:p w:rsidR="00A770B3" w:rsidRDefault="00A770B3" w:rsidP="00965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3F4" w:rsidRDefault="003143F4">
    <w:pPr>
      <w:pStyle w:val="a4"/>
      <w:jc w:val="right"/>
    </w:pPr>
  </w:p>
  <w:p w:rsidR="003143F4" w:rsidRDefault="00A3320C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5841" type="#_x0000_t202" style="position:absolute;margin-left:448.1pt;margin-top:20.75pt;width:41.4pt;height:27pt;z-index:251654656" filled="f" stroked="f">
          <v:textbox>
            <w:txbxContent>
              <w:p w:rsidR="003143F4" w:rsidRDefault="003143F4" w:rsidP="003143F4"/>
            </w:txbxContent>
          </v:textbox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63" w:rsidRDefault="00BF75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219" w:rsidRDefault="00F26219">
    <w:pPr>
      <w:pStyle w:val="a4"/>
      <w:jc w:val="right"/>
    </w:pPr>
  </w:p>
  <w:p w:rsidR="00F26219" w:rsidRDefault="00A3320C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5843" type="#_x0000_t202" style="position:absolute;margin-left:448.1pt;margin-top:20.75pt;width:41.4pt;height:27pt;z-index:251657728" filled="f" stroked="f">
          <v:textbox>
            <w:txbxContent>
              <w:p w:rsidR="00F26219" w:rsidRDefault="00A3320C" w:rsidP="003143F4">
                <w:r>
                  <w:rPr>
                    <w:rStyle w:val="a8"/>
                  </w:rPr>
                  <w:fldChar w:fldCharType="begin"/>
                </w:r>
                <w:r w:rsidR="00F26219"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BF75C6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D0" w:rsidRDefault="00A3320C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7.3pt;margin-top:34.1pt;width:41.55pt;height:27pt;z-index:251655680" filled="f" stroked="f">
          <v:textbox style="mso-next-textbox:#_x0000_s2049">
            <w:txbxContent>
              <w:p w:rsidR="009716D0" w:rsidRPr="00F450A3" w:rsidRDefault="00A3320C" w:rsidP="009716D0">
                <w:fldSimple w:instr=" PAGE   \* MERGEFORMAT ">
                  <w:r w:rsidR="00BF75C6"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71" w:rsidRDefault="00A3320C">
    <w:pPr>
      <w:pStyle w:val="a3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49.35pt;margin-top:19.9pt;width:53.7pt;height:21.75pt;z-index:251658752;mso-height-percent:200;mso-height-percent:200;mso-width-relative:margin;mso-height-relative:margin" strokecolor="white [3212]">
          <v:textbox style="mso-fit-shape-to-text:t">
            <w:txbxContent>
              <w:p w:rsidR="003A0888" w:rsidRDefault="00A3320C">
                <w:fldSimple w:instr=" PAGE   \* MERGEFORMAT ">
                  <w:r w:rsidR="00BF75C6"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71" w:rsidRDefault="00A3320C">
    <w:pPr>
      <w:pStyle w:val="a3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5845" type="#_x0000_t202" style="position:absolute;margin-left:451.4pt;margin-top:19.25pt;width:59.35pt;height:21.75pt;z-index:251659776;mso-height-percent:200;mso-height-percent:200;mso-width-relative:margin;mso-height-relative:margin" strokecolor="white [3212]">
          <v:textbox style="mso-fit-shape-to-text:t">
            <w:txbxContent>
              <w:p w:rsidR="00FD5564" w:rsidRDefault="00A3320C">
                <w:fldSimple w:instr=" PAGE   \* MERGEFORMAT ">
                  <w:r w:rsidR="00BF75C6"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0C" w:rsidRDefault="00BF75C6">
    <w:r>
      <w:cr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71" w:rsidRPr="0048343E" w:rsidRDefault="00A3320C">
    <w:pPr>
      <w:pStyle w:val="a3"/>
      <w:rPr>
        <w:lang w:val="en-US"/>
      </w:rPr>
    </w:pPr>
    <w:r w:rsidRPr="00A3320C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5844" type="#_x0000_t202" style="position:absolute;margin-left:448.4pt;margin-top:21.8pt;width:49.6pt;height:21.75pt;z-index:251660800;mso-height-percent:200;mso-height-percent:200;mso-width-relative:margin;mso-height-relative:margin" strokecolor="white [3212]">
          <v:textbox style="mso-fit-shape-to-text:t">
            <w:txbxContent>
              <w:p w:rsidR="0048343E" w:rsidRDefault="00A3320C">
                <w:fldSimple w:instr=" PAGE   \* MERGEFORMAT ">
                  <w:r w:rsidR="00BF75C6">
                    <w:rPr>
                      <w:noProof/>
                    </w:rPr>
                    <w:t>7</w:t>
                  </w:r>
                </w:fldSimple>
              </w:p>
            </w:txbxContent>
          </v:textbox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63" w:rsidRDefault="00BF75C6">
    <w:pPr>
      <w:pStyle w:val="a3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076" w:rsidRDefault="00BF75C6">
    <w:pPr>
      <w:pStyle w:val="a3"/>
      <w:rPr>
        <w:lang w:val="en-US"/>
      </w:rPr>
    </w:pPr>
  </w:p>
  <w:p w:rsidR="004A7771" w:rsidRDefault="00A3320C" w:rsidP="007B3606">
    <w:pPr>
      <w:pStyle w:val="a3"/>
      <w:spacing w:after="24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48.05pt;margin-top:25pt;width:37.5pt;height:27pt;z-index:251656704" filled="f" stroked="f">
          <v:textbox style="mso-next-textbox:#_x0000_s2050">
            <w:txbxContent>
              <w:p w:rsidR="004A7771" w:rsidRPr="00C26896" w:rsidRDefault="00A3320C" w:rsidP="004A7771">
                <w:pPr>
                  <w:rPr>
                    <w:sz w:val="26"/>
                    <w:szCs w:val="26"/>
                  </w:rPr>
                </w:pPr>
                <w:r w:rsidRPr="00C26896">
                  <w:rPr>
                    <w:rStyle w:val="a5"/>
                    <w:sz w:val="26"/>
                    <w:szCs w:val="26"/>
                  </w:rPr>
                  <w:fldChar w:fldCharType="begin"/>
                </w:r>
                <w:r w:rsidR="00BF75C6" w:rsidRPr="00C26896">
                  <w:rPr>
                    <w:rStyle w:val="a5"/>
                    <w:sz w:val="26"/>
                    <w:szCs w:val="26"/>
                  </w:rPr>
                  <w:instrText xml:space="preserve"> PAGE </w:instrText>
                </w:r>
                <w:r w:rsidRPr="00C26896">
                  <w:rPr>
                    <w:rStyle w:val="a5"/>
                    <w:sz w:val="26"/>
                    <w:szCs w:val="26"/>
                  </w:rPr>
                  <w:fldChar w:fldCharType="separate"/>
                </w:r>
                <w:r w:rsidR="00BF75C6">
                  <w:rPr>
                    <w:rStyle w:val="a5"/>
                    <w:noProof/>
                    <w:sz w:val="26"/>
                    <w:szCs w:val="26"/>
                  </w:rPr>
                  <w:t>3</w:t>
                </w:r>
                <w:r w:rsidRPr="00C26896">
                  <w:rPr>
                    <w:rStyle w:val="a5"/>
                    <w:sz w:val="26"/>
                    <w:szCs w:val="26"/>
                  </w:rPr>
                  <w:fldChar w:fldCharType="end"/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96A4D"/>
    <w:multiLevelType w:val="multilevel"/>
    <w:tmpl w:val="E592D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2555"/>
    <o:shapelayout v:ext="edit">
      <o:idmap v:ext="edit" data="2,35"/>
    </o:shapelayout>
  </w:hdrShapeDefaults>
  <w:footnotePr>
    <w:footnote w:id="0"/>
    <w:footnote w:id="1"/>
  </w:footnotePr>
  <w:endnotePr>
    <w:endnote w:id="0"/>
    <w:endnote w:id="1"/>
  </w:endnotePr>
  <w:compat/>
  <w:rsids>
    <w:rsidRoot w:val="00786250"/>
    <w:rsid w:val="000072AC"/>
    <w:rsid w:val="00016117"/>
    <w:rsid w:val="0002469F"/>
    <w:rsid w:val="000536A4"/>
    <w:rsid w:val="00054995"/>
    <w:rsid w:val="0006324B"/>
    <w:rsid w:val="00065EB6"/>
    <w:rsid w:val="0006703F"/>
    <w:rsid w:val="0006795A"/>
    <w:rsid w:val="00071EAD"/>
    <w:rsid w:val="00073AF8"/>
    <w:rsid w:val="0007665C"/>
    <w:rsid w:val="00076678"/>
    <w:rsid w:val="00084CAF"/>
    <w:rsid w:val="000912CC"/>
    <w:rsid w:val="000A3FF1"/>
    <w:rsid w:val="000B10C5"/>
    <w:rsid w:val="000B464E"/>
    <w:rsid w:val="000C790F"/>
    <w:rsid w:val="000E2A32"/>
    <w:rsid w:val="000E4C95"/>
    <w:rsid w:val="000F12A2"/>
    <w:rsid w:val="000F7135"/>
    <w:rsid w:val="00104318"/>
    <w:rsid w:val="00111CBE"/>
    <w:rsid w:val="00116C24"/>
    <w:rsid w:val="00117E5C"/>
    <w:rsid w:val="00126AD5"/>
    <w:rsid w:val="00153BC8"/>
    <w:rsid w:val="0015586D"/>
    <w:rsid w:val="00186AAA"/>
    <w:rsid w:val="001929F7"/>
    <w:rsid w:val="001A4E4F"/>
    <w:rsid w:val="001A584C"/>
    <w:rsid w:val="001A650F"/>
    <w:rsid w:val="001B3A23"/>
    <w:rsid w:val="001C3381"/>
    <w:rsid w:val="001C728F"/>
    <w:rsid w:val="001D7418"/>
    <w:rsid w:val="001E33F0"/>
    <w:rsid w:val="002172BB"/>
    <w:rsid w:val="00217FA0"/>
    <w:rsid w:val="00226E19"/>
    <w:rsid w:val="002D4B34"/>
    <w:rsid w:val="002D6A5F"/>
    <w:rsid w:val="002D77F2"/>
    <w:rsid w:val="003012C8"/>
    <w:rsid w:val="00304766"/>
    <w:rsid w:val="00306BE3"/>
    <w:rsid w:val="00310C65"/>
    <w:rsid w:val="003143F4"/>
    <w:rsid w:val="003157D7"/>
    <w:rsid w:val="00336E1A"/>
    <w:rsid w:val="00343291"/>
    <w:rsid w:val="00350E54"/>
    <w:rsid w:val="00352965"/>
    <w:rsid w:val="00374D5B"/>
    <w:rsid w:val="00375C5B"/>
    <w:rsid w:val="003825A5"/>
    <w:rsid w:val="00395FA9"/>
    <w:rsid w:val="003A37E2"/>
    <w:rsid w:val="003B55E1"/>
    <w:rsid w:val="003C2E14"/>
    <w:rsid w:val="003C77CD"/>
    <w:rsid w:val="003D18B4"/>
    <w:rsid w:val="003E2DBE"/>
    <w:rsid w:val="003E45C4"/>
    <w:rsid w:val="003F2FB2"/>
    <w:rsid w:val="003F2FEB"/>
    <w:rsid w:val="00410372"/>
    <w:rsid w:val="00410882"/>
    <w:rsid w:val="00425CBD"/>
    <w:rsid w:val="00425D60"/>
    <w:rsid w:val="0043156E"/>
    <w:rsid w:val="00440BEF"/>
    <w:rsid w:val="0044421D"/>
    <w:rsid w:val="00484C2B"/>
    <w:rsid w:val="00485315"/>
    <w:rsid w:val="004A1578"/>
    <w:rsid w:val="004A76AD"/>
    <w:rsid w:val="004E0B5D"/>
    <w:rsid w:val="00515CFA"/>
    <w:rsid w:val="00521836"/>
    <w:rsid w:val="00522CDF"/>
    <w:rsid w:val="00557D75"/>
    <w:rsid w:val="00574B3D"/>
    <w:rsid w:val="005847DC"/>
    <w:rsid w:val="0058720B"/>
    <w:rsid w:val="005B5BA3"/>
    <w:rsid w:val="005D19C2"/>
    <w:rsid w:val="005D5469"/>
    <w:rsid w:val="00614323"/>
    <w:rsid w:val="00616539"/>
    <w:rsid w:val="006347A6"/>
    <w:rsid w:val="00646F40"/>
    <w:rsid w:val="00690535"/>
    <w:rsid w:val="006A275B"/>
    <w:rsid w:val="006A4D9A"/>
    <w:rsid w:val="006A5B10"/>
    <w:rsid w:val="006C1DAD"/>
    <w:rsid w:val="006F1D50"/>
    <w:rsid w:val="00707DD5"/>
    <w:rsid w:val="00724932"/>
    <w:rsid w:val="007317BD"/>
    <w:rsid w:val="00750A44"/>
    <w:rsid w:val="00786250"/>
    <w:rsid w:val="007A2C23"/>
    <w:rsid w:val="007C7424"/>
    <w:rsid w:val="007D39A2"/>
    <w:rsid w:val="007D4BC8"/>
    <w:rsid w:val="007E3CB3"/>
    <w:rsid w:val="007E4EF9"/>
    <w:rsid w:val="007F26D2"/>
    <w:rsid w:val="007F4A98"/>
    <w:rsid w:val="008175FE"/>
    <w:rsid w:val="0082196B"/>
    <w:rsid w:val="00826E80"/>
    <w:rsid w:val="00876559"/>
    <w:rsid w:val="0089037A"/>
    <w:rsid w:val="008E2062"/>
    <w:rsid w:val="00904920"/>
    <w:rsid w:val="009323FE"/>
    <w:rsid w:val="009504DE"/>
    <w:rsid w:val="00965A38"/>
    <w:rsid w:val="009A1E16"/>
    <w:rsid w:val="009B1BBE"/>
    <w:rsid w:val="009C7BC9"/>
    <w:rsid w:val="009D0A86"/>
    <w:rsid w:val="009E4624"/>
    <w:rsid w:val="00A14AB0"/>
    <w:rsid w:val="00A313F4"/>
    <w:rsid w:val="00A3320C"/>
    <w:rsid w:val="00A41A6B"/>
    <w:rsid w:val="00A56138"/>
    <w:rsid w:val="00A67A1C"/>
    <w:rsid w:val="00A7113B"/>
    <w:rsid w:val="00A770B3"/>
    <w:rsid w:val="00A91C00"/>
    <w:rsid w:val="00AB19A5"/>
    <w:rsid w:val="00AB5386"/>
    <w:rsid w:val="00AE4135"/>
    <w:rsid w:val="00AE5D47"/>
    <w:rsid w:val="00AF0E01"/>
    <w:rsid w:val="00B07CCB"/>
    <w:rsid w:val="00B521BA"/>
    <w:rsid w:val="00B72ACF"/>
    <w:rsid w:val="00BC2D74"/>
    <w:rsid w:val="00BD0B51"/>
    <w:rsid w:val="00BF75C6"/>
    <w:rsid w:val="00C11B27"/>
    <w:rsid w:val="00C158E8"/>
    <w:rsid w:val="00C353EA"/>
    <w:rsid w:val="00C56C8F"/>
    <w:rsid w:val="00C577DD"/>
    <w:rsid w:val="00C639EC"/>
    <w:rsid w:val="00C80080"/>
    <w:rsid w:val="00C947B5"/>
    <w:rsid w:val="00CC304C"/>
    <w:rsid w:val="00CC66B7"/>
    <w:rsid w:val="00CF27E5"/>
    <w:rsid w:val="00D021C1"/>
    <w:rsid w:val="00D22B0B"/>
    <w:rsid w:val="00D3365C"/>
    <w:rsid w:val="00D54871"/>
    <w:rsid w:val="00D7353B"/>
    <w:rsid w:val="00D87A0C"/>
    <w:rsid w:val="00DC01B2"/>
    <w:rsid w:val="00DC026F"/>
    <w:rsid w:val="00DD1AC2"/>
    <w:rsid w:val="00DE6EDA"/>
    <w:rsid w:val="00DF5204"/>
    <w:rsid w:val="00E14E1B"/>
    <w:rsid w:val="00E247CB"/>
    <w:rsid w:val="00E27464"/>
    <w:rsid w:val="00E44ECB"/>
    <w:rsid w:val="00E535C7"/>
    <w:rsid w:val="00E60B6F"/>
    <w:rsid w:val="00E660B4"/>
    <w:rsid w:val="00E902CD"/>
    <w:rsid w:val="00EA05F7"/>
    <w:rsid w:val="00EA78EB"/>
    <w:rsid w:val="00EE433D"/>
    <w:rsid w:val="00F10E67"/>
    <w:rsid w:val="00F12A60"/>
    <w:rsid w:val="00F15488"/>
    <w:rsid w:val="00F25117"/>
    <w:rsid w:val="00F26219"/>
    <w:rsid w:val="00F276A1"/>
    <w:rsid w:val="00F61AB2"/>
    <w:rsid w:val="00F62947"/>
    <w:rsid w:val="00F71963"/>
    <w:rsid w:val="00F96996"/>
    <w:rsid w:val="00FC0129"/>
    <w:rsid w:val="00FC49B6"/>
    <w:rsid w:val="00FC6BF6"/>
    <w:rsid w:val="00FD3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555"/>
    <o:shapelayout v:ext="edit">
      <o:idmap v:ext="edit" data="1,6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5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A650F"/>
    <w:rPr>
      <w:snapToGrid w:val="0"/>
      <w:sz w:val="24"/>
    </w:rPr>
  </w:style>
  <w:style w:type="paragraph" w:styleId="a3">
    <w:name w:val="endnote text"/>
    <w:basedOn w:val="a"/>
    <w:semiHidden/>
    <w:rsid w:val="001A650F"/>
    <w:rPr>
      <w:sz w:val="20"/>
      <w:szCs w:val="20"/>
    </w:rPr>
  </w:style>
  <w:style w:type="paragraph" w:styleId="a4">
    <w:name w:val="header"/>
    <w:basedOn w:val="a"/>
    <w:link w:val="a5"/>
    <w:uiPriority w:val="99"/>
    <w:rsid w:val="00965A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5A38"/>
    <w:rPr>
      <w:sz w:val="24"/>
      <w:szCs w:val="24"/>
    </w:rPr>
  </w:style>
  <w:style w:type="paragraph" w:styleId="a6">
    <w:name w:val="footer"/>
    <w:basedOn w:val="a"/>
    <w:link w:val="a7"/>
    <w:uiPriority w:val="99"/>
    <w:rsid w:val="00965A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5A38"/>
    <w:rPr>
      <w:sz w:val="24"/>
      <w:szCs w:val="24"/>
    </w:rPr>
  </w:style>
  <w:style w:type="character" w:styleId="a8">
    <w:name w:val="page number"/>
    <w:basedOn w:val="a0"/>
    <w:rsid w:val="00965A38"/>
  </w:style>
  <w:style w:type="paragraph" w:styleId="a9">
    <w:name w:val="Normal (Web)"/>
    <w:basedOn w:val="a"/>
    <w:uiPriority w:val="99"/>
    <w:unhideWhenUsed/>
    <w:rsid w:val="009C7BC9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image" Target="media/image2.jpeg"/><Relationship Id="rId28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png"/><Relationship Id="rId27" Type="http://schemas.openxmlformats.org/officeDocument/2006/relationships/footer" Target="footer9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8;&#1080;&#1090;&#1091;&#1083;&#1100;&#1085;&#1099;&#1081;&#1051;&#1080;&#1089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BB975-1194-4DF7-8D21-04881416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ТитульныйЛист</Template>
  <TotalTime>0</TotalTime>
  <Pages>3</Pages>
  <Words>4049</Words>
  <Characters>23084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Uslugi</cp:lastModifiedBy>
  <cp:revision>2</cp:revision>
  <dcterms:created xsi:type="dcterms:W3CDTF">2018-12-03T08:29:00Z</dcterms:created>
  <dcterms:modified xsi:type="dcterms:W3CDTF">2018-12-03T08:29:00Z</dcterms:modified>
</cp:coreProperties>
</file>